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C5125" w14:textId="5099D584" w:rsidR="001A4FB4" w:rsidRDefault="001A4FB4" w:rsidP="006C2343">
      <w:pPr>
        <w:pStyle w:val="Titul2"/>
      </w:pPr>
      <w:bookmarkStart w:id="0" w:name="_GoBack"/>
      <w:bookmarkEnd w:id="0"/>
    </w:p>
    <w:p w14:paraId="2A372888" w14:textId="1F788303" w:rsidR="00826B7B" w:rsidRPr="00A94B13" w:rsidRDefault="001A4FB4" w:rsidP="006C2343">
      <w:pPr>
        <w:pStyle w:val="Titul2"/>
        <w:rPr>
          <w:b w:val="0"/>
          <w:sz w:val="18"/>
          <w:szCs w:val="18"/>
        </w:rPr>
      </w:pPr>
      <w:r w:rsidRPr="00A94B13">
        <w:rPr>
          <w:b w:val="0"/>
          <w:sz w:val="18"/>
          <w:szCs w:val="18"/>
        </w:rPr>
        <w:t xml:space="preserve">Č.J.: </w:t>
      </w:r>
      <w:r w:rsidR="00A94B13" w:rsidRPr="00A94B13">
        <w:rPr>
          <w:b w:val="0"/>
          <w:sz w:val="18"/>
          <w:szCs w:val="18"/>
        </w:rPr>
        <w:t>16610/2020-SŽ-OŘ BNO-NPI</w:t>
      </w:r>
    </w:p>
    <w:p w14:paraId="211AA0B5" w14:textId="77777777" w:rsidR="008E400F" w:rsidRDefault="008E400F" w:rsidP="006C2343">
      <w:pPr>
        <w:pStyle w:val="Titul2"/>
      </w:pPr>
    </w:p>
    <w:p w14:paraId="1593F52E" w14:textId="77777777" w:rsidR="008E400F" w:rsidRDefault="008E400F" w:rsidP="006C2343">
      <w:pPr>
        <w:pStyle w:val="Titul2"/>
      </w:pPr>
    </w:p>
    <w:p w14:paraId="6831ACBE" w14:textId="77777777" w:rsidR="003254A3" w:rsidRPr="000719BB" w:rsidRDefault="003254A3" w:rsidP="006C2343">
      <w:pPr>
        <w:pStyle w:val="Titul2"/>
      </w:pPr>
    </w:p>
    <w:p w14:paraId="54BCD65B" w14:textId="77777777" w:rsidR="008E400F" w:rsidRPr="004336D5" w:rsidRDefault="008E400F" w:rsidP="004E7ED0">
      <w:pPr>
        <w:pStyle w:val="Titul1"/>
      </w:pPr>
      <w:r w:rsidRPr="004336D5">
        <w:t>DÍL 1</w:t>
      </w:r>
    </w:p>
    <w:p w14:paraId="6B783906" w14:textId="77777777" w:rsidR="008E400F" w:rsidRPr="00A15399" w:rsidRDefault="008E400F" w:rsidP="008E400F">
      <w:pPr>
        <w:pStyle w:val="Titul1"/>
        <w:jc w:val="center"/>
        <w:rPr>
          <w:sz w:val="22"/>
          <w:szCs w:val="22"/>
        </w:rPr>
      </w:pPr>
    </w:p>
    <w:p w14:paraId="7E307E75" w14:textId="77777777" w:rsidR="00AD0C7B" w:rsidRDefault="008E400F" w:rsidP="004E7ED0">
      <w:pPr>
        <w:pStyle w:val="Titul1"/>
      </w:pPr>
      <w:r w:rsidRPr="00A115AA">
        <w:rPr>
          <w:spacing w:val="20"/>
        </w:rPr>
        <w:t>VÝZVA K PODÁNÍ NABÍDKY</w:t>
      </w:r>
    </w:p>
    <w:p w14:paraId="25704245" w14:textId="77777777" w:rsidR="003254A3" w:rsidRDefault="003254A3" w:rsidP="00AD0C7B">
      <w:pPr>
        <w:pStyle w:val="Titul2"/>
      </w:pPr>
    </w:p>
    <w:p w14:paraId="5EAB1CF8" w14:textId="77777777" w:rsidR="00EB46E5" w:rsidRDefault="00EB46E5" w:rsidP="00EB46E5">
      <w:pPr>
        <w:pStyle w:val="Titul2"/>
      </w:pPr>
      <w:r w:rsidRPr="006C2343">
        <w:t>Zhotovení stavby</w:t>
      </w:r>
      <w:r w:rsidR="0076790E">
        <w:t xml:space="preserve"> </w:t>
      </w:r>
      <w:r w:rsidR="008E400F">
        <w:t>- podlimitní</w:t>
      </w:r>
    </w:p>
    <w:p w14:paraId="65833001" w14:textId="77777777" w:rsidR="00826B7B" w:rsidRDefault="00826B7B" w:rsidP="006C2343">
      <w:pPr>
        <w:pStyle w:val="Titul2"/>
        <w:rPr>
          <w:highlight w:val="green"/>
        </w:rPr>
      </w:pPr>
    </w:p>
    <w:p w14:paraId="40D00C6B" w14:textId="3DA236F3" w:rsidR="003254A3" w:rsidRPr="006C2343" w:rsidRDefault="00751562" w:rsidP="006C2343">
      <w:pPr>
        <w:pStyle w:val="Titul2"/>
        <w:rPr>
          <w:highlight w:val="green"/>
        </w:rPr>
      </w:pPr>
      <w:r w:rsidRPr="00B21B30">
        <w:rPr>
          <w:rFonts w:eastAsia="Times New Roman" w:cs="Arial"/>
          <w:sz w:val="22"/>
          <w:szCs w:val="20"/>
          <w:lang w:eastAsia="cs-CZ"/>
        </w:rPr>
        <w:t>Oprava přijímačů kolejových obvodů - III. etapa</w:t>
      </w:r>
    </w:p>
    <w:p w14:paraId="087933A0" w14:textId="77777777" w:rsidR="00826B7B" w:rsidRPr="006C2343" w:rsidRDefault="00826B7B" w:rsidP="006C2343">
      <w:pPr>
        <w:pStyle w:val="Titul2"/>
      </w:pPr>
    </w:p>
    <w:p w14:paraId="2CBE30EE" w14:textId="77777777" w:rsidR="00826B7B" w:rsidRDefault="00826B7B">
      <w:r>
        <w:br w:type="page"/>
      </w:r>
    </w:p>
    <w:p w14:paraId="1767EFF5" w14:textId="77777777" w:rsidR="00BD7E91" w:rsidRDefault="00BD7E91" w:rsidP="00B101FD">
      <w:pPr>
        <w:pStyle w:val="Nadpisbezsl1-1"/>
      </w:pPr>
      <w:r>
        <w:lastRenderedPageBreak/>
        <w:t>Obsah</w:t>
      </w:r>
    </w:p>
    <w:p w14:paraId="096D4726" w14:textId="74A0BD7E" w:rsidR="00333D3E" w:rsidRPr="00E92AD8"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3900521" w:history="1">
        <w:r w:rsidR="00333D3E" w:rsidRPr="00E92AD8">
          <w:rPr>
            <w:rStyle w:val="Hypertextovodkaz"/>
          </w:rPr>
          <w:t>1.</w:t>
        </w:r>
        <w:r w:rsidR="00333D3E" w:rsidRPr="00E92AD8">
          <w:rPr>
            <w:rFonts w:eastAsiaTheme="minorEastAsia"/>
            <w:noProof/>
            <w:sz w:val="22"/>
            <w:szCs w:val="22"/>
            <w:lang w:eastAsia="cs-CZ"/>
          </w:rPr>
          <w:tab/>
        </w:r>
        <w:r w:rsidR="00333D3E" w:rsidRPr="00E92AD8">
          <w:rPr>
            <w:rStyle w:val="Hypertextovodkaz"/>
          </w:rPr>
          <w:t>ÚVODNÍ USTANOVENÍ</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_Toc3900521 \h </w:instrText>
        </w:r>
        <w:r w:rsidR="00333D3E" w:rsidRPr="00E92AD8">
          <w:rPr>
            <w:noProof/>
            <w:webHidden/>
          </w:rPr>
        </w:r>
        <w:r w:rsidR="00333D3E" w:rsidRPr="00E92AD8">
          <w:rPr>
            <w:noProof/>
            <w:webHidden/>
          </w:rPr>
          <w:fldChar w:fldCharType="separate"/>
        </w:r>
        <w:r w:rsidR="0034479A">
          <w:rPr>
            <w:noProof/>
            <w:webHidden/>
          </w:rPr>
          <w:t>3</w:t>
        </w:r>
        <w:r w:rsidR="00333D3E" w:rsidRPr="00E92AD8">
          <w:rPr>
            <w:noProof/>
            <w:webHidden/>
          </w:rPr>
          <w:fldChar w:fldCharType="end"/>
        </w:r>
      </w:hyperlink>
    </w:p>
    <w:p w14:paraId="404F38AC" w14:textId="682CD927" w:rsidR="00333D3E" w:rsidRPr="00E92AD8" w:rsidRDefault="0034479A">
      <w:pPr>
        <w:pStyle w:val="Obsah1"/>
        <w:rPr>
          <w:rFonts w:eastAsiaTheme="minorEastAsia"/>
          <w:noProof/>
          <w:sz w:val="22"/>
          <w:szCs w:val="22"/>
          <w:lang w:eastAsia="cs-CZ"/>
        </w:rPr>
      </w:pPr>
      <w:hyperlink w:anchor="_Toc3900522" w:history="1">
        <w:r w:rsidR="00333D3E" w:rsidRPr="00E92AD8">
          <w:rPr>
            <w:rStyle w:val="Hypertextovodkaz"/>
          </w:rPr>
          <w:t>2.</w:t>
        </w:r>
        <w:r w:rsidR="00333D3E" w:rsidRPr="00E92AD8">
          <w:rPr>
            <w:rFonts w:eastAsiaTheme="minorEastAsia"/>
            <w:noProof/>
            <w:sz w:val="22"/>
            <w:szCs w:val="22"/>
            <w:lang w:eastAsia="cs-CZ"/>
          </w:rPr>
          <w:tab/>
        </w:r>
        <w:r w:rsidR="00333D3E" w:rsidRPr="00E92AD8">
          <w:rPr>
            <w:rStyle w:val="Hypertextovodkaz"/>
          </w:rPr>
          <w:t>IDENTIFIKAČNÍ ÚDAJE ZADAVATELE</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_Toc3900522 \h </w:instrText>
        </w:r>
        <w:r w:rsidR="00333D3E" w:rsidRPr="00E92AD8">
          <w:rPr>
            <w:noProof/>
            <w:webHidden/>
          </w:rPr>
        </w:r>
        <w:r w:rsidR="00333D3E" w:rsidRPr="00E92AD8">
          <w:rPr>
            <w:noProof/>
            <w:webHidden/>
          </w:rPr>
          <w:fldChar w:fldCharType="separate"/>
        </w:r>
        <w:r>
          <w:rPr>
            <w:noProof/>
            <w:webHidden/>
          </w:rPr>
          <w:t>3</w:t>
        </w:r>
        <w:r w:rsidR="00333D3E" w:rsidRPr="00E92AD8">
          <w:rPr>
            <w:noProof/>
            <w:webHidden/>
          </w:rPr>
          <w:fldChar w:fldCharType="end"/>
        </w:r>
      </w:hyperlink>
    </w:p>
    <w:p w14:paraId="3A3DFD58" w14:textId="06E87B4E" w:rsidR="00333D3E" w:rsidRPr="00E92AD8" w:rsidRDefault="0034479A">
      <w:pPr>
        <w:pStyle w:val="Obsah1"/>
        <w:rPr>
          <w:rFonts w:eastAsiaTheme="minorEastAsia"/>
          <w:noProof/>
          <w:sz w:val="22"/>
          <w:szCs w:val="22"/>
          <w:lang w:eastAsia="cs-CZ"/>
        </w:rPr>
      </w:pPr>
      <w:hyperlink w:anchor="_Toc3900523" w:history="1">
        <w:r w:rsidR="00333D3E" w:rsidRPr="00E92AD8">
          <w:rPr>
            <w:rStyle w:val="Hypertextovodkaz"/>
          </w:rPr>
          <w:t>3.</w:t>
        </w:r>
        <w:r w:rsidR="00333D3E" w:rsidRPr="00E92AD8">
          <w:rPr>
            <w:rFonts w:eastAsiaTheme="minorEastAsia"/>
            <w:noProof/>
            <w:sz w:val="22"/>
            <w:szCs w:val="22"/>
            <w:lang w:eastAsia="cs-CZ"/>
          </w:rPr>
          <w:tab/>
        </w:r>
        <w:r w:rsidR="00333D3E" w:rsidRPr="00E92AD8">
          <w:rPr>
            <w:rStyle w:val="Hypertextovodkaz"/>
          </w:rPr>
          <w:t>KOMUNIKACE MEZI ZADAVATELEM A DODAVATELEM</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_Toc3900523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772CF128" w14:textId="67AC94BD" w:rsidR="00333D3E" w:rsidRPr="00E92AD8" w:rsidRDefault="0034479A">
      <w:pPr>
        <w:pStyle w:val="Obsah1"/>
        <w:rPr>
          <w:rFonts w:eastAsiaTheme="minorEastAsia"/>
          <w:noProof/>
          <w:sz w:val="22"/>
          <w:szCs w:val="22"/>
          <w:lang w:eastAsia="cs-CZ"/>
        </w:rPr>
      </w:pPr>
      <w:hyperlink w:anchor="_Toc3900524" w:history="1">
        <w:r w:rsidR="00333D3E" w:rsidRPr="00E92AD8">
          <w:rPr>
            <w:rStyle w:val="Hypertextovodkaz"/>
          </w:rPr>
          <w:t>4.</w:t>
        </w:r>
        <w:r w:rsidR="00333D3E" w:rsidRPr="00E92AD8">
          <w:rPr>
            <w:rFonts w:eastAsiaTheme="minorEastAsia"/>
            <w:noProof/>
            <w:sz w:val="22"/>
            <w:szCs w:val="22"/>
            <w:lang w:eastAsia="cs-CZ"/>
          </w:rPr>
          <w:tab/>
        </w:r>
        <w:r w:rsidR="00333D3E" w:rsidRPr="00E92AD8">
          <w:rPr>
            <w:rStyle w:val="Hypertextovodkaz"/>
          </w:rPr>
          <w:t>ÚČEL A PŘEDMĚT PLNĚNÍ VEŘEJNÉ ZAKÁZKY</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_Toc3900524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122C83B8" w14:textId="54FBE6A8" w:rsidR="00333D3E" w:rsidRPr="00E92AD8" w:rsidRDefault="0034479A">
      <w:pPr>
        <w:pStyle w:val="Obsah1"/>
        <w:rPr>
          <w:rFonts w:eastAsiaTheme="minorEastAsia"/>
          <w:noProof/>
          <w:sz w:val="22"/>
          <w:szCs w:val="22"/>
          <w:lang w:eastAsia="cs-CZ"/>
        </w:rPr>
      </w:pPr>
      <w:hyperlink w:anchor="_Toc3900525" w:history="1">
        <w:r w:rsidR="00333D3E" w:rsidRPr="00E92AD8">
          <w:rPr>
            <w:rStyle w:val="Hypertextovodkaz"/>
          </w:rPr>
          <w:t>5.</w:t>
        </w:r>
        <w:r w:rsidR="00333D3E" w:rsidRPr="00E92AD8">
          <w:rPr>
            <w:rFonts w:eastAsiaTheme="minorEastAsia"/>
            <w:noProof/>
            <w:sz w:val="22"/>
            <w:szCs w:val="22"/>
            <w:lang w:eastAsia="cs-CZ"/>
          </w:rPr>
          <w:tab/>
        </w:r>
        <w:r w:rsidR="00333D3E" w:rsidRPr="00E92AD8">
          <w:rPr>
            <w:rStyle w:val="Hypertextovodkaz"/>
          </w:rPr>
          <w:t>ZDROJE FINANCOVÁNÍ</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_Toc3900525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50C5EACE" w14:textId="6C607F30" w:rsidR="00333D3E" w:rsidRPr="00E92AD8" w:rsidRDefault="0034479A">
      <w:pPr>
        <w:pStyle w:val="Obsah1"/>
        <w:rPr>
          <w:rFonts w:eastAsiaTheme="minorEastAsia"/>
          <w:noProof/>
          <w:sz w:val="22"/>
          <w:szCs w:val="22"/>
          <w:lang w:eastAsia="cs-CZ"/>
        </w:rPr>
      </w:pPr>
      <w:hyperlink w:anchor="_Toc3900526" w:history="1">
        <w:r w:rsidR="00333D3E" w:rsidRPr="00E92AD8">
          <w:rPr>
            <w:rStyle w:val="Hypertextovodkaz"/>
          </w:rPr>
          <w:t>6.</w:t>
        </w:r>
        <w:r w:rsidR="00333D3E" w:rsidRPr="00E92AD8">
          <w:rPr>
            <w:rFonts w:eastAsiaTheme="minorEastAsia"/>
            <w:noProof/>
            <w:sz w:val="22"/>
            <w:szCs w:val="22"/>
            <w:lang w:eastAsia="cs-CZ"/>
          </w:rPr>
          <w:tab/>
        </w:r>
        <w:r w:rsidR="00333D3E" w:rsidRPr="00E92AD8">
          <w:rPr>
            <w:rStyle w:val="Hypertextovodkaz"/>
          </w:rPr>
          <w:t>OBSAH ZADÁVACÍ DOKUMENTACE</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_Toc3900526 \h </w:instrText>
        </w:r>
        <w:r w:rsidR="00333D3E" w:rsidRPr="00E92AD8">
          <w:rPr>
            <w:noProof/>
            <w:webHidden/>
          </w:rPr>
        </w:r>
        <w:r w:rsidR="00333D3E" w:rsidRPr="00E92AD8">
          <w:rPr>
            <w:noProof/>
            <w:webHidden/>
          </w:rPr>
          <w:fldChar w:fldCharType="separate"/>
        </w:r>
        <w:r>
          <w:rPr>
            <w:noProof/>
            <w:webHidden/>
          </w:rPr>
          <w:t>4</w:t>
        </w:r>
        <w:r w:rsidR="00333D3E" w:rsidRPr="00E92AD8">
          <w:rPr>
            <w:noProof/>
            <w:webHidden/>
          </w:rPr>
          <w:fldChar w:fldCharType="end"/>
        </w:r>
      </w:hyperlink>
    </w:p>
    <w:p w14:paraId="53CDCD2E" w14:textId="027C807A" w:rsidR="00333D3E" w:rsidRPr="00E92AD8" w:rsidRDefault="0034479A">
      <w:pPr>
        <w:pStyle w:val="Obsah1"/>
        <w:rPr>
          <w:rFonts w:eastAsiaTheme="minorEastAsia"/>
          <w:noProof/>
          <w:sz w:val="22"/>
          <w:szCs w:val="22"/>
          <w:lang w:eastAsia="cs-CZ"/>
        </w:rPr>
      </w:pPr>
      <w:hyperlink w:anchor="_Toc3900527" w:history="1">
        <w:r w:rsidR="00333D3E" w:rsidRPr="00E92AD8">
          <w:rPr>
            <w:rStyle w:val="Hypertextovodkaz"/>
          </w:rPr>
          <w:t>7.</w:t>
        </w:r>
        <w:r w:rsidR="00333D3E" w:rsidRPr="00E92AD8">
          <w:rPr>
            <w:rFonts w:eastAsiaTheme="minorEastAsia"/>
            <w:noProof/>
            <w:sz w:val="22"/>
            <w:szCs w:val="22"/>
            <w:lang w:eastAsia="cs-CZ"/>
          </w:rPr>
          <w:tab/>
        </w:r>
        <w:r w:rsidR="00333D3E" w:rsidRPr="00E92AD8">
          <w:rPr>
            <w:rStyle w:val="Hypertextovodkaz"/>
          </w:rPr>
          <w:t>VYSVĚTLENÍ, ZMĚNY A DOPLNĚNÍ ZADÁVACÍ DOKUMENTACE</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_Toc3900527 \h </w:instrText>
        </w:r>
        <w:r w:rsidR="00333D3E" w:rsidRPr="00E92AD8">
          <w:rPr>
            <w:noProof/>
            <w:webHidden/>
          </w:rPr>
        </w:r>
        <w:r w:rsidR="00333D3E" w:rsidRPr="00E92AD8">
          <w:rPr>
            <w:noProof/>
            <w:webHidden/>
          </w:rPr>
          <w:fldChar w:fldCharType="separate"/>
        </w:r>
        <w:r>
          <w:rPr>
            <w:noProof/>
            <w:webHidden/>
          </w:rPr>
          <w:t>5</w:t>
        </w:r>
        <w:r w:rsidR="00333D3E" w:rsidRPr="00E92AD8">
          <w:rPr>
            <w:noProof/>
            <w:webHidden/>
          </w:rPr>
          <w:fldChar w:fldCharType="end"/>
        </w:r>
      </w:hyperlink>
    </w:p>
    <w:p w14:paraId="19455094" w14:textId="6C1D3C39" w:rsidR="00333D3E" w:rsidRPr="00E92AD8" w:rsidRDefault="0034479A">
      <w:pPr>
        <w:pStyle w:val="Obsah1"/>
        <w:rPr>
          <w:rFonts w:eastAsiaTheme="minorEastAsia"/>
          <w:noProof/>
          <w:sz w:val="22"/>
          <w:szCs w:val="22"/>
          <w:lang w:eastAsia="cs-CZ"/>
        </w:rPr>
      </w:pPr>
      <w:hyperlink w:anchor="_Toc3900528" w:history="1">
        <w:r w:rsidR="00333D3E" w:rsidRPr="00E92AD8">
          <w:rPr>
            <w:rStyle w:val="Hypertextovodkaz"/>
          </w:rPr>
          <w:t>8.</w:t>
        </w:r>
        <w:r w:rsidR="00333D3E" w:rsidRPr="00E92AD8">
          <w:rPr>
            <w:rFonts w:eastAsiaTheme="minorEastAsia"/>
            <w:noProof/>
            <w:sz w:val="22"/>
            <w:szCs w:val="22"/>
            <w:lang w:eastAsia="cs-CZ"/>
          </w:rPr>
          <w:tab/>
        </w:r>
        <w:r w:rsidR="00333D3E" w:rsidRPr="00E92AD8">
          <w:rPr>
            <w:rStyle w:val="Hypertextovodkaz"/>
          </w:rPr>
          <w:t>POŽADAVKY ZADAVATELE NA KVALIFIKACI</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_Toc3900528 \h </w:instrText>
        </w:r>
        <w:r w:rsidR="00333D3E" w:rsidRPr="00E92AD8">
          <w:rPr>
            <w:noProof/>
            <w:webHidden/>
          </w:rPr>
        </w:r>
        <w:r w:rsidR="00333D3E" w:rsidRPr="00E92AD8">
          <w:rPr>
            <w:noProof/>
            <w:webHidden/>
          </w:rPr>
          <w:fldChar w:fldCharType="separate"/>
        </w:r>
        <w:r>
          <w:rPr>
            <w:noProof/>
            <w:webHidden/>
          </w:rPr>
          <w:t>6</w:t>
        </w:r>
        <w:r w:rsidR="00333D3E" w:rsidRPr="00E92AD8">
          <w:rPr>
            <w:noProof/>
            <w:webHidden/>
          </w:rPr>
          <w:fldChar w:fldCharType="end"/>
        </w:r>
      </w:hyperlink>
    </w:p>
    <w:p w14:paraId="133102B4" w14:textId="5D77A027" w:rsidR="00333D3E" w:rsidRPr="00E92AD8" w:rsidRDefault="0034479A">
      <w:pPr>
        <w:pStyle w:val="Obsah1"/>
        <w:rPr>
          <w:rFonts w:eastAsiaTheme="minorEastAsia"/>
          <w:noProof/>
          <w:sz w:val="22"/>
          <w:szCs w:val="22"/>
          <w:lang w:eastAsia="cs-CZ"/>
        </w:rPr>
      </w:pPr>
      <w:hyperlink w:anchor="_Toc3900529" w:history="1">
        <w:r w:rsidR="00333D3E" w:rsidRPr="00E92AD8">
          <w:rPr>
            <w:rStyle w:val="Hypertextovodkaz"/>
          </w:rPr>
          <w:t>9.</w:t>
        </w:r>
        <w:r w:rsidR="00333D3E" w:rsidRPr="00E92AD8">
          <w:rPr>
            <w:rFonts w:eastAsiaTheme="minorEastAsia"/>
            <w:noProof/>
            <w:sz w:val="22"/>
            <w:szCs w:val="22"/>
            <w:lang w:eastAsia="cs-CZ"/>
          </w:rPr>
          <w:tab/>
        </w:r>
        <w:r w:rsidR="00333D3E" w:rsidRPr="00E92AD8">
          <w:rPr>
            <w:rStyle w:val="Hypertextovodkaz"/>
          </w:rPr>
          <w:t>DALŠÍ INFORMACE/DOKUMENTY PŘEDKLÁDANÉ DODAVATELEM</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_Toc3900529 \h </w:instrText>
        </w:r>
        <w:r w:rsidR="00333D3E" w:rsidRPr="00E92AD8">
          <w:rPr>
            <w:noProof/>
            <w:webHidden/>
          </w:rPr>
        </w:r>
        <w:r w:rsidR="00333D3E" w:rsidRPr="00E92AD8">
          <w:rPr>
            <w:noProof/>
            <w:webHidden/>
          </w:rPr>
          <w:fldChar w:fldCharType="separate"/>
        </w:r>
        <w:r>
          <w:rPr>
            <w:noProof/>
            <w:webHidden/>
          </w:rPr>
          <w:t>15</w:t>
        </w:r>
        <w:r w:rsidR="00333D3E" w:rsidRPr="00E92AD8">
          <w:rPr>
            <w:noProof/>
            <w:webHidden/>
          </w:rPr>
          <w:fldChar w:fldCharType="end"/>
        </w:r>
      </w:hyperlink>
    </w:p>
    <w:p w14:paraId="5A416B10" w14:textId="4E66E4D5" w:rsidR="00333D3E" w:rsidRPr="00E92AD8" w:rsidRDefault="0034479A">
      <w:pPr>
        <w:pStyle w:val="Obsah1"/>
        <w:rPr>
          <w:rFonts w:eastAsiaTheme="minorEastAsia"/>
          <w:noProof/>
          <w:sz w:val="22"/>
          <w:szCs w:val="22"/>
          <w:lang w:eastAsia="cs-CZ"/>
        </w:rPr>
      </w:pPr>
      <w:hyperlink w:anchor="_Toc3900530" w:history="1">
        <w:r w:rsidR="00333D3E" w:rsidRPr="00E92AD8">
          <w:rPr>
            <w:rStyle w:val="Hypertextovodkaz"/>
          </w:rPr>
          <w:t>10.</w:t>
        </w:r>
        <w:r w:rsidR="00333D3E" w:rsidRPr="00E92AD8">
          <w:rPr>
            <w:rFonts w:eastAsiaTheme="minorEastAsia"/>
            <w:noProof/>
            <w:sz w:val="22"/>
            <w:szCs w:val="22"/>
            <w:lang w:eastAsia="cs-CZ"/>
          </w:rPr>
          <w:tab/>
        </w:r>
        <w:r w:rsidR="00333D3E" w:rsidRPr="00E92AD8">
          <w:rPr>
            <w:rStyle w:val="Hypertextovodkaz"/>
          </w:rPr>
          <w:t>PROHLÍDKA MÍSTA PLNĚNÍ (STAVENIŠTĚ)</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_Toc3900530 \h </w:instrText>
        </w:r>
        <w:r w:rsidR="00333D3E" w:rsidRPr="00E92AD8">
          <w:rPr>
            <w:noProof/>
            <w:webHidden/>
          </w:rPr>
        </w:r>
        <w:r w:rsidR="00333D3E" w:rsidRPr="00E92AD8">
          <w:rPr>
            <w:noProof/>
            <w:webHidden/>
          </w:rPr>
          <w:fldChar w:fldCharType="separate"/>
        </w:r>
        <w:r>
          <w:rPr>
            <w:noProof/>
            <w:webHidden/>
          </w:rPr>
          <w:t>18</w:t>
        </w:r>
        <w:r w:rsidR="00333D3E" w:rsidRPr="00E92AD8">
          <w:rPr>
            <w:noProof/>
            <w:webHidden/>
          </w:rPr>
          <w:fldChar w:fldCharType="end"/>
        </w:r>
      </w:hyperlink>
    </w:p>
    <w:p w14:paraId="1AB51D15" w14:textId="43460D66" w:rsidR="00333D3E" w:rsidRPr="00E92AD8" w:rsidRDefault="0034479A">
      <w:pPr>
        <w:pStyle w:val="Obsah1"/>
        <w:rPr>
          <w:rFonts w:eastAsiaTheme="minorEastAsia"/>
          <w:noProof/>
          <w:sz w:val="22"/>
          <w:szCs w:val="22"/>
          <w:lang w:eastAsia="cs-CZ"/>
        </w:rPr>
      </w:pPr>
      <w:hyperlink w:anchor="_Toc3900531" w:history="1">
        <w:r w:rsidR="00333D3E" w:rsidRPr="00E92AD8">
          <w:rPr>
            <w:rStyle w:val="Hypertextovodkaz"/>
          </w:rPr>
          <w:t>11.</w:t>
        </w:r>
        <w:r w:rsidR="00333D3E" w:rsidRPr="00E92AD8">
          <w:rPr>
            <w:rFonts w:eastAsiaTheme="minorEastAsia"/>
            <w:noProof/>
            <w:sz w:val="22"/>
            <w:szCs w:val="22"/>
            <w:lang w:eastAsia="cs-CZ"/>
          </w:rPr>
          <w:tab/>
        </w:r>
        <w:r w:rsidR="00333D3E" w:rsidRPr="00E92AD8">
          <w:rPr>
            <w:rStyle w:val="Hypertextovodkaz"/>
          </w:rPr>
          <w:t>JAZYK NABÍDEK</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_Toc3900531 \h </w:instrText>
        </w:r>
        <w:r w:rsidR="00333D3E" w:rsidRPr="00E92AD8">
          <w:rPr>
            <w:noProof/>
            <w:webHidden/>
          </w:rPr>
        </w:r>
        <w:r w:rsidR="00333D3E" w:rsidRPr="00E92AD8">
          <w:rPr>
            <w:noProof/>
            <w:webHidden/>
          </w:rPr>
          <w:fldChar w:fldCharType="separate"/>
        </w:r>
        <w:r>
          <w:rPr>
            <w:noProof/>
            <w:webHidden/>
          </w:rPr>
          <w:t>18</w:t>
        </w:r>
        <w:r w:rsidR="00333D3E" w:rsidRPr="00E92AD8">
          <w:rPr>
            <w:noProof/>
            <w:webHidden/>
          </w:rPr>
          <w:fldChar w:fldCharType="end"/>
        </w:r>
      </w:hyperlink>
    </w:p>
    <w:p w14:paraId="3129610F" w14:textId="6048B820" w:rsidR="00333D3E" w:rsidRPr="00E92AD8" w:rsidRDefault="0034479A">
      <w:pPr>
        <w:pStyle w:val="Obsah1"/>
        <w:rPr>
          <w:rFonts w:eastAsiaTheme="minorEastAsia"/>
          <w:noProof/>
          <w:sz w:val="22"/>
          <w:szCs w:val="22"/>
          <w:lang w:eastAsia="cs-CZ"/>
        </w:rPr>
      </w:pPr>
      <w:hyperlink w:anchor="_Toc3900532" w:history="1">
        <w:r w:rsidR="00333D3E" w:rsidRPr="00E92AD8">
          <w:rPr>
            <w:rStyle w:val="Hypertextovodkaz"/>
          </w:rPr>
          <w:t>12.</w:t>
        </w:r>
        <w:r w:rsidR="00333D3E" w:rsidRPr="00E92AD8">
          <w:rPr>
            <w:rFonts w:eastAsiaTheme="minorEastAsia"/>
            <w:noProof/>
            <w:sz w:val="22"/>
            <w:szCs w:val="22"/>
            <w:lang w:eastAsia="cs-CZ"/>
          </w:rPr>
          <w:tab/>
        </w:r>
        <w:r w:rsidR="00333D3E" w:rsidRPr="00E92AD8">
          <w:rPr>
            <w:rStyle w:val="Hypertextovodkaz"/>
          </w:rPr>
          <w:t>LHŮTA PRO PODÁNÍ NABÍDEK, OBSAH A PODÁVÁNÍ NABÍDEK</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_Toc3900532 \h </w:instrText>
        </w:r>
        <w:r w:rsidR="00333D3E" w:rsidRPr="00E92AD8">
          <w:rPr>
            <w:noProof/>
            <w:webHidden/>
          </w:rPr>
        </w:r>
        <w:r w:rsidR="00333D3E" w:rsidRPr="00E92AD8">
          <w:rPr>
            <w:noProof/>
            <w:webHidden/>
          </w:rPr>
          <w:fldChar w:fldCharType="separate"/>
        </w:r>
        <w:r>
          <w:rPr>
            <w:noProof/>
            <w:webHidden/>
          </w:rPr>
          <w:t>19</w:t>
        </w:r>
        <w:r w:rsidR="00333D3E" w:rsidRPr="00E92AD8">
          <w:rPr>
            <w:noProof/>
            <w:webHidden/>
          </w:rPr>
          <w:fldChar w:fldCharType="end"/>
        </w:r>
      </w:hyperlink>
    </w:p>
    <w:p w14:paraId="1B7D394B" w14:textId="237CA74C" w:rsidR="00333D3E" w:rsidRPr="00E92AD8" w:rsidRDefault="0034479A">
      <w:pPr>
        <w:pStyle w:val="Obsah1"/>
        <w:rPr>
          <w:rFonts w:eastAsiaTheme="minorEastAsia"/>
          <w:noProof/>
          <w:sz w:val="22"/>
          <w:szCs w:val="22"/>
          <w:lang w:eastAsia="cs-CZ"/>
        </w:rPr>
      </w:pPr>
      <w:hyperlink w:anchor="_Toc3900533" w:history="1">
        <w:r w:rsidR="00333D3E" w:rsidRPr="00E92AD8">
          <w:rPr>
            <w:rStyle w:val="Hypertextovodkaz"/>
          </w:rPr>
          <w:t>13.</w:t>
        </w:r>
        <w:r w:rsidR="00333D3E" w:rsidRPr="00E92AD8">
          <w:rPr>
            <w:rFonts w:eastAsiaTheme="minorEastAsia"/>
            <w:noProof/>
            <w:sz w:val="22"/>
            <w:szCs w:val="22"/>
            <w:lang w:eastAsia="cs-CZ"/>
          </w:rPr>
          <w:tab/>
        </w:r>
        <w:r w:rsidR="00333D3E" w:rsidRPr="00E92AD8">
          <w:rPr>
            <w:rStyle w:val="Hypertextovodkaz"/>
          </w:rPr>
          <w:t>POŽADAVKY NA ZPRACOVÁNÍ NABÍDKOVÉ CENY</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_Toc3900533 \h </w:instrText>
        </w:r>
        <w:r w:rsidR="00333D3E" w:rsidRPr="00E92AD8">
          <w:rPr>
            <w:noProof/>
            <w:webHidden/>
          </w:rPr>
        </w:r>
        <w:r w:rsidR="00333D3E" w:rsidRPr="00E92AD8">
          <w:rPr>
            <w:noProof/>
            <w:webHidden/>
          </w:rPr>
          <w:fldChar w:fldCharType="separate"/>
        </w:r>
        <w:r>
          <w:rPr>
            <w:noProof/>
            <w:webHidden/>
          </w:rPr>
          <w:t>21</w:t>
        </w:r>
        <w:r w:rsidR="00333D3E" w:rsidRPr="00E92AD8">
          <w:rPr>
            <w:noProof/>
            <w:webHidden/>
          </w:rPr>
          <w:fldChar w:fldCharType="end"/>
        </w:r>
      </w:hyperlink>
    </w:p>
    <w:p w14:paraId="2E0BB89B" w14:textId="04E00699" w:rsidR="00333D3E" w:rsidRDefault="0034479A">
      <w:pPr>
        <w:pStyle w:val="Obsah1"/>
        <w:rPr>
          <w:rFonts w:eastAsiaTheme="minorEastAsia"/>
          <w:noProof/>
          <w:sz w:val="22"/>
          <w:szCs w:val="22"/>
          <w:lang w:eastAsia="cs-CZ"/>
        </w:rPr>
      </w:pPr>
      <w:hyperlink w:anchor="_Toc3900534" w:history="1">
        <w:r w:rsidR="00333D3E" w:rsidRPr="00E92AD8">
          <w:rPr>
            <w:rStyle w:val="Hypertextovodkaz"/>
          </w:rPr>
          <w:t>14.</w:t>
        </w:r>
        <w:r w:rsidR="00333D3E" w:rsidRPr="00E92AD8">
          <w:rPr>
            <w:rFonts w:eastAsiaTheme="minorEastAsia"/>
            <w:noProof/>
            <w:sz w:val="22"/>
            <w:szCs w:val="22"/>
            <w:lang w:eastAsia="cs-CZ"/>
          </w:rPr>
          <w:tab/>
        </w:r>
        <w:r w:rsidR="00B225E9">
          <w:rPr>
            <w:rStyle w:val="Hypertextovodkaz"/>
          </w:rPr>
          <w:t>VARIANTY NABÍDKY</w:t>
        </w:r>
        <w:r w:rsidR="00333D3E" w:rsidRPr="00E92AD8">
          <w:rPr>
            <w:noProof/>
            <w:webHidden/>
          </w:rPr>
          <w:tab/>
        </w:r>
        <w:r w:rsidR="00333D3E" w:rsidRPr="00E92AD8">
          <w:rPr>
            <w:noProof/>
            <w:webHidden/>
          </w:rPr>
          <w:fldChar w:fldCharType="begin"/>
        </w:r>
        <w:r w:rsidR="00333D3E" w:rsidRPr="00E92AD8">
          <w:rPr>
            <w:noProof/>
            <w:webHidden/>
          </w:rPr>
          <w:instrText xml:space="preserve"> PAGEREF _Toc3900534 \h </w:instrText>
        </w:r>
        <w:r w:rsidR="00333D3E" w:rsidRPr="00E92AD8">
          <w:rPr>
            <w:noProof/>
            <w:webHidden/>
          </w:rPr>
        </w:r>
        <w:r w:rsidR="00333D3E" w:rsidRPr="00E92AD8">
          <w:rPr>
            <w:noProof/>
            <w:webHidden/>
          </w:rPr>
          <w:fldChar w:fldCharType="separate"/>
        </w:r>
        <w:r>
          <w:rPr>
            <w:noProof/>
            <w:webHidden/>
          </w:rPr>
          <w:t>21</w:t>
        </w:r>
        <w:r w:rsidR="00333D3E" w:rsidRPr="00E92AD8">
          <w:rPr>
            <w:noProof/>
            <w:webHidden/>
          </w:rPr>
          <w:fldChar w:fldCharType="end"/>
        </w:r>
      </w:hyperlink>
    </w:p>
    <w:p w14:paraId="12B5DB4B" w14:textId="721F9F2A" w:rsidR="00333D3E" w:rsidRDefault="0034479A">
      <w:pPr>
        <w:pStyle w:val="Obsah1"/>
        <w:rPr>
          <w:rFonts w:eastAsiaTheme="minorEastAsia"/>
          <w:noProof/>
          <w:sz w:val="22"/>
          <w:szCs w:val="22"/>
          <w:lang w:eastAsia="cs-CZ"/>
        </w:rPr>
      </w:pPr>
      <w:hyperlink w:anchor="_Toc3900535" w:history="1">
        <w:r w:rsidR="00333D3E" w:rsidRPr="009F724A">
          <w:rPr>
            <w:rStyle w:val="Hypertextovodkaz"/>
          </w:rPr>
          <w:t>15.</w:t>
        </w:r>
        <w:r w:rsidR="00333D3E">
          <w:rPr>
            <w:rFonts w:eastAsiaTheme="minorEastAsia"/>
            <w:noProof/>
            <w:sz w:val="22"/>
            <w:szCs w:val="22"/>
            <w:lang w:eastAsia="cs-CZ"/>
          </w:rPr>
          <w:tab/>
        </w:r>
        <w:r w:rsidR="00333D3E" w:rsidRPr="009F724A">
          <w:rPr>
            <w:rStyle w:val="Hypertextovodkaz"/>
          </w:rPr>
          <w:t>OTEVÍRÁNÍ OBÁLEK S NABÍDKAMI</w:t>
        </w:r>
        <w:r w:rsidR="00333D3E">
          <w:rPr>
            <w:noProof/>
            <w:webHidden/>
          </w:rPr>
          <w:tab/>
        </w:r>
        <w:r w:rsidR="00333D3E">
          <w:rPr>
            <w:noProof/>
            <w:webHidden/>
          </w:rPr>
          <w:fldChar w:fldCharType="begin"/>
        </w:r>
        <w:r w:rsidR="00333D3E">
          <w:rPr>
            <w:noProof/>
            <w:webHidden/>
          </w:rPr>
          <w:instrText xml:space="preserve"> PAGEREF _Toc3900535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14:paraId="65AA7C93" w14:textId="614A5438" w:rsidR="00333D3E" w:rsidRDefault="0034479A">
      <w:pPr>
        <w:pStyle w:val="Obsah1"/>
        <w:rPr>
          <w:rFonts w:eastAsiaTheme="minorEastAsia"/>
          <w:noProof/>
          <w:sz w:val="22"/>
          <w:szCs w:val="22"/>
          <w:lang w:eastAsia="cs-CZ"/>
        </w:rPr>
      </w:pPr>
      <w:hyperlink w:anchor="_Toc3900536" w:history="1">
        <w:r w:rsidR="00333D3E" w:rsidRPr="009F724A">
          <w:rPr>
            <w:rStyle w:val="Hypertextovodkaz"/>
          </w:rPr>
          <w:t>16.</w:t>
        </w:r>
        <w:r w:rsidR="00333D3E">
          <w:rPr>
            <w:rFonts w:eastAsiaTheme="minorEastAsia"/>
            <w:noProof/>
            <w:sz w:val="22"/>
            <w:szCs w:val="22"/>
            <w:lang w:eastAsia="cs-CZ"/>
          </w:rPr>
          <w:tab/>
        </w:r>
        <w:r w:rsidR="00333D3E" w:rsidRPr="009F724A">
          <w:rPr>
            <w:rStyle w:val="Hypertextovodkaz"/>
          </w:rPr>
          <w:t>POSOUZENÍ SPLNĚNÍ PODMÍNEK ÚČASTI</w:t>
        </w:r>
        <w:r w:rsidR="00333D3E">
          <w:rPr>
            <w:noProof/>
            <w:webHidden/>
          </w:rPr>
          <w:tab/>
        </w:r>
        <w:r w:rsidR="00333D3E">
          <w:rPr>
            <w:noProof/>
            <w:webHidden/>
          </w:rPr>
          <w:fldChar w:fldCharType="begin"/>
        </w:r>
        <w:r w:rsidR="00333D3E">
          <w:rPr>
            <w:noProof/>
            <w:webHidden/>
          </w:rPr>
          <w:instrText xml:space="preserve"> PAGEREF _Toc3900536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14:paraId="5879F34F" w14:textId="0ABDDB76" w:rsidR="00333D3E" w:rsidRDefault="0034479A">
      <w:pPr>
        <w:pStyle w:val="Obsah1"/>
        <w:rPr>
          <w:rFonts w:eastAsiaTheme="minorEastAsia"/>
          <w:noProof/>
          <w:sz w:val="22"/>
          <w:szCs w:val="22"/>
          <w:lang w:eastAsia="cs-CZ"/>
        </w:rPr>
      </w:pPr>
      <w:hyperlink w:anchor="_Toc3900537" w:history="1">
        <w:r w:rsidR="00333D3E" w:rsidRPr="009F724A">
          <w:rPr>
            <w:rStyle w:val="Hypertextovodkaz"/>
          </w:rPr>
          <w:t>17.</w:t>
        </w:r>
        <w:r w:rsidR="00333D3E">
          <w:rPr>
            <w:rFonts w:eastAsiaTheme="minorEastAsia"/>
            <w:noProof/>
            <w:sz w:val="22"/>
            <w:szCs w:val="22"/>
            <w:lang w:eastAsia="cs-CZ"/>
          </w:rPr>
          <w:tab/>
        </w:r>
        <w:r w:rsidR="00333D3E" w:rsidRPr="009F724A">
          <w:rPr>
            <w:rStyle w:val="Hypertextovodkaz"/>
          </w:rPr>
          <w:t>HODNOCENÍ NABÍDEK</w:t>
        </w:r>
        <w:r w:rsidR="00333D3E">
          <w:rPr>
            <w:noProof/>
            <w:webHidden/>
          </w:rPr>
          <w:tab/>
        </w:r>
        <w:r w:rsidR="00333D3E">
          <w:rPr>
            <w:noProof/>
            <w:webHidden/>
          </w:rPr>
          <w:fldChar w:fldCharType="begin"/>
        </w:r>
        <w:r w:rsidR="00333D3E">
          <w:rPr>
            <w:noProof/>
            <w:webHidden/>
          </w:rPr>
          <w:instrText xml:space="preserve"> PAGEREF _Toc3900537 \h </w:instrText>
        </w:r>
        <w:r w:rsidR="00333D3E">
          <w:rPr>
            <w:noProof/>
            <w:webHidden/>
          </w:rPr>
        </w:r>
        <w:r w:rsidR="00333D3E">
          <w:rPr>
            <w:noProof/>
            <w:webHidden/>
          </w:rPr>
          <w:fldChar w:fldCharType="separate"/>
        </w:r>
        <w:r>
          <w:rPr>
            <w:noProof/>
            <w:webHidden/>
          </w:rPr>
          <w:t>23</w:t>
        </w:r>
        <w:r w:rsidR="00333D3E">
          <w:rPr>
            <w:noProof/>
            <w:webHidden/>
          </w:rPr>
          <w:fldChar w:fldCharType="end"/>
        </w:r>
      </w:hyperlink>
    </w:p>
    <w:p w14:paraId="59780AB8" w14:textId="784CB92B" w:rsidR="00333D3E" w:rsidRDefault="0034479A">
      <w:pPr>
        <w:pStyle w:val="Obsah1"/>
        <w:rPr>
          <w:rFonts w:eastAsiaTheme="minorEastAsia"/>
          <w:noProof/>
          <w:sz w:val="22"/>
          <w:szCs w:val="22"/>
          <w:lang w:eastAsia="cs-CZ"/>
        </w:rPr>
      </w:pPr>
      <w:hyperlink w:anchor="_Toc3900538" w:history="1">
        <w:r w:rsidR="00333D3E" w:rsidRPr="009F724A">
          <w:rPr>
            <w:rStyle w:val="Hypertextovodkaz"/>
          </w:rPr>
          <w:t>18.</w:t>
        </w:r>
        <w:r w:rsidR="00333D3E">
          <w:rPr>
            <w:rFonts w:eastAsiaTheme="minorEastAsia"/>
            <w:noProof/>
            <w:sz w:val="22"/>
            <w:szCs w:val="22"/>
            <w:lang w:eastAsia="cs-CZ"/>
          </w:rPr>
          <w:tab/>
        </w:r>
        <w:r w:rsidR="00333D3E" w:rsidRPr="009F724A">
          <w:rPr>
            <w:rStyle w:val="Hypertextovodkaz"/>
          </w:rPr>
          <w:t>ZRUŠENÍ VÝBĚROVÉHO ŘÍZENÍ</w:t>
        </w:r>
        <w:r w:rsidR="00333D3E">
          <w:rPr>
            <w:noProof/>
            <w:webHidden/>
          </w:rPr>
          <w:tab/>
        </w:r>
        <w:r w:rsidR="00333D3E">
          <w:rPr>
            <w:noProof/>
            <w:webHidden/>
          </w:rPr>
          <w:fldChar w:fldCharType="begin"/>
        </w:r>
        <w:r w:rsidR="00333D3E">
          <w:rPr>
            <w:noProof/>
            <w:webHidden/>
          </w:rPr>
          <w:instrText xml:space="preserve"> PAGEREF _Toc3900538 \h </w:instrText>
        </w:r>
        <w:r w:rsidR="00333D3E">
          <w:rPr>
            <w:noProof/>
            <w:webHidden/>
          </w:rPr>
        </w:r>
        <w:r w:rsidR="00333D3E">
          <w:rPr>
            <w:noProof/>
            <w:webHidden/>
          </w:rPr>
          <w:fldChar w:fldCharType="separate"/>
        </w:r>
        <w:r>
          <w:rPr>
            <w:noProof/>
            <w:webHidden/>
          </w:rPr>
          <w:t>24</w:t>
        </w:r>
        <w:r w:rsidR="00333D3E">
          <w:rPr>
            <w:noProof/>
            <w:webHidden/>
          </w:rPr>
          <w:fldChar w:fldCharType="end"/>
        </w:r>
      </w:hyperlink>
    </w:p>
    <w:p w14:paraId="6D4019B2" w14:textId="74BAB40D" w:rsidR="00333D3E" w:rsidRDefault="0034479A">
      <w:pPr>
        <w:pStyle w:val="Obsah1"/>
        <w:rPr>
          <w:rFonts w:eastAsiaTheme="minorEastAsia"/>
          <w:noProof/>
          <w:sz w:val="22"/>
          <w:szCs w:val="22"/>
          <w:lang w:eastAsia="cs-CZ"/>
        </w:rPr>
      </w:pPr>
      <w:hyperlink w:anchor="_Toc3900539" w:history="1">
        <w:r w:rsidR="00333D3E" w:rsidRPr="009F724A">
          <w:rPr>
            <w:rStyle w:val="Hypertextovodkaz"/>
          </w:rPr>
          <w:t>19.</w:t>
        </w:r>
        <w:r w:rsidR="00333D3E">
          <w:rPr>
            <w:rFonts w:eastAsiaTheme="minorEastAsia"/>
            <w:noProof/>
            <w:sz w:val="22"/>
            <w:szCs w:val="22"/>
            <w:lang w:eastAsia="cs-CZ"/>
          </w:rPr>
          <w:tab/>
        </w:r>
        <w:r w:rsidR="00333D3E" w:rsidRPr="009F724A">
          <w:rPr>
            <w:rStyle w:val="Hypertextovodkaz"/>
          </w:rPr>
          <w:t>UZAVŘENÍ SMLOUVY</w:t>
        </w:r>
        <w:r w:rsidR="00333D3E">
          <w:rPr>
            <w:noProof/>
            <w:webHidden/>
          </w:rPr>
          <w:tab/>
        </w:r>
        <w:r w:rsidR="00333D3E">
          <w:rPr>
            <w:noProof/>
            <w:webHidden/>
          </w:rPr>
          <w:fldChar w:fldCharType="begin"/>
        </w:r>
        <w:r w:rsidR="00333D3E">
          <w:rPr>
            <w:noProof/>
            <w:webHidden/>
          </w:rPr>
          <w:instrText xml:space="preserve"> PAGEREF _Toc3900539 \h </w:instrText>
        </w:r>
        <w:r w:rsidR="00333D3E">
          <w:rPr>
            <w:noProof/>
            <w:webHidden/>
          </w:rPr>
        </w:r>
        <w:r w:rsidR="00333D3E">
          <w:rPr>
            <w:noProof/>
            <w:webHidden/>
          </w:rPr>
          <w:fldChar w:fldCharType="separate"/>
        </w:r>
        <w:r>
          <w:rPr>
            <w:noProof/>
            <w:webHidden/>
          </w:rPr>
          <w:t>24</w:t>
        </w:r>
        <w:r w:rsidR="00333D3E">
          <w:rPr>
            <w:noProof/>
            <w:webHidden/>
          </w:rPr>
          <w:fldChar w:fldCharType="end"/>
        </w:r>
      </w:hyperlink>
    </w:p>
    <w:p w14:paraId="4F26AE3C" w14:textId="6E95CFFB" w:rsidR="00333D3E" w:rsidRDefault="0034479A">
      <w:pPr>
        <w:pStyle w:val="Obsah1"/>
        <w:rPr>
          <w:rFonts w:eastAsiaTheme="minorEastAsia"/>
          <w:noProof/>
          <w:sz w:val="22"/>
          <w:szCs w:val="22"/>
          <w:lang w:eastAsia="cs-CZ"/>
        </w:rPr>
      </w:pPr>
      <w:hyperlink w:anchor="_Toc3900540" w:history="1">
        <w:r w:rsidR="00333D3E" w:rsidRPr="009F724A">
          <w:rPr>
            <w:rStyle w:val="Hypertextovodkaz"/>
          </w:rPr>
          <w:t>20.</w:t>
        </w:r>
        <w:r w:rsidR="00333D3E">
          <w:rPr>
            <w:rFonts w:eastAsiaTheme="minorEastAsia"/>
            <w:noProof/>
            <w:sz w:val="22"/>
            <w:szCs w:val="22"/>
            <w:lang w:eastAsia="cs-CZ"/>
          </w:rPr>
          <w:tab/>
        </w:r>
        <w:r w:rsidR="00333D3E" w:rsidRPr="009F724A">
          <w:rPr>
            <w:rStyle w:val="Hypertextovodkaz"/>
          </w:rPr>
          <w:t>OCHRANA INFORMACÍ</w:t>
        </w:r>
        <w:r w:rsidR="00333D3E">
          <w:rPr>
            <w:noProof/>
            <w:webHidden/>
          </w:rPr>
          <w:tab/>
        </w:r>
        <w:r w:rsidR="00333D3E">
          <w:rPr>
            <w:noProof/>
            <w:webHidden/>
          </w:rPr>
          <w:fldChar w:fldCharType="begin"/>
        </w:r>
        <w:r w:rsidR="00333D3E">
          <w:rPr>
            <w:noProof/>
            <w:webHidden/>
          </w:rPr>
          <w:instrText xml:space="preserve"> PAGEREF _Toc3900540 \h </w:instrText>
        </w:r>
        <w:r w:rsidR="00333D3E">
          <w:rPr>
            <w:noProof/>
            <w:webHidden/>
          </w:rPr>
        </w:r>
        <w:r w:rsidR="00333D3E">
          <w:rPr>
            <w:noProof/>
            <w:webHidden/>
          </w:rPr>
          <w:fldChar w:fldCharType="separate"/>
        </w:r>
        <w:r>
          <w:rPr>
            <w:noProof/>
            <w:webHidden/>
          </w:rPr>
          <w:t>25</w:t>
        </w:r>
        <w:r w:rsidR="00333D3E">
          <w:rPr>
            <w:noProof/>
            <w:webHidden/>
          </w:rPr>
          <w:fldChar w:fldCharType="end"/>
        </w:r>
      </w:hyperlink>
    </w:p>
    <w:p w14:paraId="19F71548" w14:textId="5C4DEE29" w:rsidR="00333D3E" w:rsidRDefault="0034479A">
      <w:pPr>
        <w:pStyle w:val="Obsah1"/>
        <w:rPr>
          <w:rFonts w:eastAsiaTheme="minorEastAsia"/>
          <w:noProof/>
          <w:sz w:val="22"/>
          <w:szCs w:val="22"/>
          <w:lang w:eastAsia="cs-CZ"/>
        </w:rPr>
      </w:pPr>
      <w:hyperlink w:anchor="_Toc3900541" w:history="1">
        <w:r w:rsidR="00333D3E" w:rsidRPr="009F724A">
          <w:rPr>
            <w:rStyle w:val="Hypertextovodkaz"/>
          </w:rPr>
          <w:t>21.</w:t>
        </w:r>
        <w:r w:rsidR="00333D3E">
          <w:rPr>
            <w:rFonts w:eastAsiaTheme="minorEastAsia"/>
            <w:noProof/>
            <w:sz w:val="22"/>
            <w:szCs w:val="22"/>
            <w:lang w:eastAsia="cs-CZ"/>
          </w:rPr>
          <w:tab/>
        </w:r>
        <w:r w:rsidR="00333D3E" w:rsidRPr="009F724A">
          <w:rPr>
            <w:rStyle w:val="Hypertextovodkaz"/>
          </w:rPr>
          <w:t>REGISTR SMLUV</w:t>
        </w:r>
        <w:r w:rsidR="00333D3E">
          <w:rPr>
            <w:noProof/>
            <w:webHidden/>
          </w:rPr>
          <w:tab/>
        </w:r>
        <w:r w:rsidR="00333D3E">
          <w:rPr>
            <w:noProof/>
            <w:webHidden/>
          </w:rPr>
          <w:fldChar w:fldCharType="begin"/>
        </w:r>
        <w:r w:rsidR="00333D3E">
          <w:rPr>
            <w:noProof/>
            <w:webHidden/>
          </w:rPr>
          <w:instrText xml:space="preserve"> PAGEREF _Toc3900541 \h </w:instrText>
        </w:r>
        <w:r w:rsidR="00333D3E">
          <w:rPr>
            <w:noProof/>
            <w:webHidden/>
          </w:rPr>
        </w:r>
        <w:r w:rsidR="00333D3E">
          <w:rPr>
            <w:noProof/>
            <w:webHidden/>
          </w:rPr>
          <w:fldChar w:fldCharType="separate"/>
        </w:r>
        <w:r>
          <w:rPr>
            <w:noProof/>
            <w:webHidden/>
          </w:rPr>
          <w:t>25</w:t>
        </w:r>
        <w:r w:rsidR="00333D3E">
          <w:rPr>
            <w:noProof/>
            <w:webHidden/>
          </w:rPr>
          <w:fldChar w:fldCharType="end"/>
        </w:r>
      </w:hyperlink>
    </w:p>
    <w:p w14:paraId="36F82AB2" w14:textId="564A463C" w:rsidR="00333D3E" w:rsidRDefault="0034479A">
      <w:pPr>
        <w:pStyle w:val="Obsah1"/>
        <w:rPr>
          <w:rFonts w:eastAsiaTheme="minorEastAsia"/>
          <w:noProof/>
          <w:sz w:val="22"/>
          <w:szCs w:val="22"/>
          <w:lang w:eastAsia="cs-CZ"/>
        </w:rPr>
      </w:pPr>
      <w:hyperlink w:anchor="_Toc3900542" w:history="1">
        <w:r w:rsidR="00333D3E" w:rsidRPr="009F724A">
          <w:rPr>
            <w:rStyle w:val="Hypertextovodkaz"/>
          </w:rPr>
          <w:t>22.</w:t>
        </w:r>
        <w:r w:rsidR="00333D3E">
          <w:rPr>
            <w:rFonts w:eastAsiaTheme="minorEastAsia"/>
            <w:noProof/>
            <w:sz w:val="22"/>
            <w:szCs w:val="22"/>
            <w:lang w:eastAsia="cs-CZ"/>
          </w:rPr>
          <w:tab/>
        </w:r>
        <w:r w:rsidR="00333D3E" w:rsidRPr="009F724A">
          <w:rPr>
            <w:rStyle w:val="Hypertextovodkaz"/>
          </w:rPr>
          <w:t>PŘÍLOHY TÉTO VÝZVY</w:t>
        </w:r>
        <w:r w:rsidR="00333D3E">
          <w:rPr>
            <w:noProof/>
            <w:webHidden/>
          </w:rPr>
          <w:tab/>
        </w:r>
        <w:r w:rsidR="00333D3E">
          <w:rPr>
            <w:noProof/>
            <w:webHidden/>
          </w:rPr>
          <w:fldChar w:fldCharType="begin"/>
        </w:r>
        <w:r w:rsidR="00333D3E">
          <w:rPr>
            <w:noProof/>
            <w:webHidden/>
          </w:rPr>
          <w:instrText xml:space="preserve"> PAGEREF _Toc3900542 \h </w:instrText>
        </w:r>
        <w:r w:rsidR="00333D3E">
          <w:rPr>
            <w:noProof/>
            <w:webHidden/>
          </w:rPr>
        </w:r>
        <w:r w:rsidR="00333D3E">
          <w:rPr>
            <w:noProof/>
            <w:webHidden/>
          </w:rPr>
          <w:fldChar w:fldCharType="separate"/>
        </w:r>
        <w:r>
          <w:rPr>
            <w:noProof/>
            <w:webHidden/>
          </w:rPr>
          <w:t>26</w:t>
        </w:r>
        <w:r w:rsidR="00333D3E">
          <w:rPr>
            <w:noProof/>
            <w:webHidden/>
          </w:rPr>
          <w:fldChar w:fldCharType="end"/>
        </w:r>
      </w:hyperlink>
    </w:p>
    <w:p w14:paraId="698AC9B3" w14:textId="77777777" w:rsidR="00AD0C7B" w:rsidRDefault="00BD7E91" w:rsidP="008D03B9">
      <w:r>
        <w:fldChar w:fldCharType="end"/>
      </w:r>
    </w:p>
    <w:p w14:paraId="0C68CC78" w14:textId="77777777" w:rsidR="00AD0C7B" w:rsidRDefault="00AD0C7B">
      <w:r>
        <w:br w:type="page"/>
      </w:r>
    </w:p>
    <w:p w14:paraId="2B78D569" w14:textId="77777777" w:rsidR="00EB46E5" w:rsidRDefault="008E400F" w:rsidP="008E400F">
      <w:pPr>
        <w:pStyle w:val="Nadpis1-1"/>
      </w:pPr>
      <w:bookmarkStart w:id="1" w:name="_Toc3900521"/>
      <w:bookmarkStart w:id="2" w:name="_Toc389559699"/>
      <w:bookmarkStart w:id="3" w:name="_Toc397429847"/>
      <w:bookmarkStart w:id="4" w:name="_Ref433028040"/>
      <w:bookmarkStart w:id="5" w:name="_Toc1048197"/>
      <w:r w:rsidRPr="008E400F">
        <w:lastRenderedPageBreak/>
        <w:t>ÚVODNÍ USTANOVENÍ</w:t>
      </w:r>
      <w:bookmarkEnd w:id="1"/>
    </w:p>
    <w:p w14:paraId="559FF15D" w14:textId="7777777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své nabídky </w:t>
      </w:r>
      <w:r>
        <w:t>dodavatel</w:t>
      </w:r>
      <w:r w:rsidRPr="00300BBC">
        <w:t xml:space="preserve"> zcela a bez výhrad akceptuje zadávací</w:t>
      </w:r>
      <w:r>
        <w:t xml:space="preserve"> </w:t>
      </w:r>
      <w:r w:rsidRPr="00B973A1">
        <w:t xml:space="preserve">podmínky této veřejné zakázky. </w:t>
      </w:r>
    </w:p>
    <w:p w14:paraId="73FB5CEA" w14:textId="77777777" w:rsidR="008E400F" w:rsidRDefault="008E400F" w:rsidP="008E400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„ZZVZ“).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p>
    <w:p w14:paraId="0D287EF0" w14:textId="77777777" w:rsidR="008E400F" w:rsidRDefault="008E400F" w:rsidP="008E400F">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14:paraId="659A6F76" w14:textId="77777777" w:rsidR="008E400F" w:rsidRDefault="008E400F" w:rsidP="008E400F">
      <w:pPr>
        <w:pStyle w:val="Text1-1"/>
      </w:pPr>
      <w:r>
        <w:t>Článek 11 této Výzvy k podání nabídky (dále jen „</w:t>
      </w:r>
      <w:r>
        <w:rPr>
          <w:b/>
          <w:bCs/>
        </w:rPr>
        <w:t>Výzva</w:t>
      </w:r>
      <w:r>
        <w:t>“) stanoví jazyk podávaných nabídek. Soubor dokumentů tvořících zadávací podmínky je psán v českém jazyce.</w:t>
      </w:r>
    </w:p>
    <w:p w14:paraId="70B2FD7F"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1DB3E61A" w14:textId="77777777" w:rsidR="008E400F" w:rsidRDefault="008E400F" w:rsidP="008E400F">
      <w:pPr>
        <w:pStyle w:val="Text1-1"/>
      </w:pPr>
      <w:r w:rsidRPr="00300BBC">
        <w:t>Dodavatelé nesou veškeré náklady spojené s účastí v</w:t>
      </w:r>
      <w:r>
        <w:t>e</w:t>
      </w:r>
      <w:r w:rsidRPr="00300BBC">
        <w:t xml:space="preserve">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198F3BC1" w14:textId="77777777"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 xml:space="preserve">změny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 xml:space="preserve">s následkem vyloučení </w:t>
      </w:r>
      <w:r>
        <w:t>účastníka výběrového řízení</w:t>
      </w:r>
      <w:r w:rsidRPr="00300BBC">
        <w:t>.</w:t>
      </w:r>
      <w:r>
        <w:t xml:space="preserve"> Vybraný dodavatel bude pro nesplnění podmínek účasti ve výběrovém řízení vyloučen vždy.</w:t>
      </w:r>
    </w:p>
    <w:p w14:paraId="26F41975" w14:textId="77777777" w:rsidR="00AD0C7B" w:rsidRDefault="008E400F" w:rsidP="008E400F">
      <w:pPr>
        <w:pStyle w:val="Nadpis1-1"/>
      </w:pPr>
      <w:bookmarkStart w:id="6" w:name="_Toc3900522"/>
      <w:r w:rsidRPr="008E400F">
        <w:t>IDENTIFIKAČNÍ ÚDAJE ZADAVATELE</w:t>
      </w:r>
      <w:bookmarkEnd w:id="6"/>
    </w:p>
    <w:p w14:paraId="7D8155C6" w14:textId="77777777" w:rsidR="008E400F" w:rsidRPr="008E400F" w:rsidRDefault="008E400F" w:rsidP="008E400F">
      <w:pPr>
        <w:pStyle w:val="Textbezodsazen"/>
        <w:spacing w:after="0"/>
      </w:pPr>
      <w:r w:rsidRPr="008E400F">
        <w:t>Název:</w:t>
      </w:r>
      <w:r w:rsidRPr="008E400F">
        <w:tab/>
      </w:r>
      <w:r>
        <w:tab/>
      </w:r>
      <w:r w:rsidRPr="008E400F">
        <w:t xml:space="preserve">Správa </w:t>
      </w:r>
      <w:r w:rsidR="006F0E1E">
        <w:t>železnic</w:t>
      </w:r>
      <w:r w:rsidRPr="008E400F">
        <w:t>, státní organizace</w:t>
      </w:r>
    </w:p>
    <w:p w14:paraId="65C47694"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3D05EA1A"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26F2B539" w14:textId="77777777" w:rsidR="008E400F" w:rsidRPr="003E476A" w:rsidRDefault="008E400F" w:rsidP="008E400F">
      <w:pPr>
        <w:pStyle w:val="Textbezodsazen"/>
        <w:spacing w:after="0"/>
      </w:pPr>
      <w:r>
        <w:t>IČO</w:t>
      </w:r>
      <w:r w:rsidRPr="003E476A">
        <w:t xml:space="preserve">: </w:t>
      </w:r>
      <w:r>
        <w:tab/>
      </w:r>
      <w:r>
        <w:tab/>
      </w:r>
      <w:r w:rsidRPr="003E476A">
        <w:t>70994234</w:t>
      </w:r>
    </w:p>
    <w:p w14:paraId="481F1403" w14:textId="77777777" w:rsidR="008E400F" w:rsidRDefault="008E400F" w:rsidP="008E400F">
      <w:pPr>
        <w:pStyle w:val="Textbezodsazen"/>
        <w:spacing w:after="0"/>
      </w:pPr>
      <w:r w:rsidRPr="003E476A">
        <w:t xml:space="preserve">DIČ: </w:t>
      </w:r>
      <w:r>
        <w:tab/>
      </w:r>
      <w:r>
        <w:tab/>
      </w:r>
      <w:r w:rsidRPr="003E476A">
        <w:t>CZ70994234</w:t>
      </w:r>
    </w:p>
    <w:p w14:paraId="6B4F9BCB" w14:textId="77777777" w:rsidR="008E400F" w:rsidRPr="009F0510" w:rsidRDefault="008E400F" w:rsidP="008E400F">
      <w:pPr>
        <w:pStyle w:val="Textbezodsazen"/>
        <w:spacing w:after="0"/>
      </w:pPr>
      <w:r>
        <w:t xml:space="preserve">Identifikátor datové schránky: </w:t>
      </w:r>
      <w:r w:rsidRPr="009F0510">
        <w:t>uccchjm</w:t>
      </w:r>
    </w:p>
    <w:p w14:paraId="68189961" w14:textId="77777777" w:rsidR="008E400F" w:rsidRDefault="008E400F" w:rsidP="008E400F">
      <w:pPr>
        <w:pStyle w:val="Textbezodsazen"/>
        <w:spacing w:after="0"/>
        <w:rPr>
          <w:b/>
        </w:rPr>
      </w:pPr>
    </w:p>
    <w:p w14:paraId="12C107F7" w14:textId="77777777" w:rsidR="008E400F" w:rsidRPr="008E400F" w:rsidRDefault="008E400F" w:rsidP="008E400F">
      <w:pPr>
        <w:pStyle w:val="Textbezodsazen"/>
        <w:spacing w:after="0"/>
      </w:pPr>
      <w:r w:rsidRPr="008E400F">
        <w:t>Zakázku zadává organizační jednotka zadavatele:</w:t>
      </w:r>
    </w:p>
    <w:p w14:paraId="125B4D86" w14:textId="77777777" w:rsidR="00E66798" w:rsidRPr="00E66798" w:rsidRDefault="008E400F" w:rsidP="00E66798">
      <w:pPr>
        <w:pStyle w:val="Textbezodsazen"/>
        <w:rPr>
          <w:highlight w:val="green"/>
        </w:rPr>
      </w:pPr>
      <w:r w:rsidRPr="000B2443">
        <w:t>Název:</w:t>
      </w:r>
      <w:r w:rsidRPr="000B2443">
        <w:tab/>
      </w:r>
      <w:r w:rsidRPr="000B2443">
        <w:tab/>
      </w:r>
      <w:r w:rsidR="00E66798" w:rsidRPr="00E66798">
        <w:t>Oblastní ředitelství Brno</w:t>
      </w:r>
    </w:p>
    <w:p w14:paraId="53B9C966" w14:textId="77777777" w:rsidR="008E400F" w:rsidRPr="000B2443" w:rsidRDefault="008E400F" w:rsidP="008E400F">
      <w:pPr>
        <w:pStyle w:val="Textbezodsazen"/>
        <w:spacing w:after="0"/>
      </w:pPr>
      <w:r w:rsidRPr="000B2443">
        <w:lastRenderedPageBreak/>
        <w:t>Sídlo:</w:t>
      </w:r>
      <w:r w:rsidRPr="000B2443">
        <w:tab/>
      </w:r>
      <w:r w:rsidRPr="000B2443">
        <w:tab/>
      </w:r>
      <w:r w:rsidR="00E66798">
        <w:rPr>
          <w:lang w:val="en-US"/>
        </w:rPr>
        <w:t>Kounicova 26, 611 43 Brno</w:t>
      </w:r>
    </w:p>
    <w:p w14:paraId="19701EFB" w14:textId="3CD40815" w:rsidR="008E400F" w:rsidRDefault="008E400F" w:rsidP="00E66798">
      <w:pPr>
        <w:pStyle w:val="Textbezodsazen"/>
        <w:spacing w:after="0"/>
        <w:ind w:left="1418" w:hanging="1418"/>
      </w:pPr>
      <w:r w:rsidRPr="00E66798">
        <w:t>Zastoupená:</w:t>
      </w:r>
      <w:r w:rsidRPr="00E66798">
        <w:tab/>
      </w:r>
      <w:r w:rsidR="00E66798" w:rsidRPr="00E66798">
        <w:t>Ing. Liborem Tkáčem, ředitelem Oblastního ředitelství Brno</w:t>
      </w:r>
      <w:r w:rsidRPr="00E66798">
        <w:t xml:space="preserve"> </w:t>
      </w:r>
    </w:p>
    <w:p w14:paraId="7D613D40" w14:textId="77777777" w:rsidR="008E400F" w:rsidRDefault="008E400F" w:rsidP="008E400F">
      <w:pPr>
        <w:pStyle w:val="Textbezodsazen"/>
        <w:spacing w:after="0"/>
      </w:pPr>
      <w:r w:rsidRPr="00A97D4F">
        <w:rPr>
          <w:lang w:val="en-US"/>
        </w:rPr>
        <w:tab/>
      </w:r>
      <w:r w:rsidRPr="00A97D4F">
        <w:rPr>
          <w:lang w:val="en-US"/>
        </w:rPr>
        <w:tab/>
      </w:r>
    </w:p>
    <w:p w14:paraId="1677B7B0" w14:textId="77777777" w:rsidR="008E400F" w:rsidRPr="008E400F" w:rsidRDefault="005415EA" w:rsidP="005415EA">
      <w:pPr>
        <w:pStyle w:val="Nadpis1-1"/>
      </w:pPr>
      <w:bookmarkStart w:id="7" w:name="_Toc3900523"/>
      <w:r w:rsidRPr="005415EA">
        <w:t>KOMUNIKACE MEZI ZADAVATELEM A DODAVATELEM</w:t>
      </w:r>
      <w:bookmarkEnd w:id="7"/>
    </w:p>
    <w:p w14:paraId="09CEA319" w14:textId="77777777" w:rsidR="008E400F" w:rsidRPr="00C223F3" w:rsidRDefault="008E400F" w:rsidP="008E400F">
      <w:pPr>
        <w:pStyle w:val="Text1-1"/>
      </w:pPr>
      <w:r w:rsidRPr="00C071BD">
        <w:t xml:space="preserve">Veškerá </w:t>
      </w:r>
      <w:r w:rsidR="0001286C">
        <w:t xml:space="preserve">písemná </w:t>
      </w:r>
      <w:r w:rsidRPr="00C071BD">
        <w:t>komunikace mezi zadavatelem a dodavateli v</w:t>
      </w:r>
      <w:r>
        <w:t>e</w:t>
      </w:r>
      <w:r w:rsidRPr="00C071BD">
        <w:t xml:space="preserve"> </w:t>
      </w:r>
      <w:r>
        <w:t xml:space="preserve">výběrovém </w:t>
      </w:r>
      <w:r w:rsidRPr="00C071BD">
        <w:t xml:space="preserve">řízení musí </w:t>
      </w:r>
      <w:r w:rsidR="0001286C">
        <w:t>probíhat</w:t>
      </w:r>
      <w:r w:rsidRPr="00C071BD">
        <w:t xml:space="preserve"> pouze elektronicky. Doručování písemností a komunikace mezi zadavatelem a dodavateli v zadávacím řízení bude </w:t>
      </w:r>
      <w:r>
        <w:t xml:space="preserve">ze strany zadavatele </w:t>
      </w:r>
      <w:r w:rsidRPr="00C071BD">
        <w:t xml:space="preserve">probíhat prostřednictvím elektronického nástroje E-ZAK (na adrese: https://zakazky.szdc.cz/), který </w:t>
      </w:r>
      <w:r>
        <w:t xml:space="preserve">je profilem zadavatele a </w:t>
      </w:r>
      <w:r w:rsidRPr="00C071BD">
        <w:t>splňuje podmínky vyhlášky č. 260/2016 Sb., o stanovení podrobnějších podmínek týkajících se elektronických nástrojů, elektronických úkonů při zadávání veřejných zakázek a certifikátu shody.</w:t>
      </w:r>
      <w:r>
        <w:t xml:space="preserve"> </w:t>
      </w:r>
      <w:r w:rsidRPr="00935DAD">
        <w:t>Na komunikaci ze strany dodavatele učiněnou elektronicky, avšak nikoliv prostřednictvím elektronického nástroje E-ZAK, bude zadavatel vždy odpovídat prostřednictvím elektronického nástroje</w:t>
      </w:r>
      <w:r>
        <w:t xml:space="preserve">. </w:t>
      </w:r>
    </w:p>
    <w:p w14:paraId="5753A67C" w14:textId="17BE3361" w:rsidR="008E400F" w:rsidRDefault="008E400F" w:rsidP="008E400F">
      <w:pPr>
        <w:pStyle w:val="Textbezslovn"/>
      </w:pPr>
      <w:r>
        <w:t xml:space="preserve">Kontaktní osobou </w:t>
      </w:r>
      <w:r w:rsidR="0001286C">
        <w:t xml:space="preserve">zadavatele </w:t>
      </w:r>
      <w:r>
        <w:t xml:space="preserve">pro výběrové řízení je: </w:t>
      </w:r>
      <w:r w:rsidR="005D594E">
        <w:rPr>
          <w:lang w:val="en-US"/>
        </w:rPr>
        <w:t>Iva Maršíková</w:t>
      </w:r>
      <w:r>
        <w:t xml:space="preserve"> </w:t>
      </w:r>
    </w:p>
    <w:p w14:paraId="3F26C9EC" w14:textId="77777777" w:rsidR="00E66798" w:rsidRPr="005D594E" w:rsidRDefault="008E400F" w:rsidP="008E400F">
      <w:pPr>
        <w:pStyle w:val="Textbezslovn"/>
        <w:rPr>
          <w:lang w:val="en-US"/>
        </w:rPr>
      </w:pPr>
      <w:r>
        <w:t xml:space="preserve">telefon: </w:t>
      </w:r>
      <w:r>
        <w:tab/>
      </w:r>
      <w:r w:rsidR="00E66798" w:rsidRPr="005D594E">
        <w:fldChar w:fldCharType="begin">
          <w:ffData>
            <w:name w:val="Mobil"/>
            <w:enabled/>
            <w:calcOnExit w:val="0"/>
            <w:textInput>
              <w:default w:val="+420 000 000 000"/>
            </w:textInput>
          </w:ffData>
        </w:fldChar>
      </w:r>
      <w:r w:rsidR="00E66798" w:rsidRPr="005D594E">
        <w:instrText xml:space="preserve"> FORMTEXT </w:instrText>
      </w:r>
      <w:r w:rsidR="00E66798" w:rsidRPr="005D594E">
        <w:fldChar w:fldCharType="separate"/>
      </w:r>
      <w:r w:rsidR="00E66798" w:rsidRPr="005D594E">
        <w:t>+420 702 272 215</w:t>
      </w:r>
      <w:r w:rsidR="00E66798" w:rsidRPr="005D594E">
        <w:rPr>
          <w:lang w:val="en-US"/>
        </w:rPr>
        <w:fldChar w:fldCharType="end"/>
      </w:r>
    </w:p>
    <w:p w14:paraId="4E1D4BA2" w14:textId="77777777" w:rsidR="008E400F" w:rsidRDefault="008E400F" w:rsidP="008E400F">
      <w:pPr>
        <w:pStyle w:val="Textbezslovn"/>
        <w:rPr>
          <w:lang w:val="en-US"/>
        </w:rPr>
      </w:pPr>
      <w:r w:rsidRPr="005D594E">
        <w:t xml:space="preserve">e-mail: </w:t>
      </w:r>
      <w:r w:rsidRPr="005D594E">
        <w:tab/>
      </w:r>
      <w:r w:rsidR="00E66798" w:rsidRPr="005D594E">
        <w:t xml:space="preserve">e-mail: </w:t>
      </w:r>
      <w:r w:rsidR="00E66798" w:rsidRPr="005D594E">
        <w:fldChar w:fldCharType="begin">
          <w:ffData>
            <w:name w:val="E_mail"/>
            <w:enabled/>
            <w:calcOnExit w:val="0"/>
            <w:textInput>
              <w:default w:val="jmeno@szdc.cz"/>
            </w:textInput>
          </w:ffData>
        </w:fldChar>
      </w:r>
      <w:r w:rsidR="00E66798" w:rsidRPr="005D594E">
        <w:instrText xml:space="preserve"> FORMTEXT </w:instrText>
      </w:r>
      <w:r w:rsidR="00E66798" w:rsidRPr="005D594E">
        <w:fldChar w:fldCharType="separate"/>
      </w:r>
      <w:r w:rsidR="00E66798" w:rsidRPr="005D594E">
        <w:t>marsikova@szdc.cz</w:t>
      </w:r>
      <w:r w:rsidR="00E66798" w:rsidRPr="005D594E">
        <w:rPr>
          <w:lang w:val="en-US"/>
        </w:rPr>
        <w:fldChar w:fldCharType="end"/>
      </w:r>
    </w:p>
    <w:p w14:paraId="54EB6B14" w14:textId="77777777" w:rsidR="008E400F" w:rsidRDefault="008E400F" w:rsidP="008E400F">
      <w:pPr>
        <w:pStyle w:val="Textbezslovn"/>
        <w:rPr>
          <w:rFonts w:cs="Calibri"/>
          <w:szCs w:val="20"/>
        </w:rPr>
      </w:pPr>
      <w:r>
        <w:t>adresa:</w:t>
      </w:r>
      <w:r>
        <w:tab/>
      </w:r>
      <w:r w:rsidR="00E66798">
        <w:t>Kounicova 26, 611 43  Brno</w:t>
      </w:r>
    </w:p>
    <w:p w14:paraId="6677C750" w14:textId="77777777" w:rsidR="00AD0C7B" w:rsidRDefault="005415EA" w:rsidP="005415EA">
      <w:pPr>
        <w:pStyle w:val="Nadpis1-1"/>
      </w:pPr>
      <w:bookmarkStart w:id="8" w:name="_Toc3900524"/>
      <w:r w:rsidRPr="005415EA">
        <w:t>ÚČEL A PŘEDMĚT PLNĚNÍ VEŘEJNÉ ZAKÁZKY</w:t>
      </w:r>
      <w:bookmarkEnd w:id="8"/>
    </w:p>
    <w:p w14:paraId="1C263B3B" w14:textId="77777777" w:rsidR="005415EA" w:rsidRDefault="005415EA" w:rsidP="005415EA">
      <w:pPr>
        <w:pStyle w:val="Text1-1"/>
      </w:pPr>
      <w:r w:rsidRPr="00300BBC">
        <w:t xml:space="preserve">Účel </w:t>
      </w:r>
      <w:r w:rsidRPr="005415EA">
        <w:t>veřejné</w:t>
      </w:r>
      <w:r w:rsidRPr="00300BBC">
        <w:t xml:space="preserve"> zakázky</w:t>
      </w:r>
    </w:p>
    <w:p w14:paraId="01BB00E2" w14:textId="46407FD0" w:rsidR="00A23AEA" w:rsidRPr="004B0359" w:rsidRDefault="00A23AEA" w:rsidP="00A23AEA">
      <w:pPr>
        <w:ind w:left="709"/>
        <w:jc w:val="both"/>
      </w:pPr>
      <w:bookmarkStart w:id="9" w:name="_Ref256586317"/>
      <w:r w:rsidRPr="004B0359">
        <w:rPr>
          <w:rFonts w:eastAsia="Calibri" w:cs="Times New Roman"/>
        </w:rPr>
        <w:t>Oprava stávajícího zabezpečovacího zařízení, náhrada zastaralých prvků zabezpečovacího zařízení – zajištění bezpečného provozu</w:t>
      </w:r>
      <w:r w:rsidR="000002B7">
        <w:rPr>
          <w:rFonts w:eastAsia="Calibri" w:cs="Times New Roman"/>
        </w:rPr>
        <w:t>.</w:t>
      </w:r>
      <w:r w:rsidRPr="004B0359">
        <w:rPr>
          <w:rFonts w:eastAsia="Calibri" w:cs="Times New Roman"/>
        </w:rPr>
        <w:t xml:space="preserve"> </w:t>
      </w:r>
    </w:p>
    <w:p w14:paraId="7E1D8549" w14:textId="77777777" w:rsidR="005415EA" w:rsidRDefault="005415EA" w:rsidP="005415EA">
      <w:pPr>
        <w:pStyle w:val="Text1-1"/>
      </w:pPr>
      <w:r w:rsidRPr="00F06C89">
        <w:t>Předmět plnění veřejné zakázky</w:t>
      </w:r>
      <w:bookmarkEnd w:id="9"/>
    </w:p>
    <w:p w14:paraId="4D8F41A6" w14:textId="038CDC23" w:rsidR="00E66798" w:rsidRPr="00751562" w:rsidRDefault="00751562" w:rsidP="005415EA">
      <w:pPr>
        <w:pStyle w:val="Textbezslovn"/>
      </w:pPr>
      <w:r w:rsidRPr="00751562">
        <w:rPr>
          <w:rFonts w:eastAsia="Times New Roman" w:cs="Arial"/>
          <w:b/>
          <w:lang w:eastAsia="cs-CZ"/>
        </w:rPr>
        <w:t>Oprava přijímačů kolejových obvodů - III. etapa</w:t>
      </w:r>
      <w:r w:rsidR="00821A06" w:rsidRPr="00751562">
        <w:rPr>
          <w:b/>
        </w:rPr>
        <w:t>.</w:t>
      </w:r>
      <w:r w:rsidR="00E66798" w:rsidRPr="00751562">
        <w:t xml:space="preserve"> </w:t>
      </w:r>
    </w:p>
    <w:p w14:paraId="0BD65F17" w14:textId="77777777" w:rsidR="005415EA" w:rsidRDefault="005415EA" w:rsidP="005415EA">
      <w:pPr>
        <w:pStyle w:val="Textbezslovn"/>
      </w:pPr>
      <w:r>
        <w:t>Bližší specifikace předmětu plnění veřejné zakázky je upravena v dalších částech zadávací dokumentace.</w:t>
      </w:r>
    </w:p>
    <w:p w14:paraId="3A0AAA68" w14:textId="77777777" w:rsidR="005415EA" w:rsidRPr="00A23AEA" w:rsidRDefault="005415EA" w:rsidP="005415EA">
      <w:pPr>
        <w:pStyle w:val="Text1-1"/>
      </w:pPr>
      <w:r w:rsidRPr="00A23AEA">
        <w:t>Klasifikace předmětu veřejné zakázky</w:t>
      </w:r>
    </w:p>
    <w:p w14:paraId="46382256" w14:textId="77777777" w:rsidR="005415EA" w:rsidRPr="00A23AEA" w:rsidRDefault="00A23AEA" w:rsidP="005415EA">
      <w:pPr>
        <w:pStyle w:val="Textbezslovn"/>
        <w:spacing w:after="0"/>
        <w:rPr>
          <w:rStyle w:val="FontStyle38"/>
          <w:rFonts w:asciiTheme="minorHAnsi" w:hAnsiTheme="minorHAnsi" w:cstheme="minorBidi"/>
          <w:color w:val="auto"/>
          <w:sz w:val="18"/>
          <w:szCs w:val="18"/>
        </w:rPr>
      </w:pPr>
      <w:r>
        <w:fldChar w:fldCharType="begin">
          <w:ffData>
            <w:name w:val="Zaškrtávací1"/>
            <w:enabled/>
            <w:calcOnExit w:val="0"/>
            <w:checkBox>
              <w:sizeAuto/>
              <w:default w:val="1"/>
            </w:checkBox>
          </w:ffData>
        </w:fldChar>
      </w:r>
      <w:bookmarkStart w:id="10" w:name="Zaškrtávací1"/>
      <w:r>
        <w:instrText xml:space="preserve"> FORMCHECKBOX </w:instrText>
      </w:r>
      <w:r w:rsidR="0034479A">
        <w:fldChar w:fldCharType="separate"/>
      </w:r>
      <w:r>
        <w:fldChar w:fldCharType="end"/>
      </w:r>
      <w:bookmarkEnd w:id="10"/>
      <w:r w:rsidR="005415EA" w:rsidRPr="00A23AEA">
        <w:tab/>
      </w:r>
      <w:r w:rsidR="005415EA" w:rsidRPr="00A23AEA">
        <w:rPr>
          <w:rStyle w:val="FontStyle38"/>
          <w:rFonts w:asciiTheme="minorHAnsi" w:hAnsiTheme="minorHAnsi" w:cstheme="minorBidi"/>
          <w:color w:val="auto"/>
          <w:sz w:val="18"/>
          <w:szCs w:val="18"/>
        </w:rPr>
        <w:t xml:space="preserve">45000000-7  </w:t>
      </w:r>
      <w:r w:rsidR="005415EA" w:rsidRPr="00A23AEA">
        <w:rPr>
          <w:rStyle w:val="FontStyle38"/>
          <w:rFonts w:asciiTheme="minorHAnsi" w:hAnsiTheme="minorHAnsi" w:cstheme="minorBidi"/>
          <w:color w:val="auto"/>
          <w:sz w:val="18"/>
          <w:szCs w:val="18"/>
        </w:rPr>
        <w:tab/>
        <w:t xml:space="preserve">Stavební práce </w:t>
      </w:r>
    </w:p>
    <w:p w14:paraId="53EB77D2" w14:textId="77777777" w:rsidR="00715FEA" w:rsidRPr="00A23AEA" w:rsidRDefault="00715FEA" w:rsidP="005415EA">
      <w:pPr>
        <w:pStyle w:val="Textbezslovn"/>
        <w:spacing w:after="0"/>
        <w:rPr>
          <w:rStyle w:val="FontStyle38"/>
          <w:rFonts w:asciiTheme="minorHAnsi" w:hAnsiTheme="minorHAnsi" w:cstheme="minorBidi"/>
          <w:color w:val="auto"/>
          <w:sz w:val="18"/>
          <w:szCs w:val="18"/>
        </w:rPr>
      </w:pPr>
    </w:p>
    <w:p w14:paraId="6AE87D61"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741EDC09" w14:textId="77777777" w:rsidR="005415EA" w:rsidRPr="004862DA" w:rsidRDefault="005415EA" w:rsidP="005415EA">
      <w:pPr>
        <w:pStyle w:val="Text1-1"/>
      </w:pPr>
      <w:r>
        <w:t>Místo plnění veřejné zakázky je uvedeno v dokumentech Dílu 3 zadávací dokumentace.</w:t>
      </w:r>
    </w:p>
    <w:p w14:paraId="5EEC3164" w14:textId="77777777" w:rsidR="005415EA" w:rsidRDefault="005415EA" w:rsidP="005415EA">
      <w:pPr>
        <w:pStyle w:val="Nadpis1-1"/>
      </w:pPr>
      <w:bookmarkStart w:id="11" w:name="_Toc3900525"/>
      <w:r w:rsidRPr="005415EA">
        <w:t>ZDROJE FINANCOVÁNÍ</w:t>
      </w:r>
      <w:bookmarkEnd w:id="11"/>
    </w:p>
    <w:p w14:paraId="262FA75D" w14:textId="77777777"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14:paraId="302E9284" w14:textId="77777777" w:rsidR="005415EA" w:rsidRDefault="005415EA" w:rsidP="005415EA">
      <w:pPr>
        <w:pStyle w:val="Text1-1"/>
      </w:pPr>
      <w:r w:rsidRPr="00300BBC">
        <w:t xml:space="preserve">Konečným příjemcem prostředků ze zdrojů uvedených v článku </w:t>
      </w:r>
      <w:r w:rsidRPr="00D451A7">
        <w:t>5.1</w:t>
      </w:r>
      <w:r w:rsidRPr="00300BBC">
        <w:t xml:space="preserve"> </w:t>
      </w:r>
      <w:r>
        <w:t xml:space="preserve">této Výzvy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05B78ECC" w14:textId="53E6E34B" w:rsidR="005415EA" w:rsidRPr="00A23AEA" w:rsidRDefault="005415EA" w:rsidP="00A23AEA">
      <w:pPr>
        <w:pStyle w:val="Text1-1"/>
      </w:pPr>
      <w:r w:rsidRPr="00A23AEA">
        <w:t xml:space="preserve">Předpokládaná hodnota veřejné zakázky činí </w:t>
      </w:r>
      <w:r w:rsidR="00591A70">
        <w:rPr>
          <w:b/>
          <w:lang w:val="en-US"/>
        </w:rPr>
        <w:t>71 450 000,-</w:t>
      </w:r>
      <w:r w:rsidRPr="00A23AEA">
        <w:t xml:space="preserve"> Kč</w:t>
      </w:r>
      <w:r w:rsidRPr="00A23AEA">
        <w:rPr>
          <w:b/>
        </w:rPr>
        <w:t xml:space="preserve"> </w:t>
      </w:r>
      <w:r w:rsidRPr="00A23AEA">
        <w:t>(bez DPH).</w:t>
      </w:r>
    </w:p>
    <w:p w14:paraId="7D142F8D" w14:textId="77777777" w:rsidR="005415EA" w:rsidRDefault="005415EA" w:rsidP="005415EA">
      <w:pPr>
        <w:pStyle w:val="Nadpis1-1"/>
      </w:pPr>
      <w:bookmarkStart w:id="12" w:name="_Toc3900526"/>
      <w:r w:rsidRPr="005415EA">
        <w:t>OBSAH ZADÁVACÍ DOKUMENTACE</w:t>
      </w:r>
      <w:bookmarkEnd w:id="12"/>
    </w:p>
    <w:p w14:paraId="0A713939" w14:textId="77777777" w:rsidR="005415EA" w:rsidRDefault="005415EA" w:rsidP="005415EA">
      <w:pPr>
        <w:pStyle w:val="Text1-1"/>
      </w:pPr>
      <w:r>
        <w:t>Zadávací dokumentace obsahuje následující dokumenty:</w:t>
      </w:r>
    </w:p>
    <w:p w14:paraId="34AD0312" w14:textId="77777777" w:rsidR="005415EA" w:rsidRPr="005415EA" w:rsidRDefault="005415EA" w:rsidP="005415EA">
      <w:pPr>
        <w:pStyle w:val="Textbezslovn"/>
        <w:rPr>
          <w:b/>
        </w:rPr>
      </w:pPr>
      <w:r w:rsidRPr="005415EA">
        <w:rPr>
          <w:b/>
          <w:bCs/>
        </w:rPr>
        <w:lastRenderedPageBreak/>
        <w:t>DÍL 1</w:t>
      </w:r>
      <w:r w:rsidRPr="005415EA">
        <w:rPr>
          <w:b/>
          <w:bCs/>
        </w:rPr>
        <w:tab/>
      </w:r>
      <w:r w:rsidRPr="005415EA">
        <w:rPr>
          <w:b/>
        </w:rPr>
        <w:t>VÝZVA K PODÁNÍ NABÍDKY</w:t>
      </w:r>
    </w:p>
    <w:p w14:paraId="6C5B8854" w14:textId="77777777" w:rsidR="005415EA" w:rsidRDefault="005415EA" w:rsidP="005415EA">
      <w:pPr>
        <w:pStyle w:val="Textbezslovn"/>
        <w:rPr>
          <w:bCs/>
        </w:rPr>
      </w:pPr>
      <w:r w:rsidRPr="005415EA">
        <w:rPr>
          <w:b/>
          <w:bCs/>
        </w:rPr>
        <w:t>DÍL 2</w:t>
      </w:r>
      <w:r w:rsidRPr="005415EA">
        <w:rPr>
          <w:b/>
          <w:bCs/>
        </w:rPr>
        <w:tab/>
        <w:t>ZÁVAZNÝ VZOR SMLOUVY VČETNĚ PŘÍLOH</w:t>
      </w:r>
    </w:p>
    <w:p w14:paraId="4FAB40FD" w14:textId="77777777" w:rsidR="00307036" w:rsidRPr="005415EA" w:rsidRDefault="00307036" w:rsidP="00307036">
      <w:pPr>
        <w:pStyle w:val="Textbezslovn"/>
        <w:rPr>
          <w:b/>
          <w:bCs/>
        </w:rPr>
      </w:pPr>
      <w:r w:rsidRPr="00307036">
        <w:rPr>
          <w:b/>
          <w:bCs/>
        </w:rPr>
        <w:t>DÍL 3</w:t>
      </w:r>
      <w:r w:rsidRPr="00307036">
        <w:rPr>
          <w:b/>
          <w:bCs/>
        </w:rPr>
        <w:tab/>
        <w:t>PROJEKTOVÁ DOKUMENTACE STAVBY / TECHNICKÁ SPECIFIKACE STAVBY</w:t>
      </w:r>
    </w:p>
    <w:p w14:paraId="40E9C36B" w14:textId="77777777" w:rsidR="00307036" w:rsidRPr="00307036" w:rsidRDefault="00307036" w:rsidP="00307036">
      <w:pPr>
        <w:pStyle w:val="Odrka1-1"/>
      </w:pPr>
      <w:r w:rsidRPr="00307036">
        <w:t>Technickou specifikaci stavby tvoří:</w:t>
      </w:r>
    </w:p>
    <w:p w14:paraId="62FAC5FF" w14:textId="77777777" w:rsidR="00307036" w:rsidRPr="00307036" w:rsidRDefault="00307036" w:rsidP="00307036">
      <w:pPr>
        <w:pStyle w:val="Odrka1-1"/>
      </w:pPr>
      <w:r w:rsidRPr="00307036">
        <w:t>Zvláštní technické podmínky uvedené v Dílu 2 Zadávací dokumentace (ZTP)</w:t>
      </w:r>
    </w:p>
    <w:p w14:paraId="2DAAED08" w14:textId="77777777" w:rsidR="005415EA" w:rsidRDefault="005415EA" w:rsidP="005415EA">
      <w:pPr>
        <w:pStyle w:val="Odrka1-1"/>
      </w:pPr>
      <w:r>
        <w:t>Díl 4 Zadávací dokumentace – Soupis prací s výkazem výměr</w:t>
      </w:r>
    </w:p>
    <w:p w14:paraId="11540F92" w14:textId="77777777" w:rsidR="005415EA" w:rsidRPr="005415EA" w:rsidRDefault="005415EA" w:rsidP="005415EA">
      <w:pPr>
        <w:pStyle w:val="Textbezslovn"/>
        <w:rPr>
          <w:b/>
          <w:bCs/>
        </w:rPr>
      </w:pPr>
      <w:r w:rsidRPr="005415EA">
        <w:rPr>
          <w:b/>
          <w:bCs/>
        </w:rPr>
        <w:t>DÍL 4</w:t>
      </w:r>
      <w:r w:rsidRPr="005415EA">
        <w:rPr>
          <w:b/>
          <w:bCs/>
        </w:rPr>
        <w:tab/>
        <w:t>SOUPIS PRACÍ S VÝKAZEM VÝMĚR</w:t>
      </w:r>
    </w:p>
    <w:p w14:paraId="60E60856" w14:textId="77777777" w:rsidR="005415EA" w:rsidRDefault="005415EA" w:rsidP="005415EA">
      <w:pPr>
        <w:pStyle w:val="Textbezslovn"/>
      </w:pPr>
      <w:r>
        <w:t>Část 1</w:t>
      </w:r>
      <w:r>
        <w:tab/>
        <w:t>Komentář k soupisu prací</w:t>
      </w:r>
    </w:p>
    <w:p w14:paraId="73DAC333" w14:textId="77777777" w:rsidR="005415EA" w:rsidRDefault="005415EA" w:rsidP="005415EA">
      <w:pPr>
        <w:pStyle w:val="Textbezslovn"/>
      </w:pPr>
      <w:r>
        <w:t>Část 2</w:t>
      </w:r>
      <w:r>
        <w:tab/>
        <w:t xml:space="preserve">Rekapitulace ceny dle </w:t>
      </w:r>
      <w:r w:rsidR="0001286C">
        <w:t>SO</w:t>
      </w:r>
      <w:r w:rsidRPr="00300BBC">
        <w:t xml:space="preserve"> a </w:t>
      </w:r>
      <w:r w:rsidR="0001286C">
        <w:t>PS</w:t>
      </w:r>
    </w:p>
    <w:p w14:paraId="2A7F7450" w14:textId="77777777" w:rsidR="005415EA" w:rsidRDefault="005415EA" w:rsidP="005415EA">
      <w:pPr>
        <w:pStyle w:val="Textbezslovn"/>
      </w:pPr>
      <w:r>
        <w:t>Část 3</w:t>
      </w:r>
      <w:r>
        <w:tab/>
        <w:t xml:space="preserve">Soupis prací členěný dle </w:t>
      </w:r>
      <w:r w:rsidR="0001286C">
        <w:t>SO</w:t>
      </w:r>
      <w:r>
        <w:t xml:space="preserve"> a </w:t>
      </w:r>
      <w:r w:rsidR="0001286C">
        <w:t>PS</w:t>
      </w:r>
    </w:p>
    <w:p w14:paraId="769DF368" w14:textId="77777777" w:rsidR="005415EA" w:rsidRPr="00B225E9" w:rsidRDefault="005415EA" w:rsidP="00694ED8">
      <w:pPr>
        <w:pStyle w:val="Text1-1"/>
      </w:pPr>
      <w:r w:rsidRPr="00762C0C">
        <w:t xml:space="preserve">Zadávací </w:t>
      </w:r>
      <w:r w:rsidRPr="00B225E9">
        <w:t xml:space="preserve">dokumentace je přístupná na profilu zadavatele: </w:t>
      </w:r>
      <w:hyperlink r:id="rId11" w:history="1">
        <w:r w:rsidRPr="00B225E9">
          <w:rPr>
            <w:rStyle w:val="Hypertextovodkaz"/>
            <w:rFonts w:cs="Calibri"/>
          </w:rPr>
          <w:t>https://zakazky.szdc.cz/</w:t>
        </w:r>
      </w:hyperlink>
    </w:p>
    <w:p w14:paraId="248FCE86" w14:textId="77777777" w:rsidR="005415EA" w:rsidRDefault="005415EA" w:rsidP="005415EA">
      <w:pPr>
        <w:pStyle w:val="Text1-1"/>
        <w:rPr>
          <w:rFonts w:eastAsia="Calibri"/>
        </w:rPr>
      </w:pPr>
      <w:r w:rsidRPr="00981C93">
        <w:t xml:space="preserve">Zadavatel </w:t>
      </w:r>
      <w:r w:rsidRPr="00BF6681">
        <w:t>umožňuje dodavateli přístup ke všem svým interním předpisům následujícím způsobem:</w:t>
      </w:r>
      <w:r w:rsidRPr="004F04C2">
        <w:t xml:space="preserve"> </w:t>
      </w:r>
      <w:hyperlink r:id="rId12" w:history="1">
        <w:r w:rsidRPr="00570155">
          <w:rPr>
            <w:rFonts w:eastAsia="Calibri"/>
            <w:color w:val="0000FF"/>
            <w:u w:val="single"/>
          </w:rPr>
          <w:t>http://www.tudc.cz/</w:t>
        </w:r>
      </w:hyperlink>
      <w:r w:rsidRPr="00570155">
        <w:rPr>
          <w:rFonts w:eastAsia="Calibri"/>
        </w:rPr>
        <w:t xml:space="preserve">  nebo</w:t>
      </w:r>
      <w:r>
        <w:rPr>
          <w:rFonts w:eastAsia="Calibri"/>
        </w:rPr>
        <w:t xml:space="preserve"> </w:t>
      </w:r>
    </w:p>
    <w:p w14:paraId="3BF2BA54" w14:textId="77777777" w:rsidR="0001286C" w:rsidRPr="000E5BED" w:rsidRDefault="0034479A" w:rsidP="000E5BED">
      <w:pPr>
        <w:pStyle w:val="Text1-1"/>
        <w:numPr>
          <w:ilvl w:val="0"/>
          <w:numId w:val="0"/>
        </w:numPr>
        <w:ind w:left="737"/>
        <w:rPr>
          <w:rFonts w:cs="Calibri"/>
          <w:noProof/>
          <w:color w:val="0563C1" w:themeColor="hyperlink"/>
          <w:u w:val="single"/>
        </w:rPr>
      </w:pPr>
      <w:hyperlink r:id="rId13" w:history="1">
        <w:r w:rsidR="0001286C" w:rsidRPr="00210414">
          <w:rPr>
            <w:rStyle w:val="Hypertextovodkaz"/>
            <w:noProof w:val="0"/>
          </w:rPr>
          <w:t>https://www.szdc.cz/</w:t>
        </w:r>
      </w:hyperlink>
      <w:r w:rsidR="0001286C">
        <w:t xml:space="preserve"> </w:t>
      </w:r>
      <w:r w:rsidR="0001286C" w:rsidRPr="0001286C">
        <w:t>(v sekci „O nás“ –&gt; „Vnitřní předpisy</w:t>
      </w:r>
      <w:r w:rsidR="0052690B">
        <w:t xml:space="preserve"> SŽDC</w:t>
      </w:r>
      <w:r w:rsidR="0001286C" w:rsidRPr="0001286C">
        <w:t>“ odkaz „Dokumenty a předpisy“).</w:t>
      </w:r>
    </w:p>
    <w:p w14:paraId="69E30593" w14:textId="77777777" w:rsidR="005415EA"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vydaných během lhůty pro podání nabídek, a za získání spolehlivých informací ve vztahu k jakýmkoliv a všem podmínkám a povinnostem, které mohou jakýmkoliv způsobem ovlivnit cenu a správnost nabídky</w:t>
      </w:r>
      <w:r w:rsidRPr="00374175">
        <w:t xml:space="preserve"> nebo provedení stavby.</w:t>
      </w:r>
    </w:p>
    <w:p w14:paraId="20875EA0"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78473439" w14:textId="77777777" w:rsidR="005415EA" w:rsidRDefault="005415EA" w:rsidP="005415EA">
      <w:pPr>
        <w:pStyle w:val="Nadpis1-1"/>
      </w:pPr>
      <w:bookmarkStart w:id="13" w:name="_Toc3900527"/>
      <w:r w:rsidRPr="005415EA">
        <w:t>VYSVĚTLENÍ, ZMĚNY A DOPLNĚNÍ ZADÁVACÍ DOKUMENTACE</w:t>
      </w:r>
      <w:bookmarkEnd w:id="13"/>
    </w:p>
    <w:p w14:paraId="5EAB79C6" w14:textId="77777777" w:rsidR="00C056CE" w:rsidRDefault="00C056CE" w:rsidP="00C056CE">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to </w:t>
      </w:r>
      <w:r w:rsidRPr="00D42732">
        <w:rPr>
          <w:b/>
        </w:rPr>
        <w:t>nejméně 2 pracovní</w:t>
      </w:r>
      <w:r w:rsidRPr="00D42732">
        <w:t xml:space="preserve"> </w:t>
      </w:r>
      <w:r w:rsidRPr="00D42732">
        <w:rPr>
          <w:b/>
        </w:rPr>
        <w:t>dny</w:t>
      </w:r>
      <w:r w:rsidRPr="00D42732">
        <w:t xml:space="preserve"> před</w:t>
      </w:r>
      <w:r w:rsidRPr="00A7026B">
        <w:t xml:space="preserve"> uplynutím lhůty pro podání nabídek.</w:t>
      </w:r>
    </w:p>
    <w:p w14:paraId="736B7F90" w14:textId="77777777" w:rsidR="00C056CE" w:rsidRPr="00F60B72" w:rsidRDefault="00C056CE" w:rsidP="00C056CE">
      <w:pPr>
        <w:pStyle w:val="Text1-1"/>
      </w:pPr>
      <w:r>
        <w:t>Dodavatel je oprávněn</w:t>
      </w:r>
      <w:r w:rsidRPr="005A324E">
        <w:t xml:space="preserve"> </w:t>
      </w:r>
      <w:r w:rsidRPr="00300BBC">
        <w:t>podávat žádosti o</w:t>
      </w:r>
      <w:r>
        <w:t xml:space="preserve"> vysvětlení zadávací dokumentace </w:t>
      </w:r>
      <w:r w:rsidRPr="0094226D">
        <w:t xml:space="preserve">prostřednictvím elektronického nástroje E-ZAK na adrese: </w:t>
      </w:r>
      <w:r w:rsidRPr="006729D1">
        <w:t>https://zakazky.szdc.cz/</w:t>
      </w:r>
      <w:r>
        <w:t>,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w:t>
      </w:r>
      <w:r w:rsidRPr="00CF757D">
        <w:t xml:space="preserve">dokumentace odpovídat pouze prostřednictvím elektronického nástroje E-ZAK na adrese:  </w:t>
      </w:r>
      <w:hyperlink r:id="rId14" w:history="1">
        <w:r w:rsidRPr="00CF757D">
          <w:rPr>
            <w:rStyle w:val="Hypertextovodkaz"/>
            <w:rFonts w:cs="Calibri"/>
          </w:rPr>
          <w:t>https://zakazky.szdc.cz/</w:t>
        </w:r>
      </w:hyperlink>
      <w:r w:rsidRPr="00CF757D">
        <w:t>. Zadavatel není povinen vysvětlení poskytnout, pokud není žádost o vysvětlení doručena včas</w:t>
      </w:r>
      <w:r w:rsidRPr="00A7026B">
        <w:t xml:space="preserve">, a to </w:t>
      </w:r>
      <w:r w:rsidRPr="003C7255">
        <w:rPr>
          <w:b/>
        </w:rPr>
        <w:t>alespoň 2 pracovní dny</w:t>
      </w:r>
      <w:r w:rsidRPr="00A7026B">
        <w:t xml:space="preserve"> před uplynutím lhůt podle </w:t>
      </w:r>
      <w:r>
        <w:t>čl</w:t>
      </w:r>
      <w:r w:rsidRPr="00A7026B">
        <w:t>.</w:t>
      </w:r>
      <w:r>
        <w:t xml:space="preserve"> 7.1 této Výzvy.</w:t>
      </w:r>
      <w:r w:rsidRPr="00A7026B">
        <w:t xml:space="preserve"> Pokud zadavatel na žádost o vysvětlení, která není doručena včas, vysvětlení poskytne, nemusí dodržet lhůty podle </w:t>
      </w:r>
      <w:r>
        <w:t>čl</w:t>
      </w:r>
      <w:r w:rsidRPr="00A7026B">
        <w:t>.</w:t>
      </w:r>
      <w:r>
        <w:t xml:space="preserve"> 7.1 této Výzvy</w:t>
      </w:r>
      <w:r w:rsidRPr="00A7026B">
        <w:t>.</w:t>
      </w:r>
    </w:p>
    <w:p w14:paraId="7E09A0F5" w14:textId="77777777" w:rsidR="00C056CE" w:rsidRDefault="00C056CE" w:rsidP="00C056CE">
      <w:pPr>
        <w:pStyle w:val="Text1-1"/>
        <w:rPr>
          <w:rFonts w:cs="Calibri"/>
        </w:rPr>
      </w:pPr>
      <w:r w:rsidRPr="00F60B72">
        <w:t xml:space="preserve">Zadavatel </w:t>
      </w:r>
      <w:r>
        <w:t xml:space="preserve">poskytne </w:t>
      </w:r>
      <w:r w:rsidRPr="00F60B72">
        <w:t>vysvětlení zadávací</w:t>
      </w:r>
      <w:r>
        <w:t xml:space="preserve"> </w:t>
      </w:r>
      <w:r w:rsidRPr="003C7255">
        <w:t xml:space="preserve">dokumentace </w:t>
      </w:r>
      <w:r w:rsidRPr="003C7255">
        <w:rPr>
          <w:b/>
          <w:bCs/>
        </w:rPr>
        <w:t>nejpozději do 2 pracovních dnů po doručení žádosti</w:t>
      </w:r>
      <w:r w:rsidRPr="00F60B72">
        <w:rPr>
          <w:b/>
          <w:bCs/>
        </w:rPr>
        <w:t xml:space="preserve"> </w:t>
      </w:r>
      <w:r w:rsidRPr="00C85765">
        <w:rPr>
          <w:bCs/>
        </w:rPr>
        <w:t>podle předchozího odstavce</w:t>
      </w:r>
      <w:r>
        <w:rPr>
          <w:b/>
          <w:bCs/>
        </w:rPr>
        <w:t xml:space="preserve">. </w:t>
      </w:r>
      <w:r>
        <w:t>Pokud zadavatel na žádost o vysvětlení, která není doručena včas, vysvětlení poskytne, nemusí dodržet lhůtu uvedenou v předchozí větě.</w:t>
      </w:r>
    </w:p>
    <w:p w14:paraId="5270DBB3" w14:textId="77777777" w:rsidR="00C056CE" w:rsidRDefault="00C056CE" w:rsidP="00C056CE">
      <w:pPr>
        <w:pStyle w:val="Text1-1"/>
        <w:rPr>
          <w:rFonts w:cs="Calibri"/>
        </w:rPr>
      </w:pPr>
      <w:r w:rsidRPr="00DB43A1">
        <w:lastRenderedPageBreak/>
        <w:t>Vysvětlení</w:t>
      </w:r>
      <w:r w:rsidRPr="003E394D">
        <w:t xml:space="preserve">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5" w:history="1">
        <w:r w:rsidRPr="005415EA">
          <w:rPr>
            <w:rStyle w:val="Hypertextovodkaz"/>
            <w:rFonts w:eastAsia="Calibri"/>
          </w:rPr>
          <w:t>https://zakazky.szdc.cz/</w:t>
        </w:r>
      </w:hyperlink>
      <w:r w:rsidRPr="003E394D">
        <w:rPr>
          <w:rFonts w:cs="Calibri"/>
        </w:rPr>
        <w:t>.</w:t>
      </w:r>
      <w:r>
        <w:rPr>
          <w:rFonts w:cs="Calibri"/>
        </w:rPr>
        <w:t xml:space="preserve"> </w:t>
      </w:r>
      <w:r w:rsidRPr="001F1822">
        <w:rPr>
          <w:rFonts w:cs="Calibri"/>
        </w:rPr>
        <w:t>Vysvětlení je považováno za doručené okamžikem uveřejnění</w:t>
      </w:r>
      <w:r>
        <w:rPr>
          <w:rFonts w:cs="Calibri"/>
        </w:rPr>
        <w:t>.</w:t>
      </w:r>
    </w:p>
    <w:p w14:paraId="4EA9563E" w14:textId="77777777"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15E57CC" w14:textId="77777777" w:rsidR="005415EA"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B5B0DB2" w14:textId="77777777" w:rsidR="005415EA" w:rsidRPr="00E01E88" w:rsidRDefault="001A2D5F" w:rsidP="001A2D5F">
      <w:pPr>
        <w:pStyle w:val="Nadpis1-1"/>
      </w:pPr>
      <w:bookmarkStart w:id="14" w:name="_Toc3900528"/>
      <w:r w:rsidRPr="00E01E88">
        <w:t>POŽADAVKY ZADAVATELE NA KVALIFIKACI</w:t>
      </w:r>
      <w:bookmarkEnd w:id="14"/>
    </w:p>
    <w:p w14:paraId="5F291E4F" w14:textId="77777777" w:rsidR="001A2D5F" w:rsidRPr="00794C25" w:rsidRDefault="001A2D5F" w:rsidP="001A2D5F">
      <w:pPr>
        <w:pStyle w:val="Text1-1"/>
      </w:pPr>
      <w:r w:rsidRPr="00794C25">
        <w:t>Dodavatelé jsou povinni prokázat splnění kvalifikace za podmínek stanovených v této Výzvě.</w:t>
      </w:r>
    </w:p>
    <w:p w14:paraId="477CA2D4" w14:textId="77777777" w:rsidR="001A2D5F" w:rsidRDefault="001A2D5F" w:rsidP="001A2D5F">
      <w:pPr>
        <w:pStyle w:val="Text1-1"/>
      </w:pPr>
      <w:r w:rsidRPr="00300BBC">
        <w:t xml:space="preserve">Prokázání splnění </w:t>
      </w:r>
      <w:r w:rsidRPr="00DE0A69">
        <w:t xml:space="preserve">základní </w:t>
      </w:r>
      <w:r>
        <w:t>způsobilosti</w:t>
      </w:r>
      <w:r w:rsidRPr="00300BBC">
        <w:t>:</w:t>
      </w:r>
    </w:p>
    <w:p w14:paraId="137F6899" w14:textId="77777777" w:rsidR="001A2D5F" w:rsidRPr="00300BBC" w:rsidRDefault="001A2D5F" w:rsidP="000E5BED">
      <w:pPr>
        <w:pStyle w:val="Odrka1-1"/>
      </w:pPr>
      <w:r w:rsidRPr="001A2D5F">
        <w:t>Zadavatel požaduje prokázání základní způsobilosti. Způsobilým není dodavatel, který:</w:t>
      </w:r>
    </w:p>
    <w:p w14:paraId="19DC774C" w14:textId="77777777" w:rsidR="001A2D5F" w:rsidRPr="00485D93" w:rsidRDefault="001A2D5F" w:rsidP="000E5BED">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9D95D8D" w14:textId="77777777" w:rsidR="001A2D5F" w:rsidRPr="00485D93" w:rsidRDefault="001A2D5F" w:rsidP="000E5BED">
      <w:pPr>
        <w:pStyle w:val="Odstavec1-2i"/>
      </w:pPr>
      <w:r>
        <w:t>má v České republice nebo v zemi svého sídla v evidenci daní zachycen splatný daňový nedoplatek;</w:t>
      </w:r>
    </w:p>
    <w:p w14:paraId="62E6B3E0" w14:textId="77777777" w:rsidR="001A2D5F" w:rsidRPr="00485D93" w:rsidRDefault="001A2D5F" w:rsidP="000E5BED">
      <w:pPr>
        <w:pStyle w:val="Odstavec1-2i"/>
      </w:pPr>
      <w:r>
        <w:t>má v České republice nebo v zemi svého sídla splatný nedoplatek na pojistném nebo na penále na veřejné zdravotní pojištění;</w:t>
      </w:r>
      <w:r w:rsidRPr="00485D93">
        <w:t xml:space="preserve"> </w:t>
      </w:r>
    </w:p>
    <w:p w14:paraId="478F876B" w14:textId="77777777" w:rsidR="001A2D5F" w:rsidRPr="00485D93" w:rsidRDefault="001A2D5F" w:rsidP="000E5BED">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684AF50D" w14:textId="77777777" w:rsidR="001A2D5F" w:rsidRPr="00485D93" w:rsidRDefault="001A2D5F" w:rsidP="000E5BED">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1EA7E41E" w14:textId="77777777" w:rsidR="0001286C" w:rsidRDefault="0001286C" w:rsidP="000E5BED">
      <w:pPr>
        <w:pStyle w:val="Odrka1-1"/>
      </w:pPr>
      <w:r w:rsidRPr="0001286C">
        <w:t>Způsob prokázání základní způsobilosti:</w:t>
      </w:r>
    </w:p>
    <w:p w14:paraId="29E7180F" w14:textId="77777777" w:rsidR="001A2D5F" w:rsidRDefault="001A2D5F">
      <w:pPr>
        <w:pStyle w:val="Textbezslovn"/>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základní způsobilost požadovanou zadavatelem. </w:t>
      </w:r>
      <w:r w:rsidRPr="000F6909">
        <w:t>Vzor čestného prohlášení o splnění základní způsobilosti</w:t>
      </w:r>
      <w:r>
        <w:t xml:space="preserve"> </w:t>
      </w:r>
      <w:r w:rsidRPr="003E476A">
        <w:t xml:space="preserve">tvoří </w:t>
      </w:r>
      <w:r w:rsidRPr="000F6909">
        <w:t>Přílohu č.</w:t>
      </w:r>
      <w:r w:rsidRPr="003E476A">
        <w:t> </w:t>
      </w:r>
      <w:r>
        <w:t>7 této Výzvy</w:t>
      </w:r>
      <w:r w:rsidRPr="003E476A">
        <w:t>.</w:t>
      </w:r>
      <w:r w:rsidRPr="00F5303B">
        <w:t xml:space="preserve"> </w:t>
      </w:r>
    </w:p>
    <w:p w14:paraId="2192C407" w14:textId="77777777" w:rsidR="001A2D5F" w:rsidRPr="00300BBC" w:rsidRDefault="001A2D5F" w:rsidP="001A2D5F">
      <w:pPr>
        <w:pStyle w:val="Text1-1"/>
      </w:pPr>
      <w:r w:rsidRPr="00300BBC">
        <w:lastRenderedPageBreak/>
        <w:t xml:space="preserve">Prokázání splnění profesní </w:t>
      </w:r>
      <w:r w:rsidRPr="00D96648">
        <w:t>způsobilosti</w:t>
      </w:r>
      <w:r w:rsidRPr="00300BBC">
        <w:t>:</w:t>
      </w:r>
    </w:p>
    <w:p w14:paraId="16770C73" w14:textId="77777777" w:rsidR="001A2D5F" w:rsidRPr="00DE0A69" w:rsidRDefault="001A2D5F" w:rsidP="001A2D5F">
      <w:pPr>
        <w:pStyle w:val="Odrka1-1"/>
      </w:pPr>
      <w:r w:rsidRPr="00DE0A69">
        <w:t xml:space="preserve">Zadavatel požaduje </w:t>
      </w:r>
      <w:r>
        <w:t xml:space="preserve">k prokázání splnění profesní způsobilosti ve vztahu k České republice </w:t>
      </w:r>
      <w:r w:rsidRPr="00DE0A69">
        <w:t>předložení výpisu z obchodního rejstříku</w:t>
      </w:r>
      <w:r>
        <w:t xml:space="preserve"> nebo </w:t>
      </w:r>
      <w:r w:rsidRPr="00DE0A69">
        <w:t xml:space="preserve">jiné obdobné evidence, pokud </w:t>
      </w:r>
      <w:r>
        <w:t>jiný právní předpis zápis do takové evidence vyžaduje</w:t>
      </w:r>
      <w:r w:rsidRPr="00DE0A69">
        <w:t>.</w:t>
      </w:r>
    </w:p>
    <w:p w14:paraId="70254B53" w14:textId="160469F8" w:rsidR="001A2D5F" w:rsidRDefault="001A2D5F" w:rsidP="001A2D5F">
      <w:pPr>
        <w:pStyle w:val="Odrka1-1"/>
        <w:spacing w:after="0"/>
      </w:pPr>
      <w:r w:rsidRPr="00DE0A69">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živnostenským listem, a to až do doby vydání prvního výpisu ze živnostenského rejstříku dodavateli.</w:t>
      </w:r>
      <w:r>
        <w:t xml:space="preserve"> </w:t>
      </w:r>
      <w:r w:rsidRPr="00DE0A69">
        <w:t xml:space="preserve">Dodavatel </w:t>
      </w:r>
      <w:r w:rsidR="0001286C">
        <w:t>doloží</w:t>
      </w:r>
      <w:r w:rsidRPr="00DE0A69">
        <w:t xml:space="preserve">, že má k </w:t>
      </w:r>
      <w:r w:rsidRPr="00757964">
        <w:t>dispozici oprávnění k podnikání pro následující činnosti:</w:t>
      </w:r>
    </w:p>
    <w:p w14:paraId="42620E8F" w14:textId="77777777" w:rsidR="00B225E9" w:rsidRPr="00757964" w:rsidRDefault="00B225E9" w:rsidP="00B225E9">
      <w:pPr>
        <w:pStyle w:val="Odrka1-1"/>
        <w:numPr>
          <w:ilvl w:val="0"/>
          <w:numId w:val="0"/>
        </w:numPr>
        <w:spacing w:after="0"/>
        <w:ind w:left="737"/>
      </w:pPr>
    </w:p>
    <w:p w14:paraId="447109E0" w14:textId="77777777" w:rsidR="001A2D5F" w:rsidRPr="00757964" w:rsidRDefault="001A2D5F" w:rsidP="001A2D5F">
      <w:pPr>
        <w:pStyle w:val="Odrka1-2-"/>
      </w:pPr>
      <w:r w:rsidRPr="00757964">
        <w:t>Provádění staveb, jejich změn a odstraňování,</w:t>
      </w:r>
    </w:p>
    <w:p w14:paraId="3F94ABF2" w14:textId="77777777" w:rsidR="001A2D5F" w:rsidRPr="00757964" w:rsidRDefault="001A2D5F" w:rsidP="001A2D5F">
      <w:pPr>
        <w:pStyle w:val="Odrka1-2-"/>
      </w:pPr>
      <w:r w:rsidRPr="00757964">
        <w:t>Revize, prohlídky a zkoušky určených technických zařízení v provozu,</w:t>
      </w:r>
    </w:p>
    <w:p w14:paraId="2C2E5892" w14:textId="77777777" w:rsidR="001A2D5F" w:rsidRPr="00757964" w:rsidRDefault="001A2D5F" w:rsidP="001A2D5F">
      <w:pPr>
        <w:pStyle w:val="Odrka1-2-"/>
      </w:pPr>
      <w:r w:rsidRPr="00757964">
        <w:t>montáž, opravy, revize a zkoušky elektrických zařízení</w:t>
      </w:r>
    </w:p>
    <w:p w14:paraId="721A8A46" w14:textId="77777777" w:rsidR="003C7255" w:rsidRDefault="003C7255" w:rsidP="003C7255">
      <w:pPr>
        <w:pStyle w:val="Odrka1-1"/>
        <w:numPr>
          <w:ilvl w:val="0"/>
          <w:numId w:val="0"/>
        </w:numPr>
        <w:ind w:left="1077"/>
      </w:pPr>
    </w:p>
    <w:p w14:paraId="5EABD489" w14:textId="435013F6" w:rsidR="001A2D5F" w:rsidRDefault="001A2D5F" w:rsidP="001A2D5F">
      <w:pPr>
        <w:pStyle w:val="Odrka1-1"/>
      </w:pPr>
      <w:r w:rsidRPr="001A2D5F">
        <w:t>Odborná způsobilost:</w:t>
      </w:r>
    </w:p>
    <w:p w14:paraId="01058070" w14:textId="67133FC1" w:rsidR="001A2D5F" w:rsidRPr="005C089F" w:rsidRDefault="001A2D5F" w:rsidP="000E5BED">
      <w:pPr>
        <w:pStyle w:val="Odrka1-2-"/>
        <w:rPr>
          <w:lang w:val="en-US"/>
        </w:rPr>
      </w:pPr>
      <w:r w:rsidRPr="00ED3D05">
        <w:t>Zadavatel po</w:t>
      </w:r>
      <w:r w:rsidRPr="007F2F8E">
        <w:t xml:space="preserve">žaduje předložení dokladu o autorizaci </w:t>
      </w:r>
      <w:r w:rsidR="006E6DC4" w:rsidRPr="00B225E9">
        <w:rPr>
          <w:b/>
        </w:rPr>
        <w:t>v rozsahu dle § 5, odst. 3,</w:t>
      </w:r>
      <w:r w:rsidR="00B225E9" w:rsidRPr="00B225E9">
        <w:rPr>
          <w:b/>
        </w:rPr>
        <w:t xml:space="preserve"> </w:t>
      </w:r>
      <w:r w:rsidR="00B225E9" w:rsidRPr="00B225E9">
        <w:rPr>
          <w:b/>
          <w:lang w:eastAsia="cs-CZ"/>
        </w:rPr>
        <w:t>písm. e)</w:t>
      </w:r>
      <w:r w:rsidR="00B225E9" w:rsidRPr="00CF505A">
        <w:rPr>
          <w:lang w:eastAsia="cs-CZ"/>
        </w:rPr>
        <w:t xml:space="preserve"> </w:t>
      </w:r>
      <w:r w:rsidR="003C7255">
        <w:t xml:space="preserve"> </w:t>
      </w:r>
      <w:r w:rsidRPr="00E10886">
        <w:t xml:space="preserve">platného znění zákona č. 360/1992 Sb., o výkonu povolání </w:t>
      </w:r>
      <w:r w:rsidRPr="00ED3D05">
        <w:t>a o výkonu povolání autorizovaných inženýrů a techniků činných ve výstavbě, ve znění pozdějších předpisů.</w:t>
      </w:r>
    </w:p>
    <w:p w14:paraId="3EF64BB4"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09C30160"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59955ACC" w14:textId="308FCBB2" w:rsidR="001A2D5F" w:rsidRPr="00A0365B" w:rsidRDefault="001A2D5F" w:rsidP="00757964">
      <w:pPr>
        <w:pStyle w:val="Text1-1"/>
      </w:pPr>
      <w:r w:rsidRPr="00A0365B">
        <w:t>Ekonomická kvalifikace</w:t>
      </w:r>
    </w:p>
    <w:p w14:paraId="51C93121" w14:textId="1A872359" w:rsidR="001A2D5F" w:rsidRPr="00A0365B" w:rsidRDefault="001A2D5F" w:rsidP="001A2D5F">
      <w:pPr>
        <w:pStyle w:val="Textbezslovn"/>
      </w:pPr>
      <w:r w:rsidRPr="00A0365B">
        <w:rPr>
          <w:rFonts w:cstheme="minorHAnsi"/>
        </w:rPr>
        <w:t>Spln</w:t>
      </w:r>
      <w:r w:rsidRPr="00A0365B">
        <w:t>ění kritérií ekonomické kvalifikace prokáže dodavatel předložením údajů o celkovém ročním obratu dodavatele, zjištěném podle zvláštních právních předpisů</w:t>
      </w:r>
      <w:r w:rsidRPr="00A0365B">
        <w:footnoteReference w:id="1"/>
      </w:r>
      <w:r w:rsidRPr="00A0365B">
        <w:t>, za poslední tři uzavřená, bezprostředně předcházející účetní období; jestliže dodavatel vznikl později, postačí, doloží-li údaje o svém obratu v požadované výši za všechna účetní období od svého vzniku;</w:t>
      </w:r>
    </w:p>
    <w:p w14:paraId="2E6EA3D8" w14:textId="60B19D36" w:rsidR="001A2D5F" w:rsidRPr="00A0365B" w:rsidRDefault="001A2D5F" w:rsidP="001A2D5F">
      <w:pPr>
        <w:pStyle w:val="Odstavec1-1a"/>
        <w:numPr>
          <w:ilvl w:val="0"/>
          <w:numId w:val="22"/>
        </w:numPr>
      </w:pPr>
      <w:r w:rsidRPr="00A0365B">
        <w:lastRenderedPageBreak/>
        <w:t xml:space="preserve">celkový roční obrat dodavatele, zjištěný podle zvláštních právních předpisů, nesmí činit v žádném z bezprostředně předcházejících tří uzavřených účetních období méně než </w:t>
      </w:r>
      <w:r w:rsidR="00591A70">
        <w:rPr>
          <w:b/>
        </w:rPr>
        <w:t>7</w:t>
      </w:r>
      <w:r w:rsidR="0052436D">
        <w:rPr>
          <w:b/>
        </w:rPr>
        <w:t>0</w:t>
      </w:r>
      <w:r w:rsidR="00591A70">
        <w:rPr>
          <w:b/>
        </w:rPr>
        <w:t> 000 000,-</w:t>
      </w:r>
      <w:r w:rsidRPr="00A0365B">
        <w:t xml:space="preserve"> </w:t>
      </w:r>
      <w:r w:rsidRPr="001A2D5F">
        <w:rPr>
          <w:b/>
        </w:rPr>
        <w:t>Kč</w:t>
      </w:r>
      <w:r w:rsidRPr="00A0365B">
        <w:t xml:space="preserve"> </w:t>
      </w:r>
      <w:r w:rsidRPr="00CF757D">
        <w:rPr>
          <w:b/>
        </w:rPr>
        <w:t>bez DPH</w:t>
      </w:r>
      <w:r w:rsidRPr="00A0365B">
        <w:t>;</w:t>
      </w:r>
    </w:p>
    <w:p w14:paraId="65905BAD" w14:textId="77777777" w:rsidR="001A2D5F" w:rsidRPr="00A0365B" w:rsidRDefault="001A2D5F" w:rsidP="001A2D5F">
      <w:pPr>
        <w:pStyle w:val="Odstavec1-1a"/>
      </w:pPr>
      <w:r w:rsidRPr="00A0365B">
        <w:t>zadavatel pro vyloučení pochybností výslovně v souladu s § 84 Zákona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6E19DD40" w14:textId="77777777" w:rsidR="001A2D5F" w:rsidRPr="00A0365B" w:rsidRDefault="001A2D5F" w:rsidP="001A2D5F">
      <w:pPr>
        <w:pStyle w:val="Odstavec1-1a"/>
      </w:pPr>
      <w:r w:rsidRPr="00A0365B">
        <w:t xml:space="preserve">dodavatel prokáže splnění tohoto kvalifikačního kritéria předložením čestného prohlášení o výši </w:t>
      </w:r>
      <w:r w:rsidRPr="00757964">
        <w:t xml:space="preserve">obratu s uvedením požadovaných údajů, jehož přílohou budou příslušné výkazy zisku a ztrát dodavatele nebo obdobné doklady podle právního řádu země sídla dodavatele. </w:t>
      </w:r>
      <w:r w:rsidRPr="00A0365B">
        <w:t xml:space="preserve">Z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w:t>
      </w:r>
      <w:r w:rsidR="000D1394">
        <w:t xml:space="preserve">zahájení </w:t>
      </w:r>
      <w:r>
        <w:t>výběrového</w:t>
      </w:r>
      <w:r w:rsidRPr="00A0365B">
        <w:t xml:space="preserve"> řízení. Vzor čestného prohlášení o výši obratu tvoří Přílohu č. </w:t>
      </w:r>
      <w:r>
        <w:t>8</w:t>
      </w:r>
      <w:r w:rsidRPr="00A0365B">
        <w:t xml:space="preserve"> této </w:t>
      </w:r>
      <w:r>
        <w:t>Výzvy</w:t>
      </w:r>
      <w:r w:rsidRPr="00A0365B">
        <w:t>. Čestné prohlášení musí být podepsáno osobou oprávněnou jednat za dodavatele;</w:t>
      </w:r>
    </w:p>
    <w:p w14:paraId="7149E58B" w14:textId="77777777" w:rsidR="001A2D5F" w:rsidRPr="00A0365B" w:rsidRDefault="001A2D5F" w:rsidP="001A2D5F">
      <w:pPr>
        <w:pStyle w:val="Odstavec1-1a"/>
      </w:pPr>
      <w:r w:rsidRPr="00A0365B">
        <w:t>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14:paraId="3AF80B18" w14:textId="77777777" w:rsidR="001A2D5F" w:rsidRDefault="001A2D5F" w:rsidP="001A2D5F">
      <w:pPr>
        <w:pStyle w:val="Text1-1"/>
      </w:pPr>
      <w:r w:rsidRPr="001A2D5F">
        <w:t>Technická kvalifikace – seznam stavebních prací:</w:t>
      </w:r>
      <w:bookmarkEnd w:id="2"/>
      <w:bookmarkEnd w:id="3"/>
      <w:bookmarkEnd w:id="4"/>
      <w:bookmarkEnd w:id="5"/>
    </w:p>
    <w:p w14:paraId="58CE6C76" w14:textId="386F8761" w:rsidR="001A2D5F" w:rsidRPr="004349A5" w:rsidRDefault="001A2D5F" w:rsidP="001A2D5F">
      <w:pPr>
        <w:pStyle w:val="Textbezslovn"/>
      </w:pPr>
      <w:r w:rsidRPr="006F3037">
        <w:t>Zadavatel požaduje předložení seznamu stavebních p</w:t>
      </w:r>
      <w:r>
        <w:t>rací poskytnutých dodavatelem na </w:t>
      </w:r>
      <w:r w:rsidRPr="00B97054">
        <w:t xml:space="preserve">stavbách železničních </w:t>
      </w:r>
      <w:r w:rsidRPr="00F736DB">
        <w:t>drah</w:t>
      </w:r>
      <w:r w:rsidR="00B97054">
        <w:t>,</w:t>
      </w:r>
      <w:r w:rsidRPr="00F736DB">
        <w:t xml:space="preserve"> jak jsou vymezeny v § 5 odst. 1 </w:t>
      </w:r>
      <w:r w:rsidRPr="005B7DFF">
        <w:t xml:space="preserve">zákona č. 266/1994 Sb., o dráhách, ve znění pozdějších předpisů, za </w:t>
      </w:r>
      <w:r w:rsidRPr="00B878C6">
        <w:t>posle</w:t>
      </w:r>
      <w:r w:rsidRPr="007447AF">
        <w:t xml:space="preserve">dních </w:t>
      </w:r>
      <w:r w:rsidRPr="004C3D9F">
        <w:t>5</w:t>
      </w:r>
      <w:r w:rsidRPr="00B878C6">
        <w:t xml:space="preserve"> let  před zahájením </w:t>
      </w:r>
      <w:r w:rsidRPr="007447AF">
        <w:t>výběrového řízení (dále jako „</w:t>
      </w:r>
      <w:r w:rsidRPr="007447AF">
        <w:rPr>
          <w:b/>
        </w:rPr>
        <w:t>stavební práce</w:t>
      </w:r>
      <w:r w:rsidRPr="004349A5">
        <w:t xml:space="preserve">“). </w:t>
      </w:r>
    </w:p>
    <w:p w14:paraId="0223D56B" w14:textId="315297B4" w:rsidR="001A2D5F" w:rsidRDefault="001A2D5F" w:rsidP="001A2D5F">
      <w:pPr>
        <w:pStyle w:val="Textbezslovn"/>
      </w:pPr>
      <w:r w:rsidRPr="004349A5">
        <w:t xml:space="preserve">Seznam stavebních prací musí obsahovat nejméně </w:t>
      </w:r>
      <w:r w:rsidR="00B97054" w:rsidRPr="00305F83">
        <w:rPr>
          <w:b/>
        </w:rPr>
        <w:t xml:space="preserve">3 </w:t>
      </w:r>
      <w:r w:rsidRPr="00305F83">
        <w:rPr>
          <w:b/>
        </w:rPr>
        <w:t>nejvýznamnější stavební práce</w:t>
      </w:r>
      <w:r w:rsidRPr="004349A5">
        <w:t xml:space="preserve"> v oblasti zadávané </w:t>
      </w:r>
      <w:r w:rsidRPr="00B97054">
        <w:t>zakázky provedených na dráze celostátní a dráze regionální</w:t>
      </w:r>
      <w:r w:rsidRPr="004349A5">
        <w:t xml:space="preserve"> s hodnotou nákladů stavebních prací </w:t>
      </w:r>
      <w:r w:rsidRPr="00305F83">
        <w:rPr>
          <w:b/>
        </w:rPr>
        <w:t xml:space="preserve">nejméně </w:t>
      </w:r>
      <w:r w:rsidR="00591A70">
        <w:rPr>
          <w:b/>
        </w:rPr>
        <w:t>3</w:t>
      </w:r>
      <w:r w:rsidR="000002B7">
        <w:rPr>
          <w:b/>
        </w:rPr>
        <w:t>0</w:t>
      </w:r>
      <w:r w:rsidR="00591A70">
        <w:rPr>
          <w:b/>
        </w:rPr>
        <w:t> 000 000,-</w:t>
      </w:r>
      <w:r w:rsidRPr="00305F83">
        <w:rPr>
          <w:b/>
        </w:rPr>
        <w:t xml:space="preserve"> Kč bez DPH</w:t>
      </w:r>
      <w:r w:rsidRPr="003F054B">
        <w:t xml:space="preserve"> u každé stavební práce uvedené v seznamu. Za stavby v oblasti zadávané zakázky se pro účely této zadávací dokumentace považují stavby</w:t>
      </w:r>
      <w:r w:rsidR="00B97054" w:rsidRPr="003F054B">
        <w:t xml:space="preserve"> - </w:t>
      </w:r>
      <w:r w:rsidRPr="003F054B">
        <w:t xml:space="preserve"> rekonstrukce nebo oprava železniční stanice, zabezpečovacího zařízení (traťového, staničního, přejezdového), </w:t>
      </w:r>
      <w:r w:rsidR="00B97054" w:rsidRPr="003F054B">
        <w:t xml:space="preserve"> přejezdových konstrukcí, kabelových tras</w:t>
      </w:r>
      <w:r w:rsidRPr="003F054B">
        <w:t xml:space="preserve">. </w:t>
      </w:r>
    </w:p>
    <w:p w14:paraId="4784DD9B" w14:textId="77777777" w:rsidR="00C233EE" w:rsidRDefault="001A2D5F" w:rsidP="001A2D5F">
      <w:pPr>
        <w:pStyle w:val="Textbezslovn"/>
      </w:pPr>
      <w:r w:rsidRPr="00300BBC">
        <w:t xml:space="preserve">Seznam stavebních prací bude předložen ve formě </w:t>
      </w:r>
      <w:r w:rsidR="00C233EE" w:rsidRPr="00C233EE">
        <w:t>dle vzorového formuláře obsaženého</w:t>
      </w:r>
      <w:r w:rsidR="00C233EE">
        <w:t xml:space="preserve"> </w:t>
      </w:r>
      <w:r w:rsidRPr="00300BBC">
        <w:t xml:space="preserve">v Příloze č. </w:t>
      </w:r>
      <w:r>
        <w:t>4 této Výzvy</w:t>
      </w:r>
      <w:r w:rsidRPr="00300BBC">
        <w:t>.</w:t>
      </w:r>
      <w:r>
        <w:t xml:space="preserve"> V předloženém seznamu musí být uvedeny všechny požadované údaje, zejména název stavební práce, předmět plnění</w:t>
      </w:r>
      <w:r w:rsidRPr="004F495C">
        <w:t xml:space="preserve"> </w:t>
      </w:r>
      <w:r>
        <w:t xml:space="preserve">s uvedením </w:t>
      </w:r>
      <w:r w:rsidR="00C233EE">
        <w:t xml:space="preserve">všech </w:t>
      </w:r>
      <w:r>
        <w:t xml:space="preserve">zadavatelem výše požadovaných údajů, cena, doba a místo </w:t>
      </w:r>
      <w:r w:rsidRPr="00F33BA3">
        <w:t xml:space="preserve">provádění </w:t>
      </w:r>
      <w:r>
        <w:t>stavebních prací, identifikace objednatele</w:t>
      </w:r>
      <w:r w:rsidRPr="004F495C">
        <w:t xml:space="preserve"> </w:t>
      </w:r>
      <w:r>
        <w:t xml:space="preserve">a kontaktní údaje na osobu na straně objednatele, u níž je možné ověřit rozhodné skutečnosti ohledně realizované stavební práce. </w:t>
      </w:r>
      <w:r w:rsidRPr="00F33BA3">
        <w:t xml:space="preserve">Přílohou seznamu budou osvědčení objednatelů o řádném poskytnutí a dokončení stavebních prací, a to v rozsahu, jak je uvedeno výše. Tato osvědčení musí </w:t>
      </w:r>
      <w:r>
        <w:t>obsahovat</w:t>
      </w:r>
      <w:r w:rsidRPr="00F33BA3">
        <w:t xml:space="preserve"> </w:t>
      </w:r>
      <w:r>
        <w:t>všechny požadované údaje, zejména název stavební práce,</w:t>
      </w:r>
      <w:r w:rsidRPr="00F33BA3">
        <w:t xml:space="preserve"> předmět plnění</w:t>
      </w:r>
      <w:r w:rsidRPr="004F495C">
        <w:t xml:space="preserve"> </w:t>
      </w:r>
      <w:r>
        <w:t>s uvedením zadavatelem výše požadovaných údajů</w:t>
      </w:r>
      <w:r w:rsidRPr="00F33BA3">
        <w:t>, cenu, dobu a místo provádění stavebních prací</w:t>
      </w:r>
      <w:r>
        <w:t>,</w:t>
      </w:r>
      <w:r w:rsidRPr="004F495C">
        <w:t xml:space="preserve"> </w:t>
      </w:r>
      <w:r>
        <w:t>identifikaci objednatele</w:t>
      </w:r>
      <w:r w:rsidRPr="00F33BA3">
        <w:t xml:space="preserve"> a musí obsahovat údaj o tom, zda byly tyto stavební práce </w:t>
      </w:r>
      <w:r>
        <w:t>poskytnuty a dokončeny</w:t>
      </w:r>
      <w:r w:rsidRPr="00F33BA3">
        <w:t xml:space="preserve"> řádně. V </w:t>
      </w:r>
      <w:r w:rsidRPr="007447AF">
        <w:t>předloženém osvědčení musí být vždy uvedeny identifikační údaje dodavatele, jemuž bylo osvědčení vydáno, resp. dodavatele, který stavební</w:t>
      </w:r>
      <w:r w:rsidRPr="004349A5">
        <w:t xml:space="preserve"> práce provedl. </w:t>
      </w:r>
      <w:r w:rsidRPr="004349A5">
        <w:lastRenderedPageBreak/>
        <w:t xml:space="preserve">Seznam i osvědčení musí být předloženy i v případě, že byla objednatelem Správa </w:t>
      </w:r>
      <w:r w:rsidR="006F0E1E">
        <w:t>železnic</w:t>
      </w:r>
      <w:r w:rsidRPr="004349A5">
        <w:t xml:space="preserve">, státní organizace. </w:t>
      </w:r>
    </w:p>
    <w:p w14:paraId="4F366F5B" w14:textId="77777777" w:rsidR="00C233EE" w:rsidRDefault="001A2D5F" w:rsidP="001A2D5F">
      <w:pPr>
        <w:pStyle w:val="Textbezslovn"/>
      </w:pPr>
      <w:r w:rsidRPr="00B97054">
        <w:t>Doba 5 let se považuje za splněnou, pokud byly stavební práce v průběhu této doby dokončeny, a p</w:t>
      </w:r>
      <w:r w:rsidRPr="00B97054">
        <w:rPr>
          <w:rFonts w:cs="Arial"/>
        </w:rPr>
        <w:t>ro prokázání kvalifikace postačuje, aby byl požadovaný finanční objem stavebních prací dosažen za celou dobu realizace stavebních prací, nikoliv pouze v průběhu posledních 5 let před zahájením výběrového řízení.</w:t>
      </w:r>
      <w:r w:rsidRPr="00B97054">
        <w:t xml:space="preserve"> </w:t>
      </w:r>
      <w:r w:rsidR="00C233EE" w:rsidRPr="00B97054">
        <w:t>Dokončením se u stavebních prací rozumí uvedení díla alespoň do zkušebního provozu. Zadavatel nicméně za dílo dokončené v období posledních 5 let bude považovat též dílo, které v tomto období bylo dokončeno jako celek, tj. včetně</w:t>
      </w:r>
      <w:r w:rsidR="00C233EE" w:rsidRPr="00C233EE">
        <w:t xml:space="preserve"> plnění navazujících na zkušební provoz, např. zpracování dokumentace skutečného provedení stavby.</w:t>
      </w:r>
    </w:p>
    <w:p w14:paraId="765ACD0C" w14:textId="77777777" w:rsidR="001A2D5F" w:rsidRDefault="001A2D5F" w:rsidP="001A2D5F">
      <w:pPr>
        <w:pStyle w:val="Textbezslovn"/>
      </w:pPr>
      <w:r w:rsidRPr="004349A5">
        <w:t>Pokud dodavatel není z důvodů, které mu nelze přičítat, schopen předložit doklad požadovaný k prokázání tohoto kritéria, je oprávněn předložit jiný rovnocenný doklad.</w:t>
      </w:r>
      <w:r w:rsidRPr="008D2C05">
        <w:t xml:space="preserve"> </w:t>
      </w:r>
      <w:r w:rsidRPr="0020439B">
        <w:t>Rovnocenným dokladem</w:t>
      </w:r>
      <w:r w:rsidRPr="00374175">
        <w:t xml:space="preserve"> </w:t>
      </w:r>
      <w:r w:rsidRPr="008D2C05">
        <w:t>je zejména smlouva s objednatelem a současně doklad o uskutečnění plnění dodavatele</w:t>
      </w:r>
      <w:r w:rsidRPr="00F33BA3">
        <w:t xml:space="preserve">. </w:t>
      </w:r>
      <w:r>
        <w:t>Zadavatel si vyhrazuje právo ověřit správnost údajů o realizaci stavebních prací uvedených v seznamu a osvědčení</w:t>
      </w:r>
      <w:r w:rsidR="00C233EE" w:rsidRPr="00C233EE">
        <w:t>, resp. jiných rovnocenných dokladech</w:t>
      </w:r>
      <w:r>
        <w:t>.</w:t>
      </w:r>
    </w:p>
    <w:p w14:paraId="14794125" w14:textId="77777777" w:rsidR="00D7751F" w:rsidRPr="00F33BA3" w:rsidRDefault="00D7751F" w:rsidP="00D7751F">
      <w:pPr>
        <w:pStyle w:val="Textbezslovn"/>
      </w:pPr>
      <w:r w:rsidRPr="00F33BA3">
        <w:t>Dodavatel může použít k prokázání splnění kritéria kvalifikace týkajícího se požadavku na předložení seznamu referenčních zakázek i takové stavební práce, které poskytl</w:t>
      </w:r>
    </w:p>
    <w:p w14:paraId="0AC4DE9E" w14:textId="77777777" w:rsidR="00D7751F" w:rsidRPr="00F33BA3" w:rsidRDefault="00D7751F" w:rsidP="00D7751F">
      <w:pPr>
        <w:pStyle w:val="Odstavec1-1a"/>
        <w:numPr>
          <w:ilvl w:val="0"/>
          <w:numId w:val="23"/>
        </w:numPr>
        <w:spacing w:after="0"/>
      </w:pPr>
      <w:r w:rsidRPr="00F33BA3">
        <w:t>společně s jinými dodavateli, a to v rozsahu, v jakém se na plnění zakázky podílel, nebo</w:t>
      </w:r>
    </w:p>
    <w:p w14:paraId="3D9D1363" w14:textId="77777777" w:rsidR="00D7751F" w:rsidRPr="00F33BA3" w:rsidRDefault="00D7751F" w:rsidP="00D7751F">
      <w:pPr>
        <w:pStyle w:val="Odstavec1-1a"/>
      </w:pPr>
      <w:r w:rsidRPr="00F33BA3">
        <w:t>jako poddodavatel, a to v rozsahu, v jakém se na plnění zakázky podílel.</w:t>
      </w:r>
    </w:p>
    <w:p w14:paraId="4DFD9B73" w14:textId="77777777" w:rsidR="00D7751F" w:rsidRPr="00F82E8F" w:rsidRDefault="00D7751F" w:rsidP="00D7751F">
      <w:pPr>
        <w:pStyle w:val="Textbezslovn"/>
      </w:pPr>
      <w:r w:rsidRPr="00F82E8F">
        <w:t xml:space="preserve">Je-li osvědčení objednatele o řádném plnění uvedené stavební práce vydáno pro společnost/ sdružení či jiné seskupení dodavatelů, kteří plnili zakázku společně, a dodavatel (účastník </w:t>
      </w:r>
      <w:r>
        <w:t>výběrového</w:t>
      </w:r>
      <w:r w:rsidRPr="00F82E8F">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t>, pokud takové informace z osvědčení nevyplývají</w:t>
      </w:r>
      <w:r w:rsidRPr="00F82E8F">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t xml:space="preserve"> výběrovém</w:t>
      </w:r>
      <w:r w:rsidRPr="00F82E8F">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541667E" w14:textId="77777777" w:rsidR="00D7751F" w:rsidRPr="008829A6" w:rsidRDefault="00C233EE" w:rsidP="00D7751F">
      <w:pPr>
        <w:pStyle w:val="Textbezslovn"/>
        <w:rPr>
          <w:rFonts w:cs="Calibri"/>
        </w:rPr>
      </w:pPr>
      <w:r w:rsidRPr="00C233EE">
        <w:t xml:space="preserve">Stavební prací se rozumí jeden dokončený obchodní případ (tj. stavební práce poskytnuté v rámci jednoho smluvního vztahu s jedním objednatelem). </w:t>
      </w:r>
      <w:r w:rsidR="00D7751F" w:rsidRPr="008829A6">
        <w:t>Pokud se jiná osoba, prostřednictvím které účastník prokazuje část kvalifikace, v </w:t>
      </w:r>
      <w:r w:rsidR="00D7751F" w:rsidRPr="00C672DE">
        <w:rPr>
          <w:rFonts w:cs="Calibri"/>
        </w:rPr>
        <w:t>rámci</w:t>
      </w:r>
      <w:r w:rsidR="00D7751F" w:rsidRPr="008829A6">
        <w:t xml:space="preserve"> prokazování realizace stavebních prací prokáže stejnou referenční akcí (obchodním případem</w:t>
      </w:r>
      <w:r>
        <w:t xml:space="preserve"> </w:t>
      </w:r>
      <w:r w:rsidRPr="00C233EE">
        <w:t>s věcně a rozsahem stejným předmětem plnění)</w:t>
      </w:r>
      <w:r w:rsidR="00D7751F" w:rsidRPr="008829A6">
        <w:t>) jako účastník (</w:t>
      </w:r>
      <w:r w:rsidR="00D7751F" w:rsidRPr="000E6A6B">
        <w:t>tj. na realizaci prokazované referenční akc</w:t>
      </w:r>
      <w:r w:rsidR="00D7751F">
        <w:t>e</w:t>
      </w:r>
      <w:r w:rsidR="00D7751F" w:rsidRPr="000E6A6B">
        <w:t xml:space="preserve"> se dříve společně podíleli</w:t>
      </w:r>
      <w:r w:rsidR="00D7751F" w:rsidRPr="008829A6">
        <w:t>), bude tato akce uznána pouze jednou</w:t>
      </w:r>
      <w:r w:rsidR="00D7751F">
        <w:t xml:space="preserve">. </w:t>
      </w:r>
      <w:r w:rsidR="00D7751F" w:rsidRPr="008829A6">
        <w:t xml:space="preserve">To platí obdobně i v případě, kdy by se stejnou referenční akcí (obchodním případem s věcně a rozsahem stejným předmětem plnění) prokazovalo zároveň více dodavatelů, </w:t>
      </w:r>
      <w:r w:rsidR="00D7751F" w:rsidRPr="000E6A6B">
        <w:t xml:space="preserve">kteří se </w:t>
      </w:r>
      <w:r w:rsidR="00D7751F">
        <w:t>tohoto výběrového</w:t>
      </w:r>
      <w:r w:rsidR="00D7751F" w:rsidRPr="008829A6">
        <w:t xml:space="preserve">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905AFD7" w14:textId="77777777" w:rsidR="00D7751F" w:rsidRDefault="00D7751F" w:rsidP="00D7751F">
      <w:pPr>
        <w:pStyle w:val="Text1-1"/>
      </w:pPr>
      <w:r w:rsidRPr="00F17ABA">
        <w:lastRenderedPageBreak/>
        <w:t>Technická</w:t>
      </w:r>
      <w:r w:rsidRPr="00300BBC">
        <w:t xml:space="preserve"> </w:t>
      </w:r>
      <w:r>
        <w:t>kvalifikace – seznam odborného personálu:</w:t>
      </w:r>
    </w:p>
    <w:p w14:paraId="3A378A32" w14:textId="77777777" w:rsidR="00D7751F" w:rsidRDefault="00D7751F" w:rsidP="00D7751F">
      <w:pPr>
        <w:pStyle w:val="Textbezslovn"/>
      </w:pPr>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s výjimkou úředně oprávněného zeměměřického inženýra, nelze jakkoliv rozdělit mezi více fyzických</w:t>
      </w:r>
      <w:r w:rsidRPr="00D86738">
        <w:t xml:space="preserve"> osob</w:t>
      </w:r>
      <w:r>
        <w:t>, takže u téže funkce člena personálu nemůže být prokázáno splnění např. požadovaného vzdělání jednou osobou a pomocí jiné osoby odborná způsobilost</w:t>
      </w:r>
      <w:r w:rsidRPr="0012687B">
        <w:t>. 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14:paraId="7FBD77C0" w14:textId="77777777" w:rsidR="00D7751F" w:rsidRDefault="00D7751F" w:rsidP="00D7751F">
      <w:pPr>
        <w:pStyle w:val="Textbezslovn"/>
        <w:spacing w:after="0"/>
      </w:pPr>
      <w:r w:rsidRPr="00300BBC">
        <w:t xml:space="preserve">Přílohou seznamu </w:t>
      </w:r>
      <w:r w:rsidRPr="00B97054">
        <w:t>budou profesní životopisy každého člena odborného personálu, doklady o požadovaném vzdělání členů odborného personálu a doklady k prokázání</w:t>
      </w:r>
      <w:r>
        <w:t xml:space="preserve"> odborné způsobilosti.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který splňuje následující podmínky (což musí vyplývat z dodavatelem předkládaných dokumentů):</w:t>
      </w:r>
    </w:p>
    <w:p w14:paraId="242AABF1" w14:textId="77777777" w:rsidR="00D7751F" w:rsidRPr="00B97054" w:rsidRDefault="00D7751F" w:rsidP="00D7751F">
      <w:pPr>
        <w:pStyle w:val="Odstavec1-1a"/>
        <w:numPr>
          <w:ilvl w:val="0"/>
          <w:numId w:val="26"/>
        </w:numPr>
        <w:rPr>
          <w:b/>
        </w:rPr>
      </w:pPr>
      <w:r w:rsidRPr="00B97054">
        <w:rPr>
          <w:b/>
        </w:rPr>
        <w:t>stavbyvedoucí</w:t>
      </w:r>
    </w:p>
    <w:p w14:paraId="1412FF8A" w14:textId="77777777" w:rsidR="00D7751F" w:rsidRPr="00B97054" w:rsidRDefault="00D7751F" w:rsidP="00E0678B">
      <w:pPr>
        <w:pStyle w:val="Odrka1-1"/>
      </w:pPr>
      <w:r w:rsidRPr="00B97054">
        <w:t>minimálně středoškolské vzdělání;</w:t>
      </w:r>
    </w:p>
    <w:p w14:paraId="37E21372" w14:textId="77777777" w:rsidR="00D7751F" w:rsidRPr="00B97054" w:rsidRDefault="00D7751F" w:rsidP="00E0678B">
      <w:pPr>
        <w:pStyle w:val="Odrka1-1"/>
      </w:pPr>
      <w:r w:rsidRPr="00B97054">
        <w:t xml:space="preserve">nejméně 5 let praxe v řízení  provádění staveb železničních drah; </w:t>
      </w:r>
    </w:p>
    <w:p w14:paraId="7710CCBC" w14:textId="7437E23D" w:rsidR="00D7751F" w:rsidRPr="00B97054" w:rsidRDefault="00D7751F" w:rsidP="00E0678B">
      <w:pPr>
        <w:pStyle w:val="Odrka1-1"/>
      </w:pPr>
      <w:r w:rsidRPr="00B97054">
        <w:t xml:space="preserve">zkušenost s řízením realizace alespoň jedné zakázky - stavby železničních drah </w:t>
      </w:r>
      <w:r w:rsidR="00DF78E5" w:rsidRPr="00B97054">
        <w:t>v hodnotě nejméně</w:t>
      </w:r>
      <w:r w:rsidRPr="00B97054">
        <w:t xml:space="preserve"> </w:t>
      </w:r>
      <w:r w:rsidR="009661B0">
        <w:t>30 000</w:t>
      </w:r>
      <w:r w:rsidR="00305F83">
        <w:t> </w:t>
      </w:r>
      <w:r w:rsidR="009661B0">
        <w:t>000</w:t>
      </w:r>
      <w:r w:rsidR="00305F83">
        <w:t xml:space="preserve"> </w:t>
      </w:r>
      <w:r w:rsidRPr="00B97054">
        <w:t>Kč bez DPH</w:t>
      </w:r>
      <w:r w:rsidR="00DF78E5" w:rsidRPr="00B97054">
        <w:t>, a to v posledních 10 letech před zahájením výběrového řízení</w:t>
      </w:r>
    </w:p>
    <w:p w14:paraId="6796BDEF" w14:textId="77777777" w:rsidR="00305F83" w:rsidRDefault="00B97054" w:rsidP="00E0678B">
      <w:pPr>
        <w:pStyle w:val="Odrka1-1"/>
        <w:rPr>
          <w:lang w:eastAsia="cs-CZ"/>
        </w:rPr>
      </w:pPr>
      <w:r w:rsidRPr="00CF505A">
        <w:rPr>
          <w:lang w:eastAsia="cs-CZ"/>
        </w:rPr>
        <w:t xml:space="preserve">musí předložit doklad o autorizaci/registraci </w:t>
      </w:r>
      <w:r w:rsidRPr="00305F83">
        <w:rPr>
          <w:b/>
          <w:lang w:eastAsia="cs-CZ"/>
        </w:rPr>
        <w:t>v rozsahu dle § 5 odst. 3 písm. e)</w:t>
      </w:r>
      <w:r w:rsidRPr="00CF505A">
        <w:rPr>
          <w:lang w:eastAsia="cs-CZ"/>
        </w:rPr>
        <w:t xml:space="preserv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7CE412F3" w14:textId="640D2C88" w:rsidR="00305F83" w:rsidRDefault="00305F83" w:rsidP="00305F83">
      <w:pPr>
        <w:pStyle w:val="Odrka1-1"/>
      </w:pPr>
      <w:r>
        <w:t>předložení oprávnění ke vstupu do provozované železniční dopravní cesty nebo doložení čestného prohlášení, že nejpozději do zahájení prací bude mít dodavatel vydáno oprávnění ke vstupu do provozované železniční dopravní cesty;</w:t>
      </w:r>
    </w:p>
    <w:p w14:paraId="438C0641" w14:textId="77777777" w:rsidR="00305F83" w:rsidRDefault="00305F83" w:rsidP="00305F83">
      <w:pPr>
        <w:pStyle w:val="Odrka1-1"/>
        <w:numPr>
          <w:ilvl w:val="0"/>
          <w:numId w:val="0"/>
        </w:numPr>
        <w:ind w:left="737"/>
      </w:pPr>
    </w:p>
    <w:p w14:paraId="365A9194" w14:textId="202229BF" w:rsidR="00D7751F" w:rsidRPr="0097175D" w:rsidRDefault="00D7751F" w:rsidP="00D7751F">
      <w:pPr>
        <w:pStyle w:val="Odstavec1-1a"/>
        <w:rPr>
          <w:b/>
        </w:rPr>
      </w:pPr>
      <w:r w:rsidRPr="0097175D">
        <w:rPr>
          <w:b/>
        </w:rPr>
        <w:t>specialista (vedoucí prací) na sdělovací a zabezpečovací zařízení</w:t>
      </w:r>
    </w:p>
    <w:p w14:paraId="3E9A4F4D" w14:textId="77777777" w:rsidR="00B97054" w:rsidRDefault="00B97054" w:rsidP="002D0EE3">
      <w:pPr>
        <w:pStyle w:val="Odrka1-1"/>
      </w:pPr>
      <w:r>
        <w:t>minimálně středoškolské vzdělání;</w:t>
      </w:r>
    </w:p>
    <w:p w14:paraId="40E107AD" w14:textId="77777777" w:rsidR="00B97054" w:rsidRDefault="00B97054" w:rsidP="002D0EE3">
      <w:pPr>
        <w:pStyle w:val="Odrka1-1"/>
      </w:pPr>
      <w:r>
        <w:t>nejméně 5 let praxe v oboru své specializace při provádění staveb;</w:t>
      </w:r>
    </w:p>
    <w:p w14:paraId="13F0555C" w14:textId="77777777" w:rsidR="00B97054" w:rsidRDefault="00B97054" w:rsidP="002D0EE3">
      <w:pPr>
        <w:pStyle w:val="Odrka1-1"/>
      </w:pPr>
      <w:r>
        <w:t>existenci pracovního nebo obdobného poměru (Jméno, příjmení), dodavatel může použít Přílohu č. 3d Zadávací dokumentace;</w:t>
      </w:r>
    </w:p>
    <w:p w14:paraId="06077847" w14:textId="13BBCD55" w:rsidR="00B97054" w:rsidRDefault="00305F83" w:rsidP="002D0EE3">
      <w:pPr>
        <w:pStyle w:val="Odrka1-1"/>
      </w:pPr>
      <w:r>
        <w:t>předložení oprávnění ke vstupu do provozované železniční dopravní cesty nebo doložení čestného prohlášení, že nejpozději do zahájení prací bude mít dodavatel vydáno oprávnění ke vstupu do provozované železniční dopravní cesty</w:t>
      </w:r>
      <w:r w:rsidR="00B97054">
        <w:t>;</w:t>
      </w:r>
    </w:p>
    <w:p w14:paraId="679DE4B4" w14:textId="77777777" w:rsidR="00B97054" w:rsidRDefault="00B97054" w:rsidP="002D0EE3">
      <w:pPr>
        <w:pStyle w:val="Odrka1-1"/>
      </w:pPr>
      <w:r>
        <w:t>doložení elektrotechnické kvalifikace při činnostech UTZ dle vyhlášky č. 100/1995 Sb., kterou se stanoví podmínky pro provoz, konstrukci a výrobu určených technických zařízení a jejich konkretizace (Řád určených technických zařízení), v platném znění;</w:t>
      </w:r>
    </w:p>
    <w:p w14:paraId="2F5BADF9" w14:textId="77777777" w:rsidR="00B97054" w:rsidRDefault="00B97054" w:rsidP="002D0EE3">
      <w:pPr>
        <w:pStyle w:val="Odrka1-1"/>
      </w:pPr>
      <w:r>
        <w:lastRenderedPageBreak/>
        <w:t xml:space="preserve">doložení odborné způsobilosti v elektrotechnice dle vyhlášky č. 50/1978 Sb., o odborné způsobilosti v elektrotechnice, v platném znění </w:t>
      </w:r>
    </w:p>
    <w:p w14:paraId="62862D17" w14:textId="4A85DAE5" w:rsidR="00DF78E5" w:rsidRDefault="00D7751F" w:rsidP="00305F83">
      <w:pPr>
        <w:pStyle w:val="Odstavec1-1a"/>
        <w:numPr>
          <w:ilvl w:val="0"/>
          <w:numId w:val="0"/>
        </w:numPr>
        <w:ind w:left="737"/>
      </w:pPr>
      <w:r>
        <w:t xml:space="preserve">Zkušeností s řízením realizace stavby nebo praxí </w:t>
      </w:r>
      <w:r w:rsidRPr="00EE0D0D">
        <w:t>v řízení provádění staveb</w:t>
      </w:r>
      <w:r>
        <w:t xml:space="preserve"> se u příslušných členů odborného personálu, u kterých je tato zkušenost nebo praxe požadována, rozumí činnost spočívající v řízení provádění stavby v pozici zhotovitele ve funkci stavbyvedoucího, </w:t>
      </w:r>
      <w:r w:rsidR="00DF78E5">
        <w:t xml:space="preserve">nebo </w:t>
      </w:r>
      <w:r>
        <w:t>zástupce stavbyvedoucího nebo v obdobné (případně jinak nazvané) funkci při realizaci staveb v zahraničním prostředí</w:t>
      </w:r>
      <w:r w:rsidR="00DF78E5" w:rsidRPr="00DF78E5">
        <w:t>, jež je z hlediska věcné náplně práce a odpovědnosti s funkcí stavbyvedoucího nebo jeho zástupce srovnatelná</w:t>
      </w:r>
      <w:r>
        <w:t>.</w:t>
      </w:r>
    </w:p>
    <w:p w14:paraId="507CBBBF" w14:textId="77777777" w:rsidR="00DF78E5" w:rsidRPr="000E5BED" w:rsidRDefault="00DF78E5" w:rsidP="000E5BED">
      <w:pPr>
        <w:pStyle w:val="Textbezslovn"/>
      </w:pPr>
      <w:r w:rsidRPr="000E5BED">
        <w:t xml:space="preserve">Zadavatel </w:t>
      </w:r>
      <w:r>
        <w:t>výše stanovil maximální</w:t>
      </w:r>
      <w:r w:rsidRPr="000E5BED">
        <w:t xml:space="preserve"> lhůtu, </w:t>
      </w:r>
      <w:r>
        <w:t>za kterou budou uznány zkušenosti příslušných členů</w:t>
      </w:r>
      <w:r w:rsidRPr="000E5BED">
        <w:t xml:space="preserve"> odborného personálu s </w:t>
      </w:r>
      <w:r>
        <w:t xml:space="preserve"> </w:t>
      </w:r>
      <w:r w:rsidRPr="000E5BED">
        <w:t>řízením</w:t>
      </w:r>
      <w:r>
        <w:t xml:space="preserve"> realizace stavby. V této lhůtě tyto referenční stavby musely být dokončeny (mohly </w:t>
      </w:r>
      <w:r w:rsidRPr="000E5BED">
        <w:t xml:space="preserve">však </w:t>
      </w:r>
      <w:r>
        <w:t>být zahájeny dříve). P</w:t>
      </w:r>
      <w:r w:rsidRPr="001D5A3F">
        <w:t xml:space="preserve">ostačuje, aby </w:t>
      </w:r>
      <w:r w:rsidRPr="00DF78E5">
        <w:t>finanční</w:t>
      </w:r>
      <w:r w:rsidRPr="001D5A3F">
        <w:t xml:space="preserve">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rsidRPr="000E5BED">
        <w:t>.</w:t>
      </w:r>
    </w:p>
    <w:p w14:paraId="5C3B79E8" w14:textId="0225CE26" w:rsidR="00DF78E5" w:rsidRDefault="00DF78E5" w:rsidP="00DF78E5">
      <w:pPr>
        <w:pStyle w:val="Textbezslovn"/>
      </w:pPr>
      <w:r w:rsidRPr="00613965">
        <w:rPr>
          <w:rStyle w:val="Tun9b"/>
        </w:rPr>
        <w:t>Zadavatel uzná pouze takovou zkušenost člena odborného personálu, která trvala nejméně 6 měsíců</w:t>
      </w:r>
      <w:r w:rsidRPr="00613965">
        <w:t xml:space="preserve">. Zkušenost člena odborného personálu lze splnit (posčítat) z více referenčních zakázek/staveb, jednotlivá zkušenost na jedné zakázce však musela trvat nepřetržitě nejméně </w:t>
      </w:r>
      <w:r w:rsidRPr="00613965">
        <w:rPr>
          <w:rStyle w:val="Tun9b"/>
        </w:rPr>
        <w:t>3 měsíce</w:t>
      </w:r>
      <w:r w:rsidR="009661B0" w:rsidRPr="00613965">
        <w:t>.</w:t>
      </w:r>
      <w:r w:rsidRPr="00613965">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w:t>
      </w:r>
      <w:r>
        <w:t xml:space="preserve">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0C0AC38" w14:textId="77777777" w:rsidR="00D7751F" w:rsidRPr="00625572" w:rsidRDefault="00D7751F" w:rsidP="00D7751F">
      <w:pPr>
        <w:pStyle w:val="Textbezslovn"/>
      </w:pPr>
      <w:r w:rsidRPr="0062557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A9BD29C" w14:textId="77777777" w:rsidR="00D7751F" w:rsidRDefault="00D7751F" w:rsidP="00D7751F">
      <w:pPr>
        <w:pStyle w:val="Textbezslovn"/>
      </w:pPr>
      <w:r w:rsidRPr="00311996">
        <w:t xml:space="preserve">Seznam odborného personálu dodavatele </w:t>
      </w:r>
      <w:r w:rsidR="00BC49BA" w:rsidRPr="00BC49BA">
        <w:t xml:space="preserve">zadavatel doporučuje předložit </w:t>
      </w:r>
      <w:r w:rsidRPr="00311996">
        <w:t xml:space="preserve">ve formě </w:t>
      </w:r>
      <w:r w:rsidR="00BC49BA" w:rsidRPr="00BC49BA">
        <w:t xml:space="preserve">dle vzorového formuláře obsaženého </w:t>
      </w:r>
      <w:r w:rsidRPr="00311996">
        <w:t xml:space="preserve">v Příloze č. 5 </w:t>
      </w:r>
      <w:r>
        <w:t xml:space="preserve">této </w:t>
      </w:r>
      <w:r w:rsidRPr="00E0678B">
        <w:t xml:space="preserve">Výzvy a profesní životopis každého člena odborného personálu dodavatele bude předložen ve formě </w:t>
      </w:r>
      <w:r w:rsidR="00BC49BA" w:rsidRPr="00E0678B">
        <w:t xml:space="preserve">dle vzorového formuláře obsaženého </w:t>
      </w:r>
      <w:r w:rsidRPr="00E0678B">
        <w:t xml:space="preserve">v Příloze č. 6 této Výzvy. Praxi v požadovaném oboru a zkušenosti s řízením </w:t>
      </w:r>
      <w:r w:rsidR="00BC49BA" w:rsidRPr="00E0678B">
        <w:t xml:space="preserve">realizace </w:t>
      </w:r>
      <w:r w:rsidRPr="00E0678B">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w:t>
      </w:r>
      <w:r w:rsidR="000D1394" w:rsidRPr="00E0678B">
        <w:t xml:space="preserve">6 </w:t>
      </w:r>
      <w:r w:rsidRPr="00E0678B">
        <w:t>této Výzvy musí být uvedeny veškeré informace nezbytné k posouzení splnění kvalifikace, a to v rozsahu údajů stanovených v Příloze č. 5 a 6 této Výzvy.</w:t>
      </w:r>
    </w:p>
    <w:p w14:paraId="36EB84A9" w14:textId="77777777" w:rsidR="00D7751F" w:rsidRPr="006655CD" w:rsidRDefault="00D7751F" w:rsidP="00D7751F">
      <w:pPr>
        <w:pStyle w:val="Textbezslovn"/>
      </w:pPr>
      <w:r w:rsidRPr="00654F31">
        <w:t xml:space="preserve">Zadavatel si vyhrazuje právo ověřit pravdivost údajů </w:t>
      </w:r>
      <w:r w:rsidRPr="004A2758">
        <w:t>o zkušenostech členů odborného</w:t>
      </w:r>
      <w:r w:rsidRPr="00654F31">
        <w:rPr>
          <w:u w:val="single"/>
        </w:rPr>
        <w:t xml:space="preserve"> </w:t>
      </w:r>
      <w:r w:rsidRPr="00CA0FBC">
        <w:t>personálu</w:t>
      </w:r>
      <w:r w:rsidRPr="00654F31">
        <w:t xml:space="preserve">, zejména, zda se členové odborného personálu na realizaci konkrétní referenční </w:t>
      </w:r>
      <w:r>
        <w:t>stavbě či zakázce</w:t>
      </w:r>
      <w:r w:rsidRPr="00654F31">
        <w:t xml:space="preserve"> skutečně podíleli</w:t>
      </w:r>
      <w:r w:rsidRPr="00613965">
        <w:t>. Za tímto účelem požaduje zadavatel v profesním životopisu příslušného člena odborného personálu uvést informace a spojení na kontaktní osobu objednatele, pro něhož byla zakázka realizována.</w:t>
      </w:r>
    </w:p>
    <w:p w14:paraId="044D2702" w14:textId="77777777" w:rsidR="00D7751F" w:rsidRDefault="00D7751F" w:rsidP="00D7751F">
      <w:pPr>
        <w:pStyle w:val="Textbezslovn"/>
      </w:pPr>
      <w:r w:rsidRPr="006655CD">
        <w:lastRenderedPageBreak/>
        <w:t xml:space="preserve">S ohledem na prevenci střetu zájmů </w:t>
      </w:r>
      <w:r>
        <w:t>při plnění veřejné zakázky zadavatel stanoví, že d</w:t>
      </w:r>
      <w:r w:rsidRPr="00422E34">
        <w:t>odavatel není oprávněn prokázat splnění kvalifikace prostřednictvím zaměstnance či osoby v jiném vztahu k dodavateli, která je současně zaměstnancem zadavatele</w:t>
      </w:r>
      <w:r w:rsidRPr="00E92AD8">
        <w:t>. Informace o této skutečnosti bude uvedena v životopisu ve formě obsažené v Příloze č. 6. Nesplnění této podmínky je důvodem pro vyloučení dodavatele z výběrového řízení</w:t>
      </w:r>
      <w:r w:rsidRPr="00422E34">
        <w:t>.</w:t>
      </w:r>
    </w:p>
    <w:p w14:paraId="1EDE2283" w14:textId="77777777" w:rsidR="00D7751F" w:rsidRDefault="00D7751F" w:rsidP="00D7751F">
      <w:pPr>
        <w:pStyle w:val="Textbezslovn"/>
      </w:pPr>
      <w:r w:rsidRPr="00654F31">
        <w:t>V případě, že byla kvalifikace členů odborného personálu získána v zahraničí, prokazuje se v požadovaném rozsahu doklady vydanými podle právního řádu země, ve které byla získána.</w:t>
      </w:r>
    </w:p>
    <w:p w14:paraId="4ADECA90" w14:textId="77777777" w:rsidR="00D7751F" w:rsidRDefault="00D7751F" w:rsidP="00D7751F">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14:paraId="600DE162" w14:textId="0595319A" w:rsidR="00D7751F" w:rsidRPr="00C00622" w:rsidRDefault="00D7751F" w:rsidP="00872E13">
      <w:pPr>
        <w:pStyle w:val="Text1-1"/>
        <w:numPr>
          <w:ilvl w:val="0"/>
          <w:numId w:val="0"/>
        </w:numPr>
        <w:ind w:left="737"/>
        <w:rPr>
          <w:highlight w:val="green"/>
        </w:rPr>
      </w:pPr>
    </w:p>
    <w:p w14:paraId="0F2CA740" w14:textId="77777777" w:rsidR="00953965" w:rsidRDefault="00953965" w:rsidP="00953965">
      <w:pPr>
        <w:pStyle w:val="Text1-1"/>
      </w:pPr>
      <w:bookmarkStart w:id="15" w:name="_Ref1542392"/>
      <w:r w:rsidRPr="0064668E">
        <w:t>Požadavky zadavatele na doložení dalších dokladů týkajících se způsobilosti účastníka</w:t>
      </w:r>
      <w:bookmarkEnd w:id="15"/>
      <w:r w:rsidR="008622EA">
        <w:t xml:space="preserve"> – zkoušky dle Zam1</w:t>
      </w:r>
    </w:p>
    <w:p w14:paraId="3F18ECF6" w14:textId="77777777" w:rsidR="00953965" w:rsidRDefault="00953965" w:rsidP="00953965">
      <w:pPr>
        <w:pStyle w:val="Textbezslovn"/>
      </w:pPr>
      <w:r>
        <w:t>Zadavatel požaduje p</w:t>
      </w:r>
      <w:r w:rsidRPr="00E22B4B">
        <w:t xml:space="preserve">rokázání odborné způsobilosti v souladu </w:t>
      </w:r>
      <w:r>
        <w:t xml:space="preserve">s předpisem SŽDC Zam1 a </w:t>
      </w:r>
      <w:r w:rsidR="000E5BED" w:rsidRPr="000E5BED">
        <w:t>stanovuje osoby dodavatele a jejich počet</w:t>
      </w:r>
      <w:r w:rsidRPr="00E22B4B">
        <w:t>, u kterých je odborná způsobilost požadována, včetně uvedení typu (čísla) zkoušky.</w:t>
      </w:r>
    </w:p>
    <w:p w14:paraId="3A476160" w14:textId="382C26DB" w:rsidR="00953965" w:rsidRDefault="00953965" w:rsidP="00953965">
      <w:pPr>
        <w:pStyle w:val="Textbezslovn"/>
        <w:spacing w:after="0"/>
      </w:pPr>
      <w:r w:rsidRPr="00E22B4B">
        <w:t>Dodavatel je povinen doložit u stanoveného počtu odborně způsobilých osob osvědčení o odborné způsobilosti, a zda jsou tyto osoby v hlavním pracovním poměru nebo obdobném poměru u dodavatele.</w:t>
      </w:r>
    </w:p>
    <w:p w14:paraId="10DB70A2" w14:textId="4FCF81CE" w:rsidR="00E92AD8" w:rsidRDefault="00E92AD8" w:rsidP="00953965">
      <w:pPr>
        <w:pStyle w:val="Textbezslovn"/>
        <w:spacing w:after="0"/>
      </w:pPr>
    </w:p>
    <w:p w14:paraId="66B39D17" w14:textId="3FC8206B" w:rsidR="00E92AD8" w:rsidRDefault="00E92AD8" w:rsidP="00953965">
      <w:pPr>
        <w:pStyle w:val="Textbezslovn"/>
        <w:spacing w:after="0"/>
      </w:pPr>
    </w:p>
    <w:tbl>
      <w:tblPr>
        <w:tblW w:w="76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977"/>
      </w:tblGrid>
      <w:tr w:rsidR="003D036F" w:rsidRPr="00976E2F" w14:paraId="57FBA9BC" w14:textId="77777777" w:rsidTr="00751562">
        <w:trPr>
          <w:trHeight w:val="671"/>
        </w:trPr>
        <w:tc>
          <w:tcPr>
            <w:tcW w:w="4678" w:type="dxa"/>
            <w:vAlign w:val="center"/>
          </w:tcPr>
          <w:p w14:paraId="1BC34589" w14:textId="77777777" w:rsidR="003D036F" w:rsidRPr="0096358B" w:rsidRDefault="003D036F" w:rsidP="003D036F">
            <w:pPr>
              <w:keepNext/>
              <w:widowControl w:val="0"/>
              <w:spacing w:after="0" w:line="240" w:lineRule="auto"/>
              <w:rPr>
                <w:rFonts w:eastAsia="Times New Roman" w:cstheme="minorHAnsi"/>
                <w:b/>
                <w:bCs/>
                <w:lang w:eastAsia="cs-CZ"/>
              </w:rPr>
            </w:pPr>
            <w:r w:rsidRPr="0096358B">
              <w:rPr>
                <w:rFonts w:eastAsia="Times New Roman" w:cstheme="minorHAnsi"/>
                <w:b/>
                <w:bCs/>
                <w:lang w:eastAsia="cs-CZ"/>
              </w:rPr>
              <w:t>Typ předepsané zkoušky</w:t>
            </w:r>
          </w:p>
        </w:tc>
        <w:tc>
          <w:tcPr>
            <w:tcW w:w="2977" w:type="dxa"/>
            <w:vAlign w:val="center"/>
          </w:tcPr>
          <w:p w14:paraId="2D4F584F" w14:textId="77777777" w:rsidR="003D036F" w:rsidRPr="0096358B" w:rsidRDefault="003D036F" w:rsidP="003D036F">
            <w:pPr>
              <w:keepNext/>
              <w:widowControl w:val="0"/>
              <w:adjustRightInd w:val="0"/>
              <w:spacing w:after="0" w:line="240" w:lineRule="auto"/>
              <w:jc w:val="center"/>
              <w:rPr>
                <w:rFonts w:eastAsia="Times New Roman" w:cstheme="minorHAnsi"/>
                <w:b/>
                <w:lang w:eastAsia="cs-CZ"/>
              </w:rPr>
            </w:pPr>
            <w:r w:rsidRPr="0096358B">
              <w:rPr>
                <w:rFonts w:ascii="Verdana" w:hAnsi="Verdana"/>
                <w:b/>
              </w:rPr>
              <w:t>Počet odborně způsobilých osob s požadovaným osvědčením</w:t>
            </w:r>
          </w:p>
        </w:tc>
      </w:tr>
      <w:tr w:rsidR="003D036F" w:rsidRPr="00976E2F" w14:paraId="65E8C322" w14:textId="77777777" w:rsidTr="003D036F">
        <w:trPr>
          <w:trHeight w:val="672"/>
        </w:trPr>
        <w:tc>
          <w:tcPr>
            <w:tcW w:w="4678" w:type="dxa"/>
            <w:shd w:val="clear" w:color="auto" w:fill="auto"/>
          </w:tcPr>
          <w:p w14:paraId="0B36617B" w14:textId="5361F69C"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rPr>
              <w:t>Činnosti na sdělovacím (telekomunikačním) zařízení (Předpis SŽDC Zam1, Příloha č. 4)</w:t>
            </w:r>
          </w:p>
        </w:tc>
        <w:tc>
          <w:tcPr>
            <w:tcW w:w="2977" w:type="dxa"/>
            <w:shd w:val="clear" w:color="auto" w:fill="auto"/>
          </w:tcPr>
          <w:p w14:paraId="4046599D" w14:textId="77777777" w:rsidR="003D036F" w:rsidRPr="00E01E88" w:rsidRDefault="003D036F" w:rsidP="003D036F">
            <w:pPr>
              <w:keepNext/>
              <w:widowControl w:val="0"/>
              <w:adjustRightInd w:val="0"/>
              <w:spacing w:after="0" w:line="240" w:lineRule="auto"/>
              <w:jc w:val="center"/>
              <w:rPr>
                <w:rFonts w:eastAsia="Times New Roman" w:cstheme="minorHAnsi"/>
                <w:lang w:eastAsia="cs-CZ"/>
              </w:rPr>
            </w:pPr>
          </w:p>
        </w:tc>
      </w:tr>
      <w:tr w:rsidR="003D036F" w:rsidRPr="00976E2F" w14:paraId="51333CDD" w14:textId="77777777" w:rsidTr="003D036F">
        <w:trPr>
          <w:trHeight w:val="268"/>
        </w:trPr>
        <w:tc>
          <w:tcPr>
            <w:tcW w:w="4678" w:type="dxa"/>
            <w:shd w:val="clear" w:color="auto" w:fill="auto"/>
          </w:tcPr>
          <w:p w14:paraId="2D92ED28" w14:textId="703EACBD"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b/>
              </w:rPr>
              <w:t xml:space="preserve">T-05c </w:t>
            </w:r>
          </w:p>
        </w:tc>
        <w:tc>
          <w:tcPr>
            <w:tcW w:w="2977" w:type="dxa"/>
            <w:shd w:val="clear" w:color="auto" w:fill="auto"/>
          </w:tcPr>
          <w:p w14:paraId="78A0F065" w14:textId="46D880ED"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r w:rsidR="003D036F" w:rsidRPr="00976E2F" w14:paraId="3852105A" w14:textId="77777777" w:rsidTr="003D036F">
        <w:tc>
          <w:tcPr>
            <w:tcW w:w="4678" w:type="dxa"/>
            <w:shd w:val="clear" w:color="auto" w:fill="auto"/>
          </w:tcPr>
          <w:p w14:paraId="35B2D2F6" w14:textId="2F75C858"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b/>
              </w:rPr>
              <w:t xml:space="preserve">T-05d </w:t>
            </w:r>
          </w:p>
        </w:tc>
        <w:tc>
          <w:tcPr>
            <w:tcW w:w="2977" w:type="dxa"/>
            <w:shd w:val="clear" w:color="auto" w:fill="auto"/>
          </w:tcPr>
          <w:p w14:paraId="2853F7B1" w14:textId="6F972E68"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r w:rsidR="003D036F" w:rsidRPr="00976E2F" w14:paraId="404ECDF4" w14:textId="77777777" w:rsidTr="003D036F">
        <w:trPr>
          <w:trHeight w:val="746"/>
        </w:trPr>
        <w:tc>
          <w:tcPr>
            <w:tcW w:w="4678" w:type="dxa"/>
            <w:shd w:val="clear" w:color="auto" w:fill="auto"/>
          </w:tcPr>
          <w:p w14:paraId="5493B135" w14:textId="77777777" w:rsidR="003D036F" w:rsidRPr="00E01E88" w:rsidRDefault="003D036F" w:rsidP="003D036F">
            <w:pPr>
              <w:spacing w:before="40" w:after="40" w:line="240" w:lineRule="auto"/>
              <w:jc w:val="both"/>
              <w:rPr>
                <w:rFonts w:ascii="Verdana" w:eastAsia="Verdana" w:hAnsi="Verdana" w:cs="Times New Roman"/>
              </w:rPr>
            </w:pPr>
            <w:r w:rsidRPr="00E01E88">
              <w:rPr>
                <w:rFonts w:ascii="Verdana" w:eastAsia="Verdana" w:hAnsi="Verdana" w:cs="Times New Roman"/>
              </w:rPr>
              <w:t>Činnosti na řízení zabezpečovací techniky</w:t>
            </w:r>
          </w:p>
          <w:p w14:paraId="1895DFE3" w14:textId="7B0EB41E" w:rsidR="003D036F" w:rsidRPr="00E01E88" w:rsidRDefault="003D036F" w:rsidP="003D036F">
            <w:pPr>
              <w:keepNext/>
              <w:widowControl w:val="0"/>
              <w:spacing w:after="0" w:line="240" w:lineRule="auto"/>
              <w:rPr>
                <w:rFonts w:eastAsia="Times New Roman" w:cstheme="minorHAnsi"/>
                <w:b/>
                <w:lang w:eastAsia="cs-CZ"/>
              </w:rPr>
            </w:pPr>
            <w:r w:rsidRPr="00E01E88">
              <w:rPr>
                <w:rFonts w:ascii="Verdana" w:eastAsia="Verdana" w:hAnsi="Verdana" w:cs="Times New Roman"/>
              </w:rPr>
              <w:t>(Předpis SŽDC Zam1, Příloha č.</w:t>
            </w:r>
            <w:r w:rsidR="0096358B" w:rsidRPr="00E01E88">
              <w:rPr>
                <w:rFonts w:ascii="Verdana" w:eastAsia="Verdana" w:hAnsi="Verdana" w:cs="Times New Roman"/>
              </w:rPr>
              <w:t xml:space="preserve"> </w:t>
            </w:r>
            <w:r w:rsidRPr="00E01E88">
              <w:rPr>
                <w:rFonts w:ascii="Verdana" w:eastAsia="Verdana" w:hAnsi="Verdana" w:cs="Times New Roman"/>
              </w:rPr>
              <w:t>4)</w:t>
            </w:r>
          </w:p>
        </w:tc>
        <w:tc>
          <w:tcPr>
            <w:tcW w:w="2977" w:type="dxa"/>
            <w:shd w:val="clear" w:color="auto" w:fill="auto"/>
          </w:tcPr>
          <w:p w14:paraId="48BAC61B" w14:textId="77777777" w:rsidR="003D036F" w:rsidRPr="00E01E88" w:rsidRDefault="003D036F" w:rsidP="003D036F">
            <w:pPr>
              <w:keepNext/>
              <w:widowControl w:val="0"/>
              <w:adjustRightInd w:val="0"/>
              <w:spacing w:after="0" w:line="240" w:lineRule="auto"/>
              <w:jc w:val="center"/>
              <w:rPr>
                <w:rFonts w:eastAsia="Times New Roman" w:cstheme="minorHAnsi"/>
                <w:lang w:eastAsia="cs-CZ"/>
              </w:rPr>
            </w:pPr>
          </w:p>
        </w:tc>
      </w:tr>
      <w:tr w:rsidR="003D036F" w:rsidRPr="00976E2F" w14:paraId="5CE57FD9" w14:textId="77777777" w:rsidTr="003D036F">
        <w:tc>
          <w:tcPr>
            <w:tcW w:w="4678" w:type="dxa"/>
            <w:shd w:val="clear" w:color="auto" w:fill="auto"/>
          </w:tcPr>
          <w:p w14:paraId="2F660217" w14:textId="0A4EAC48"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 xml:space="preserve">Z-06b**) </w:t>
            </w:r>
          </w:p>
        </w:tc>
        <w:tc>
          <w:tcPr>
            <w:tcW w:w="2977" w:type="dxa"/>
            <w:shd w:val="clear" w:color="auto" w:fill="auto"/>
          </w:tcPr>
          <w:p w14:paraId="776AF27C" w14:textId="38517850"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r w:rsidR="003D036F" w:rsidRPr="00976E2F" w14:paraId="6489A101" w14:textId="77777777" w:rsidTr="003D036F">
        <w:tc>
          <w:tcPr>
            <w:tcW w:w="4678" w:type="dxa"/>
            <w:shd w:val="clear" w:color="auto" w:fill="auto"/>
          </w:tcPr>
          <w:p w14:paraId="37C44006" w14:textId="0733EB06"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 xml:space="preserve">Z-06c </w:t>
            </w:r>
          </w:p>
        </w:tc>
        <w:tc>
          <w:tcPr>
            <w:tcW w:w="2977" w:type="dxa"/>
            <w:shd w:val="clear" w:color="auto" w:fill="auto"/>
          </w:tcPr>
          <w:p w14:paraId="7ED8F706" w14:textId="11CC70C2" w:rsidR="003D036F" w:rsidRPr="00E01E88" w:rsidRDefault="000002B7" w:rsidP="003D036F">
            <w:pPr>
              <w:keepNext/>
              <w:widowControl w:val="0"/>
              <w:adjustRightInd w:val="0"/>
              <w:spacing w:after="0" w:line="240" w:lineRule="auto"/>
              <w:jc w:val="center"/>
              <w:rPr>
                <w:rFonts w:eastAsia="Times New Roman" w:cstheme="minorHAnsi"/>
                <w:lang w:eastAsia="cs-CZ"/>
              </w:rPr>
            </w:pPr>
            <w:r>
              <w:rPr>
                <w:rFonts w:eastAsia="Times New Roman" w:cstheme="minorHAnsi"/>
                <w:lang w:eastAsia="cs-CZ"/>
              </w:rPr>
              <w:t>3</w:t>
            </w:r>
          </w:p>
        </w:tc>
      </w:tr>
      <w:tr w:rsidR="003D036F" w:rsidRPr="00976E2F" w14:paraId="66AFAF0F" w14:textId="77777777" w:rsidTr="003D036F">
        <w:tc>
          <w:tcPr>
            <w:tcW w:w="4678" w:type="dxa"/>
            <w:shd w:val="clear" w:color="auto" w:fill="auto"/>
          </w:tcPr>
          <w:p w14:paraId="12DB185E" w14:textId="472B7E64"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 xml:space="preserve">Z-06e </w:t>
            </w:r>
          </w:p>
        </w:tc>
        <w:tc>
          <w:tcPr>
            <w:tcW w:w="2977" w:type="dxa"/>
            <w:shd w:val="clear" w:color="auto" w:fill="auto"/>
          </w:tcPr>
          <w:p w14:paraId="7A429088" w14:textId="2DD47324"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2</w:t>
            </w:r>
          </w:p>
        </w:tc>
      </w:tr>
      <w:tr w:rsidR="003D036F" w:rsidRPr="00976E2F" w14:paraId="75FC498B" w14:textId="77777777" w:rsidTr="0096358B">
        <w:trPr>
          <w:trHeight w:val="673"/>
        </w:trPr>
        <w:tc>
          <w:tcPr>
            <w:tcW w:w="4678" w:type="dxa"/>
            <w:shd w:val="clear" w:color="auto" w:fill="auto"/>
          </w:tcPr>
          <w:p w14:paraId="13F4FCBF" w14:textId="77777777" w:rsidR="003D036F" w:rsidRPr="00E01E88" w:rsidRDefault="003D036F" w:rsidP="003D036F">
            <w:pPr>
              <w:spacing w:before="40" w:after="40" w:line="240" w:lineRule="auto"/>
              <w:jc w:val="both"/>
              <w:rPr>
                <w:rFonts w:ascii="Verdana" w:eastAsia="Verdana" w:hAnsi="Verdana" w:cs="Times New Roman"/>
              </w:rPr>
            </w:pPr>
            <w:r w:rsidRPr="00E01E88">
              <w:rPr>
                <w:rFonts w:ascii="Verdana" w:eastAsia="Verdana" w:hAnsi="Verdana" w:cs="Times New Roman"/>
              </w:rPr>
              <w:t>Činnosti v elektrotechnice a energetice</w:t>
            </w:r>
          </w:p>
          <w:p w14:paraId="5858CF21" w14:textId="3890E502"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rPr>
              <w:t>(Předpis SŽDC Zam1, Příloha č. 4)</w:t>
            </w:r>
          </w:p>
        </w:tc>
        <w:tc>
          <w:tcPr>
            <w:tcW w:w="2977" w:type="dxa"/>
            <w:shd w:val="clear" w:color="auto" w:fill="auto"/>
          </w:tcPr>
          <w:p w14:paraId="620F09EA" w14:textId="77777777" w:rsidR="003D036F" w:rsidRPr="00E01E88" w:rsidRDefault="003D036F" w:rsidP="003D036F">
            <w:pPr>
              <w:keepNext/>
              <w:widowControl w:val="0"/>
              <w:adjustRightInd w:val="0"/>
              <w:spacing w:after="0" w:line="240" w:lineRule="auto"/>
              <w:jc w:val="center"/>
              <w:rPr>
                <w:rFonts w:eastAsia="Times New Roman" w:cstheme="minorHAnsi"/>
                <w:lang w:eastAsia="cs-CZ"/>
              </w:rPr>
            </w:pPr>
          </w:p>
        </w:tc>
      </w:tr>
      <w:tr w:rsidR="003D036F" w:rsidRPr="00976E2F" w14:paraId="22F06EA8" w14:textId="77777777" w:rsidTr="003D036F">
        <w:tc>
          <w:tcPr>
            <w:tcW w:w="4678" w:type="dxa"/>
            <w:shd w:val="clear" w:color="auto" w:fill="auto"/>
          </w:tcPr>
          <w:p w14:paraId="06694025" w14:textId="0EF9869A"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 xml:space="preserve">E-07  </w:t>
            </w:r>
          </w:p>
        </w:tc>
        <w:tc>
          <w:tcPr>
            <w:tcW w:w="2977" w:type="dxa"/>
            <w:shd w:val="clear" w:color="auto" w:fill="auto"/>
          </w:tcPr>
          <w:p w14:paraId="0ECE7F25" w14:textId="618B179F"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r w:rsidR="003D036F" w:rsidRPr="00976E2F" w14:paraId="12DD5028" w14:textId="77777777" w:rsidTr="003D036F">
        <w:tc>
          <w:tcPr>
            <w:tcW w:w="4678" w:type="dxa"/>
            <w:shd w:val="clear" w:color="auto" w:fill="auto"/>
          </w:tcPr>
          <w:p w14:paraId="436DAB21" w14:textId="6432C224" w:rsidR="003D036F" w:rsidRPr="00E01E88" w:rsidRDefault="003D036F" w:rsidP="003D036F">
            <w:pPr>
              <w:keepNext/>
              <w:widowControl w:val="0"/>
              <w:spacing w:after="0" w:line="240" w:lineRule="auto"/>
              <w:rPr>
                <w:rFonts w:ascii="Verdana" w:hAnsi="Verdana"/>
                <w:b/>
              </w:rPr>
            </w:pPr>
            <w:r w:rsidRPr="00E01E88">
              <w:rPr>
                <w:rFonts w:ascii="Verdana" w:eastAsia="Verdana" w:hAnsi="Verdana" w:cs="Times New Roman"/>
                <w:b/>
              </w:rPr>
              <w:t>TZE</w:t>
            </w:r>
          </w:p>
        </w:tc>
        <w:tc>
          <w:tcPr>
            <w:tcW w:w="2977" w:type="dxa"/>
            <w:shd w:val="clear" w:color="auto" w:fill="auto"/>
          </w:tcPr>
          <w:p w14:paraId="614AEFC5" w14:textId="09E12333" w:rsidR="003D036F" w:rsidRPr="00E01E88" w:rsidRDefault="003D036F" w:rsidP="003D036F">
            <w:pPr>
              <w:keepNext/>
              <w:widowControl w:val="0"/>
              <w:adjustRightInd w:val="0"/>
              <w:spacing w:after="0" w:line="240" w:lineRule="auto"/>
              <w:jc w:val="center"/>
              <w:rPr>
                <w:rFonts w:eastAsia="Times New Roman" w:cstheme="minorHAnsi"/>
                <w:lang w:eastAsia="cs-CZ"/>
              </w:rPr>
            </w:pPr>
            <w:r w:rsidRPr="00E01E88">
              <w:rPr>
                <w:rFonts w:eastAsia="Times New Roman" w:cstheme="minorHAnsi"/>
                <w:lang w:eastAsia="cs-CZ"/>
              </w:rPr>
              <w:t>1</w:t>
            </w:r>
          </w:p>
        </w:tc>
      </w:tr>
    </w:tbl>
    <w:p w14:paraId="7B90875A" w14:textId="415E9B97" w:rsidR="00E92AD8" w:rsidRDefault="00E92AD8" w:rsidP="00953965">
      <w:pPr>
        <w:pStyle w:val="Textbezslovn"/>
        <w:spacing w:after="0"/>
      </w:pPr>
    </w:p>
    <w:p w14:paraId="27AFAB84" w14:textId="77777777" w:rsidR="00DD2118" w:rsidRPr="00953965" w:rsidRDefault="00DD2118" w:rsidP="00953965">
      <w:pPr>
        <w:spacing w:after="0" w:line="240" w:lineRule="auto"/>
        <w:ind w:left="1414"/>
        <w:jc w:val="both"/>
        <w:rPr>
          <w:rFonts w:ascii="Calibri" w:eastAsia="Times New Roman" w:hAnsi="Calibri" w:cs="Calibri"/>
          <w:sz w:val="20"/>
          <w:szCs w:val="20"/>
          <w:highlight w:val="green"/>
          <w:lang w:eastAsia="cs-CZ"/>
        </w:rPr>
      </w:pPr>
    </w:p>
    <w:p w14:paraId="64659DBA" w14:textId="77777777" w:rsidR="00953965" w:rsidRPr="00DD2118" w:rsidRDefault="00953965" w:rsidP="00953965">
      <w:pPr>
        <w:pStyle w:val="Textbezslovn"/>
      </w:pPr>
      <w:r w:rsidRPr="00DD2118">
        <w:t xml:space="preserve">**) </w:t>
      </w:r>
      <w:r w:rsidRPr="00DD2118">
        <w:rPr>
          <w:b/>
        </w:rPr>
        <w:t>Tuto zkoušku musí splňovat všichni zaměstnanci Dodavatele, kteří provádějí údržbu zařízení.</w:t>
      </w:r>
      <w:r w:rsidRPr="00DD2118">
        <w:t xml:space="preserve"> Zaměstnanci neprovádějí činnosti provozovatele dráhy (správcovskou činnost). Počet zaměstnanců je dán podmínkami rozsahu provádění </w:t>
      </w:r>
      <w:r w:rsidRPr="00DD2118">
        <w:lastRenderedPageBreak/>
        <w:t>údržby. Dodavatel je povinen doložit jmenovitý seznam zaměstnanců Dodavatele, u kterých je odborná způsobilost požadována, s uvedením následujících údajů:</w:t>
      </w:r>
    </w:p>
    <w:p w14:paraId="2960E4A7" w14:textId="77777777" w:rsidR="00953965" w:rsidRPr="00DD2118" w:rsidRDefault="00953965" w:rsidP="00953965">
      <w:pPr>
        <w:pStyle w:val="Odrka1-1"/>
        <w:spacing w:after="0"/>
      </w:pPr>
      <w:r w:rsidRPr="00DD2118">
        <w:t>Jméno a příjmení</w:t>
      </w:r>
    </w:p>
    <w:p w14:paraId="0530ACB8" w14:textId="77777777" w:rsidR="00953965" w:rsidRPr="00DD2118" w:rsidRDefault="00953965" w:rsidP="00953965">
      <w:pPr>
        <w:pStyle w:val="Odrka1-1"/>
        <w:spacing w:after="0"/>
      </w:pPr>
      <w:r w:rsidRPr="00DD2118">
        <w:t>Charakter poměru k Dodavateli (zaměstnanecký, smluvní atd.)</w:t>
      </w:r>
    </w:p>
    <w:p w14:paraId="375EBE59" w14:textId="77777777" w:rsidR="00953965" w:rsidRPr="00DD2118" w:rsidRDefault="00953965" w:rsidP="00953965">
      <w:pPr>
        <w:pStyle w:val="Odrka1-1"/>
      </w:pPr>
      <w:r w:rsidRPr="00DD2118">
        <w:t xml:space="preserve">Doložení čestného prohlášení, že do 30 dní od uzavření smlouvy bude mít Dodavatel vydáno oprávnění ke vstupu do provozované železniční dopravní cesty </w:t>
      </w:r>
    </w:p>
    <w:p w14:paraId="48B93C51" w14:textId="77777777" w:rsidR="00953965" w:rsidRPr="0064668E" w:rsidRDefault="00953965" w:rsidP="00953965">
      <w:pPr>
        <w:pStyle w:val="Textbezslovn"/>
        <w:rPr>
          <w:highlight w:val="green"/>
        </w:rPr>
      </w:pPr>
    </w:p>
    <w:p w14:paraId="67489184" w14:textId="77777777" w:rsidR="00953965" w:rsidRPr="00300BBC" w:rsidRDefault="00953965" w:rsidP="00953965">
      <w:pPr>
        <w:pStyle w:val="Text1-1"/>
      </w:pPr>
      <w:r w:rsidRPr="000C4B64">
        <w:t>Obecně k prokazování splnění kvalifikace</w:t>
      </w:r>
      <w:r>
        <w:t xml:space="preserve"> – doklady o kvalifikaci</w:t>
      </w:r>
    </w:p>
    <w:p w14:paraId="66036724" w14:textId="77777777" w:rsidR="00953965" w:rsidRPr="00333D3E" w:rsidRDefault="00953965" w:rsidP="00333D3E">
      <w:pPr>
        <w:pStyle w:val="Textbezslovn"/>
      </w:pPr>
      <w:r w:rsidRPr="004C4F26">
        <w:t xml:space="preserve">Dodavatel je povinen předložit doklady k prokázání kvalifikace v nabídce.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e-Certis.</w:t>
      </w:r>
      <w:r>
        <w:t xml:space="preserve"> S výjimkou j</w:t>
      </w:r>
      <w:r w:rsidRPr="001224D5">
        <w:t>ednotn</w:t>
      </w:r>
      <w:r>
        <w:t>ého</w:t>
      </w:r>
      <w:r w:rsidRPr="001224D5">
        <w:t xml:space="preserve"> evropsk</w:t>
      </w:r>
      <w:r>
        <w:t>ého</w:t>
      </w:r>
      <w:r w:rsidRPr="001224D5">
        <w:t xml:space="preserve"> osvědčení</w:t>
      </w:r>
      <w:r>
        <w:t xml:space="preserve">, případů stanovených touto Výzvou nebo </w:t>
      </w:r>
      <w:r w:rsidRPr="00EA4175">
        <w:t>v případě, že se podle příslušného právního řádu požadovaný doklad nevydává</w:t>
      </w:r>
      <w:r w:rsidRPr="0046099E">
        <w:t xml:space="preserve">, není dodavatel </w:t>
      </w:r>
      <w:r w:rsidRPr="00333D3E">
        <w:t>oprávněn nahradit předložení požadovaných dokladů čestným prohlášením.</w:t>
      </w:r>
    </w:p>
    <w:p w14:paraId="2B98C963" w14:textId="77777777" w:rsidR="00953965" w:rsidRPr="00333D3E" w:rsidRDefault="00953965" w:rsidP="00333D3E">
      <w:pPr>
        <w:pStyle w:val="Textbezslovn"/>
      </w:pPr>
      <w:r w:rsidRPr="00333D3E">
        <w:t xml:space="preserve">Dodavatelé v nabídkách předkládají prosté kopie dokladů prokazujících splnění kvalifikace. </w:t>
      </w:r>
    </w:p>
    <w:p w14:paraId="1F72B7BA" w14:textId="77777777" w:rsidR="00953965" w:rsidRPr="00333D3E" w:rsidRDefault="00953965" w:rsidP="00333D3E">
      <w:pPr>
        <w:pStyle w:val="Textbezslovn"/>
      </w:pPr>
      <w:r w:rsidRPr="00333D3E">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EFF2F78"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6ECCBA59"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F15EB88" w14:textId="77777777" w:rsidR="00953965" w:rsidRPr="00333D3E"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46F99C58"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70EFB0EF" w14:textId="77777777" w:rsidR="00953965" w:rsidRDefault="00953965" w:rsidP="00953965">
      <w:pPr>
        <w:pStyle w:val="Textbezslovn"/>
      </w:pPr>
      <w:r w:rsidRPr="00654F31">
        <w:lastRenderedPageBreak/>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2BD43C96" w14:textId="7A50212C" w:rsidR="00953965" w:rsidRPr="00423DD9" w:rsidRDefault="00953965" w:rsidP="009B50A7">
      <w:pPr>
        <w:pStyle w:val="Odrka1-1"/>
      </w:pPr>
      <w:r>
        <w:t>I</w:t>
      </w:r>
      <w:r w:rsidRPr="00D005B5">
        <w:t>nformace k doložení autorizace</w:t>
      </w:r>
      <w:r w:rsidR="00BC49BA">
        <w:t xml:space="preserve"> (ČR)</w:t>
      </w:r>
      <w:r>
        <w:t>/registrace</w:t>
      </w:r>
      <w:r w:rsidRPr="00D005B5">
        <w:t xml:space="preserve"> </w:t>
      </w:r>
      <w:r w:rsidR="00BC49BA">
        <w:t>(zahraničí)</w:t>
      </w:r>
      <w:r w:rsidRPr="00D005B5">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r w:rsidRPr="009B50A7">
        <w:rPr>
          <w:highlight w:val="green"/>
        </w:rPr>
        <w:t xml:space="preserve"> </w:t>
      </w:r>
    </w:p>
    <w:p w14:paraId="08250356" w14:textId="77777777" w:rsidR="006F39CF" w:rsidRPr="006F39CF" w:rsidRDefault="00953965" w:rsidP="006F39CF">
      <w:pPr>
        <w:pStyle w:val="Odrka1-1"/>
        <w:spacing w:after="0"/>
        <w:rPr>
          <w:rFonts w:ascii="Calibri" w:hAnsi="Calibri" w:cs="Calibri"/>
          <w:noProof/>
          <w:color w:val="0563C1" w:themeColor="hyperlink"/>
          <w:sz w:val="20"/>
          <w:szCs w:val="20"/>
          <w:u w:val="single"/>
        </w:rPr>
      </w:pPr>
      <w:r w:rsidRPr="00D005B5">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w:t>
      </w:r>
      <w:r w:rsidR="00BC49BA">
        <w:t>Ministerstva dopravy</w:t>
      </w:r>
      <w:r w:rsidRPr="00D005B5">
        <w:t>:</w:t>
      </w:r>
    </w:p>
    <w:p w14:paraId="0EFDC09A" w14:textId="77777777" w:rsidR="00953965" w:rsidRPr="006F39CF" w:rsidRDefault="0034479A" w:rsidP="006F39CF">
      <w:pPr>
        <w:pStyle w:val="Odrka1-1"/>
        <w:numPr>
          <w:ilvl w:val="0"/>
          <w:numId w:val="0"/>
        </w:numPr>
        <w:spacing w:after="0"/>
        <w:ind w:left="1077"/>
        <w:rPr>
          <w:rStyle w:val="Hypertextovodkaz"/>
          <w:rFonts w:cs="Calibri"/>
        </w:rPr>
      </w:pPr>
      <w:hyperlink r:id="rId16" w:history="1">
        <w:r w:rsidR="00953965" w:rsidRPr="006F39CF">
          <w:rPr>
            <w:rStyle w:val="Hypertextovodkaz"/>
            <w:rFonts w:cs="Calibri"/>
          </w:rPr>
          <w:t>http://www.mdcr.cz/cs/Drazni_doprava/Seznam_pravnickych_osob/</w:t>
        </w:r>
      </w:hyperlink>
      <w:r w:rsidR="00953965" w:rsidRPr="006F39CF">
        <w:rPr>
          <w:rStyle w:val="Hypertextovodkaz"/>
          <w:rFonts w:cs="Calibri"/>
        </w:rPr>
        <w:t xml:space="preserve"> </w:t>
      </w:r>
    </w:p>
    <w:p w14:paraId="37D29CED" w14:textId="77777777" w:rsidR="00953965" w:rsidRPr="00D005B5" w:rsidRDefault="00953965" w:rsidP="006F39CF">
      <w:pPr>
        <w:pStyle w:val="Odrka1-1"/>
        <w:numPr>
          <w:ilvl w:val="0"/>
          <w:numId w:val="0"/>
        </w:numPr>
        <w:spacing w:after="0"/>
        <w:ind w:left="1077"/>
      </w:pPr>
      <w:r>
        <w:t>Doklady o splnění výše uvedených povinností dokládá vybraný dodavatel jako podmínku pro uzavření smlouvy.</w:t>
      </w:r>
    </w:p>
    <w:p w14:paraId="5EA0534A" w14:textId="77777777"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47A82AE7" w14:textId="77777777"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1982C4C6" w14:textId="77777777" w:rsidR="006F39CF" w:rsidRDefault="006F39CF" w:rsidP="006F39CF">
      <w:pPr>
        <w:pStyle w:val="Textbezslovn"/>
      </w:pPr>
      <w:r w:rsidRPr="004C4F26">
        <w:lastRenderedPageBreak/>
        <w:t xml:space="preserve">Pokud není dodavatel schopen </w:t>
      </w:r>
      <w:r w:rsidRPr="000F6909">
        <w:t xml:space="preserve">prokázat určitou část technické kvalifikace nebo profesní způsobilosti s výjimkou kritéria podle bodu </w:t>
      </w:r>
      <w:r>
        <w:t>8.3</w:t>
      </w:r>
      <w:r w:rsidRPr="000F6909">
        <w:t xml:space="preserve"> první odrážka této Výzvy požadované zadavatelem v plném rozsahu, je oprávněn prokázat ji prostřednictvím jiných osob.</w:t>
      </w:r>
    </w:p>
    <w:p w14:paraId="48C3A623" w14:textId="77777777" w:rsidR="006F39CF" w:rsidRDefault="006F39CF" w:rsidP="006F39CF">
      <w:pPr>
        <w:pStyle w:val="Textbezslovn"/>
      </w:pPr>
      <w:r w:rsidRPr="004C4F26">
        <w:t xml:space="preserve"> Dodavatel je v takovém případě povinen zadavateli předložit:</w:t>
      </w:r>
    </w:p>
    <w:p w14:paraId="14C96E20" w14:textId="77777777" w:rsidR="006F39CF" w:rsidRPr="004C4F26" w:rsidRDefault="006F39CF" w:rsidP="006F39CF">
      <w:pPr>
        <w:pStyle w:val="Odrka1-1"/>
      </w:pPr>
      <w:r w:rsidRPr="004C4F26">
        <w:t>doklady o splnění základní způsobilosti jinou osobou,</w:t>
      </w:r>
    </w:p>
    <w:p w14:paraId="0E927A33" w14:textId="77777777"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2466AF53" w14:textId="77777777" w:rsidR="006F39CF" w:rsidRPr="004C4F26" w:rsidRDefault="006F39CF" w:rsidP="006F39CF">
      <w:pPr>
        <w:pStyle w:val="Odrka1-1"/>
      </w:pPr>
      <w:r w:rsidRPr="004C4F26">
        <w:t>doklady prokazující splnění chybějící části kvalifikace prostřednictvím jiné osoby a</w:t>
      </w:r>
    </w:p>
    <w:p w14:paraId="1260D0DB" w14:textId="77777777" w:rsidR="00BC49BA" w:rsidRDefault="006F39CF" w:rsidP="006F39CF">
      <w:pPr>
        <w:pStyle w:val="Odrka1-1"/>
      </w:pPr>
      <w:r w:rsidRPr="00217D34">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r>
        <w:t xml:space="preserve"> (např. smlouva o poddodávce)</w:t>
      </w:r>
      <w:r w:rsidRPr="00217D34">
        <w:t>;</w:t>
      </w:r>
    </w:p>
    <w:p w14:paraId="273922E6" w14:textId="77777777" w:rsidR="00BC49BA" w:rsidRDefault="00BC49BA" w:rsidP="000E5BED">
      <w:pPr>
        <w:pStyle w:val="Odrka1-2-"/>
      </w:pPr>
      <w:r>
        <w:t>P</w:t>
      </w:r>
      <w:r w:rsidR="006F39CF" w:rsidRPr="00217D34">
        <w:t xml:space="preserve">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6F39CF" w:rsidRPr="00AD77B3">
        <w:t xml:space="preserve">a vymahatelný </w:t>
      </w:r>
      <w:r w:rsidR="006F39CF" w:rsidRPr="00217D34">
        <w:t xml:space="preserve">při vlastní realizaci veřejné zakázky, a to v rozsahu, v jakém byla chybějící část kvalifikace dodavatele jinou osobou nahrazena. </w:t>
      </w:r>
    </w:p>
    <w:p w14:paraId="55FC9404" w14:textId="77777777" w:rsidR="006F39CF" w:rsidRPr="00217D34" w:rsidRDefault="00BC49BA" w:rsidP="000E5BED">
      <w:pPr>
        <w:pStyle w:val="Odrka1-2-"/>
      </w:pPr>
      <w:r w:rsidRPr="00BC49BA">
        <w:t xml:space="preserve">Požadavek ohledně písemného závazku jiné osoby je splněn, resp. poskytnutí plnění určeného k plnění veřejné zakázky nebo poskytnutí </w:t>
      </w:r>
      <w:r w:rsidR="006F39CF" w:rsidRPr="00217D34">
        <w:t>věcí nebo práv jinou osobou odpovídá rozsahu, v jakém tato osoba prokázala kvalifikaci</w:t>
      </w:r>
      <w:r>
        <w:t xml:space="preserve"> za dodavatele</w:t>
      </w:r>
      <w:r w:rsidR="006F39CF" w:rsidRPr="00217D34">
        <w:t xml:space="preserve">, pokud </w:t>
      </w:r>
      <w:r>
        <w:t>obsahem písemného</w:t>
      </w:r>
      <w:r w:rsidR="006F39CF" w:rsidRPr="00217D34">
        <w:t xml:space="preserve"> závazku </w:t>
      </w:r>
      <w:r>
        <w:t>jiné osoby je</w:t>
      </w:r>
      <w:r w:rsidR="006F39CF" w:rsidRPr="00217D34">
        <w:t xml:space="preserve"> společná a nerozdílná odpovědnost </w:t>
      </w:r>
      <w:r>
        <w:t xml:space="preserve">této osoby </w:t>
      </w:r>
      <w:r w:rsidR="006F39CF" w:rsidRPr="00217D34">
        <w:t xml:space="preserve">za plnění veřejné zakázky společně s dodavatelem. Prokazuje-li </w:t>
      </w:r>
      <w:r>
        <w:t xml:space="preserve">však </w:t>
      </w:r>
      <w:r w:rsidR="006F39CF" w:rsidRPr="00217D34">
        <w:t xml:space="preserve">dodavatel prostřednictvím jiné osoby kvalifikaci a předkládá seznam stavebních prací včetně osvědčení objednatele o řádném poskytnutí a dokončení </w:t>
      </w:r>
      <w:r>
        <w:t xml:space="preserve">nejvýznamnějších </w:t>
      </w:r>
      <w:r w:rsidR="006F39CF" w:rsidRPr="00217D34">
        <w:t xml:space="preserve">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14:paraId="55C73BB6" w14:textId="77777777"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7FAB6406" w14:textId="77777777" w:rsidR="00D9158A" w:rsidRPr="000E5BED" w:rsidRDefault="00D9158A" w:rsidP="00D9158A">
      <w:pPr>
        <w:pStyle w:val="Text1-1"/>
      </w:pPr>
      <w:r w:rsidRPr="000E5BED">
        <w:t>Zadavatel nepožaduje, aby účastník zadávacího řízení předložil doklady prokazující základní způsobilost a profesní způsobilost jeho poddodavatelů.</w:t>
      </w:r>
    </w:p>
    <w:p w14:paraId="38E7FB4A" w14:textId="77777777" w:rsidR="001A2D5F" w:rsidRDefault="006F39CF" w:rsidP="006F39CF">
      <w:pPr>
        <w:pStyle w:val="Nadpis1-1"/>
      </w:pPr>
      <w:bookmarkStart w:id="16" w:name="_Toc3900529"/>
      <w:r w:rsidRPr="006F39CF">
        <w:t>DALŠÍ INFORMACE/DOKUMENTY PŘEDKLÁDANÉ DODAVATELEM</w:t>
      </w:r>
      <w:bookmarkEnd w:id="16"/>
    </w:p>
    <w:p w14:paraId="36A00A25" w14:textId="77777777" w:rsidR="006F39CF" w:rsidRDefault="006F39CF" w:rsidP="006F39CF">
      <w:pPr>
        <w:pStyle w:val="Text1-1"/>
      </w:pPr>
      <w:bookmarkStart w:id="17" w:name="_Ref310426065"/>
      <w:r w:rsidRPr="00300BBC">
        <w:t>V rámci splnění dalších požadavků zadavatele na plnění veřejné zakázky</w:t>
      </w:r>
      <w:r>
        <w:t xml:space="preserve"> </w:t>
      </w:r>
      <w:r w:rsidRPr="00300BBC">
        <w:t>musí všichni dodavatelé ve svých nabídkách předložit následující informace, dokumenty a doklady:</w:t>
      </w:r>
      <w:bookmarkEnd w:id="17"/>
    </w:p>
    <w:p w14:paraId="34B1F320" w14:textId="77777777" w:rsidR="006F39CF" w:rsidRDefault="006F39CF" w:rsidP="006F39CF">
      <w:pPr>
        <w:pStyle w:val="Odrka1-1"/>
      </w:pPr>
      <w:r w:rsidRPr="00300BBC">
        <w:t>Dokumenty obsahující informace o dodavateli, jeho identifikační údaje.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t>této Výzvy</w:t>
      </w:r>
      <w:r w:rsidRPr="00300BBC">
        <w:t>.</w:t>
      </w:r>
    </w:p>
    <w:p w14:paraId="29C8E99E" w14:textId="77777777" w:rsidR="006F39CF" w:rsidRPr="00D83986"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 Příloze č. </w:t>
      </w:r>
      <w:r>
        <w:t>2</w:t>
      </w:r>
      <w:r w:rsidRPr="00300BBC">
        <w:t xml:space="preserve"> </w:t>
      </w:r>
      <w:r>
        <w:t>této Výzvy</w:t>
      </w:r>
      <w:r w:rsidRPr="00300BBC">
        <w:t>.</w:t>
      </w:r>
      <w:r>
        <w:t xml:space="preserve"> </w:t>
      </w:r>
      <w:r w:rsidRPr="00983A2A">
        <w:t xml:space="preserve">Součástí </w:t>
      </w:r>
      <w:r w:rsidRPr="00983A2A">
        <w:lastRenderedPageBreak/>
        <w:t>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r w:rsidRPr="00711921">
        <w:t>Účastník současně v nabídce doloží soupis části plnění předmětu dílčích veřejných zakázek plněných poddodavatelem dle soupisu všech položek rozpočtu, je-li možné takový soupis vyhotovit.</w:t>
      </w:r>
    </w:p>
    <w:p w14:paraId="5C7F5976" w14:textId="722BC1E9" w:rsidR="006F39CF" w:rsidRDefault="006F39CF" w:rsidP="006F39CF">
      <w:pPr>
        <w:pStyle w:val="Odrka1-1"/>
      </w:pPr>
      <w:r w:rsidRPr="0066123E">
        <w:t xml:space="preserve">Specifikaci </w:t>
      </w:r>
      <w:r w:rsidRPr="00613965">
        <w:t xml:space="preserve">typu zabezpečovacího a sdělovacího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w:t>
      </w:r>
      <w:r w:rsidR="006F0E1E" w:rsidRPr="00613965">
        <w:t>železnic</w:t>
      </w:r>
      <w:r w:rsidRPr="00613965">
        <w:t>“, v platném znění. Nebude-li dodavatel současně i výrobcem nebo dodavatelem takto určeného zabezpečovacího a sdělovacího zařízení, zařízení elektrotechniky a energetiky, předloží dodavatel smlouvu uzavřenou s výrobcem nebo dodavatelem tohoto zabezpečovacího a sdělovacího zařízení, zařízení elektrotechniky a energetiky, kterou prokáže, že bude mít toto zabezpečovací a sdělovací zařízení, zařízení elektrotechniky a energetiky k jeho použití pro plnění předmětné veřejné zakázky k dispozici a že bude mít zajištěnu i jeho odbornou montáž, případně bude smlouva obsahovat souhlas výrobce nebo dodavatele zabezpečovacího a sdělovacího zařízení, zařízení elektrotechniky a energetiky s tím, že je dodavatel sám schopen toto zařízení odborně sestavit a namontovat.</w:t>
      </w:r>
      <w:r>
        <w:t xml:space="preserve"> </w:t>
      </w:r>
    </w:p>
    <w:p w14:paraId="1C97EA39" w14:textId="50D64719" w:rsidR="006F39CF" w:rsidRPr="00A97237" w:rsidRDefault="006F39CF" w:rsidP="006F39CF">
      <w:pPr>
        <w:pStyle w:val="Odrka1-1"/>
        <w:spacing w:after="0"/>
      </w:pPr>
      <w:r w:rsidRPr="006C0E11">
        <w:t xml:space="preserve">Harmonogram postupu prací uvádějící grafické znázornění, pořadí a načasování hlavních činností, kterými dodavatel zamýšlí realizovat předmět plnění této veřejné zakázky. </w:t>
      </w:r>
      <w:r w:rsidRPr="00613965">
        <w:t>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w:t>
      </w:r>
      <w:r w:rsidRPr="00A97237">
        <w:t xml:space="preserve"> </w:t>
      </w:r>
    </w:p>
    <w:p w14:paraId="0B0144D5" w14:textId="77777777" w:rsidR="006F39CF" w:rsidRPr="00983A2A" w:rsidRDefault="006F39CF" w:rsidP="006F39CF">
      <w:pPr>
        <w:pStyle w:val="Odrka1-1"/>
        <w:numPr>
          <w:ilvl w:val="0"/>
          <w:numId w:val="0"/>
        </w:numPr>
        <w:ind w:left="1077"/>
      </w:pPr>
      <w:r w:rsidRPr="006C0E11">
        <w:t xml:space="preserve">Při zpracování Harmonogramu postupu prací </w:t>
      </w:r>
      <w:r w:rsidR="000D1394">
        <w:t>účastník</w:t>
      </w:r>
      <w:r w:rsidR="000D1394" w:rsidRPr="006C0E11">
        <w:t xml:space="preserve"> </w:t>
      </w:r>
      <w:r w:rsidRPr="006C0E11">
        <w:t xml:space="preserve">vezme v úvahu převažující klimatické podmínky, nároky na zpracování dokumentace, požadované metody a postupy výstavby </w:t>
      </w:r>
      <w:r w:rsidRPr="004C665C">
        <w:t xml:space="preserve">i stanovené výlukové časy. </w:t>
      </w:r>
      <w:r>
        <w:t>Pokud je zpracována projektová dokumentace stavby</w:t>
      </w:r>
      <w:r w:rsidRPr="004C665C">
        <w:t xml:space="preserve">, je povinností dodavatele dodržet stavební postupy stanovené v Zásadách organizace výstavby (ZOV) </w:t>
      </w:r>
      <w:r>
        <w:t>projektové dokumentace</w:t>
      </w:r>
      <w:r w:rsidRPr="004C665C">
        <w:t xml:space="preserve"> stavby, a to v rozsahu dodržení stanoveného pořadí, návaznosti, délky stavebních postupů jako maximálně možných, výluk kolejové dopravy a jiné veřejné dopravy, omezení činností trakčního vedení a zabezpečovacího zařízení. </w:t>
      </w:r>
      <w:r w:rsidRPr="00983A2A">
        <w:t xml:space="preserve">Zhotovitel je povinen předložit Harmonogram postupu prací respektující předpokládaný termín zahájení a ukončení </w:t>
      </w:r>
      <w:r>
        <w:t>předmětu plnění veřejné zakázky</w:t>
      </w:r>
      <w:r w:rsidRPr="00983A2A">
        <w:t xml:space="preserve"> stanovený v zadávacích podmínkách. </w:t>
      </w:r>
    </w:p>
    <w:p w14:paraId="4ABA54BA" w14:textId="77777777" w:rsidR="006F39CF"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Pr="00300BBC">
        <w:t xml:space="preserve">povinen ve své nabídce přiložit informaci o tom, zda podle předpokládaného plánu provádění díla bude naplněna některá z podmínek uvedených pod písm. a) nebo b) ustanovení § 15 odst. 1 zákona č. 309/2006 Sb., o zajištění dalších podmínek </w:t>
      </w:r>
      <w:r w:rsidRPr="00300BBC">
        <w:lastRenderedPageBreak/>
        <w:t>bezpečnosti a ochrany zdraví při práci, ve znění pozdějších předpisů.</w:t>
      </w:r>
      <w:r w:rsidRPr="00870E84">
        <w:t xml:space="preserve"> </w:t>
      </w:r>
      <w:r w:rsidRPr="00300BBC">
        <w:t xml:space="preserve">Toto bude předloženo ve formě formuláře obsaženého v Příloze č. </w:t>
      </w:r>
      <w:r>
        <w:t>9 této Výzvy</w:t>
      </w:r>
      <w:r w:rsidRPr="00300BBC">
        <w:t>.</w:t>
      </w:r>
    </w:p>
    <w:p w14:paraId="695149FF" w14:textId="77777777" w:rsidR="002D08AF" w:rsidRPr="00300BBC" w:rsidRDefault="002D08AF" w:rsidP="002D08AF">
      <w:pPr>
        <w:pStyle w:val="Odrka1-1"/>
      </w:pPr>
      <w:r w:rsidRPr="002D08AF">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 Příloze č. 12</w:t>
      </w:r>
      <w:r w:rsidRPr="002D08AF">
        <w:t xml:space="preserve"> této Výzvy.</w:t>
      </w:r>
    </w:p>
    <w:p w14:paraId="6E90A116" w14:textId="77777777" w:rsidR="006F39CF" w:rsidRPr="00E55746" w:rsidRDefault="006F39CF" w:rsidP="006F39CF">
      <w:pPr>
        <w:pStyle w:val="Text1-1"/>
      </w:pPr>
      <w:r w:rsidRPr="00E55746">
        <w:t>Podání nabídky společně několika dodavateli:</w:t>
      </w:r>
    </w:p>
    <w:p w14:paraId="3D80C6F2" w14:textId="77777777" w:rsidR="006F39CF" w:rsidRPr="00E55746" w:rsidRDefault="006F39CF" w:rsidP="006F39CF">
      <w:pPr>
        <w:pStyle w:val="Odrka1-1"/>
      </w:pPr>
      <w:r w:rsidRPr="00E55746">
        <w:t xml:space="preserve">Podává-li nabídku více osob společně, zejména jako společnost ve smyslu ustanovení § 2716 a násl. zákona č. 89/2012 Sb., </w:t>
      </w:r>
      <w:r>
        <w:t>občanský zákoník,</w:t>
      </w:r>
      <w:r w:rsidRPr="00E55746">
        <w:t xml:space="preserve"> 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t>této Výzvy</w:t>
      </w:r>
      <w:r w:rsidRPr="00E55746">
        <w:t>.</w:t>
      </w:r>
      <w:r>
        <w:t xml:space="preserve"> Současně každý dodavatel ve společnosti dodavatelů dokládá také d</w:t>
      </w:r>
      <w:r w:rsidRPr="00300BBC">
        <w:t>okumenty obsahující informace o dodavateli</w:t>
      </w:r>
      <w:r>
        <w:t xml:space="preserve"> </w:t>
      </w:r>
      <w:r w:rsidRPr="00300BBC">
        <w:t>ve formě formulář</w:t>
      </w:r>
      <w:r>
        <w:t>e</w:t>
      </w:r>
      <w:r w:rsidRPr="00300BBC">
        <w:t xml:space="preserve"> obsažen</w:t>
      </w:r>
      <w:r>
        <w:t>ého</w:t>
      </w:r>
      <w:r w:rsidRPr="00300BBC">
        <w:t xml:space="preserve"> v Příloze č. </w:t>
      </w:r>
      <w:r>
        <w:t>1</w:t>
      </w:r>
      <w:r w:rsidRPr="00541010">
        <w:t xml:space="preserve"> </w:t>
      </w:r>
      <w:r>
        <w:t>této Výzvy</w:t>
      </w:r>
      <w:r w:rsidRPr="00300BBC">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t xml:space="preserve">. Zadavatel doporučuje předmětnou informaci v nabídce uvést </w:t>
      </w:r>
      <w:r w:rsidRPr="005B2F94">
        <w:t xml:space="preserve">v Příloze č. </w:t>
      </w:r>
      <w:r>
        <w:t>3 této Výzvy.</w:t>
      </w:r>
    </w:p>
    <w:p w14:paraId="105D18CB" w14:textId="77777777" w:rsidR="006F39CF" w:rsidRDefault="006F39CF" w:rsidP="006F39CF">
      <w:pPr>
        <w:pStyle w:val="Odrka1-1"/>
      </w:pPr>
      <w:bookmarkStart w:id="18" w:name="_Ref246422881"/>
      <w:r w:rsidRPr="00F4697C">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3</w:t>
      </w:r>
      <w:r w:rsidRPr="00541010">
        <w:t xml:space="preserve"> </w:t>
      </w:r>
      <w:r>
        <w:t>této Výzvy</w:t>
      </w:r>
      <w:r w:rsidRPr="00F4697C">
        <w:t>.</w:t>
      </w:r>
    </w:p>
    <w:bookmarkEnd w:id="18"/>
    <w:p w14:paraId="5E8CE648" w14:textId="77777777" w:rsidR="006F39CF" w:rsidRPr="00922430" w:rsidRDefault="006F39CF" w:rsidP="006F39CF">
      <w:pPr>
        <w:pStyle w:val="Odrka1-1"/>
      </w:pPr>
      <w:r w:rsidRPr="00922430">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w:t>
      </w:r>
      <w:r>
        <w:t xml:space="preserve">vedoucího </w:t>
      </w:r>
      <w:r w:rsidRPr="00922430">
        <w:t xml:space="preserve">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w:t>
      </w:r>
      <w:r w:rsidRPr="006F39CF">
        <w:t>Smlouvy</w:t>
      </w:r>
      <w:r w:rsidRPr="00922430">
        <w:t xml:space="preserve"> o dílo). Vystavovat daňové doklady - faktury je </w:t>
      </w:r>
      <w:r>
        <w:t xml:space="preserve">oprávněn </w:t>
      </w:r>
      <w:r w:rsidRPr="00922430">
        <w:t>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t xml:space="preserve">e výběrovém </w:t>
      </w:r>
      <w:r w:rsidRPr="00922430">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43591DC" w14:textId="77777777" w:rsidR="006F39CF" w:rsidRDefault="006F39CF" w:rsidP="00D44885">
      <w:pPr>
        <w:pStyle w:val="Text1-1"/>
      </w:pPr>
      <w:r w:rsidRPr="00300BBC">
        <w:t xml:space="preserve">Zadavatel </w:t>
      </w:r>
      <w:r>
        <w:t>nevymezuje žádné činnosti při plnění veřejné zakázky, které musí být plněny přímo vybraným dodavatelem.</w:t>
      </w:r>
    </w:p>
    <w:p w14:paraId="16295F5E" w14:textId="77777777" w:rsidR="006F39CF" w:rsidRPr="003A6CA8" w:rsidRDefault="006F39CF" w:rsidP="006F39CF">
      <w:pPr>
        <w:pStyle w:val="Text1-1"/>
      </w:pPr>
      <w:bookmarkStart w:id="19" w:name="_Ref315347571"/>
      <w:r w:rsidRPr="003A6CA8">
        <w:t>Návrh smlouvy na plnění této veřejné zakázky:</w:t>
      </w:r>
      <w:bookmarkEnd w:id="19"/>
    </w:p>
    <w:p w14:paraId="4C3C66B3" w14:textId="77777777" w:rsidR="006F39CF" w:rsidRPr="00300BBC" w:rsidRDefault="006F39CF" w:rsidP="006F39CF">
      <w:pPr>
        <w:pStyle w:val="Odrka1-1"/>
      </w:pPr>
      <w:r>
        <w:lastRenderedPageBreak/>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w:t>
      </w:r>
      <w:r w:rsidRPr="007D63D5">
        <w:t xml:space="preserve"> </w:t>
      </w:r>
      <w:r>
        <w:t>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443CBACB" w14:textId="77777777" w:rsidR="006F39CF" w:rsidRPr="00FF6613" w:rsidRDefault="006F39CF" w:rsidP="006F39CF">
      <w:pPr>
        <w:pStyle w:val="Odrka1-2-"/>
      </w:pPr>
      <w:r w:rsidRPr="00300BBC">
        <w:t>do těla závazného vzoru smlouvy celkovou nabídkovou cenu</w:t>
      </w:r>
      <w:r>
        <w:t xml:space="preserve"> díla bez DPH zpracovanou dle požadavků stanovených v </w:t>
      </w:r>
      <w:r w:rsidRPr="00FF6613">
        <w:t>článku 13 této Výzvy;</w:t>
      </w:r>
    </w:p>
    <w:p w14:paraId="68D6C873" w14:textId="77777777" w:rsidR="006F39CF" w:rsidRDefault="006F39CF" w:rsidP="006F39CF">
      <w:pPr>
        <w:pStyle w:val="Odrka1-2-"/>
      </w:pPr>
      <w:r>
        <w:t>do Přílohy č. 6 závazného vzoru smlouvy s názvem Oprávněné osoby:</w:t>
      </w:r>
    </w:p>
    <w:p w14:paraId="12D4C14A"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070801BD"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59375892" w14:textId="77777777"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 xml:space="preserve">dodavatel realizovat) a hodnota </w:t>
      </w:r>
      <w:r>
        <w:t>pod</w:t>
      </w:r>
      <w:r w:rsidRPr="00932C3E">
        <w:t>dodávky v % z celkové ceny díla</w:t>
      </w:r>
      <w:r>
        <w:t>.</w:t>
      </w:r>
    </w:p>
    <w:p w14:paraId="3B4DB99F" w14:textId="77777777" w:rsidR="006F39CF" w:rsidRDefault="006F39CF" w:rsidP="006F39CF">
      <w:pPr>
        <w:pStyle w:val="Odrka1-1"/>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2FD6E7C6" w14:textId="4EE3FE50" w:rsidR="006F39CF" w:rsidRDefault="006F39CF" w:rsidP="006F39CF">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1BA0316F" w14:textId="3EA5C3A2" w:rsidR="00E156DA" w:rsidRDefault="00E156DA" w:rsidP="00E156DA">
      <w:pPr>
        <w:pStyle w:val="Odrka1-1"/>
        <w:numPr>
          <w:ilvl w:val="0"/>
          <w:numId w:val="0"/>
        </w:numPr>
        <w:ind w:left="1077"/>
      </w:pPr>
    </w:p>
    <w:p w14:paraId="06E7969A" w14:textId="04524D6F" w:rsidR="006F39CF" w:rsidRPr="00E01E88" w:rsidRDefault="006F39CF" w:rsidP="00E156DA">
      <w:pPr>
        <w:pStyle w:val="Nadpis1-1"/>
      </w:pPr>
      <w:bookmarkStart w:id="20" w:name="_Toc3900530"/>
      <w:r w:rsidRPr="00E01E88">
        <w:t>PROHLÍDKA MÍSTA PLNĚNÍ (STAVENIŠTĚ)</w:t>
      </w:r>
      <w:bookmarkEnd w:id="20"/>
    </w:p>
    <w:p w14:paraId="7D8950E2" w14:textId="2224CAFE" w:rsidR="006F39CF" w:rsidRPr="00613965" w:rsidRDefault="006F39CF" w:rsidP="006F39CF">
      <w:pPr>
        <w:pStyle w:val="Textbezslovn"/>
      </w:pPr>
      <w:r w:rsidRPr="006F39CF">
        <w:t xml:space="preserve">Prohlídka místa plnění se </w:t>
      </w:r>
      <w:r w:rsidRPr="00C00605">
        <w:t xml:space="preserve">koná dne </w:t>
      </w:r>
      <w:r w:rsidR="00A94B13" w:rsidRPr="00A94B13">
        <w:rPr>
          <w:b/>
        </w:rPr>
        <w:t>24.5.2020</w:t>
      </w:r>
      <w:r w:rsidR="00A94B13">
        <w:t xml:space="preserve"> </w:t>
      </w:r>
      <w:r w:rsidR="00E01E88">
        <w:rPr>
          <w:b/>
        </w:rPr>
        <w:t>8:00</w:t>
      </w:r>
      <w:r w:rsidRPr="006F39CF">
        <w:t xml:space="preserve"> hodin na adrese</w:t>
      </w:r>
      <w:r w:rsidR="00E01E88">
        <w:t xml:space="preserve"> </w:t>
      </w:r>
      <w:r w:rsidR="0052436D">
        <w:t xml:space="preserve">žst. </w:t>
      </w:r>
      <w:r w:rsidR="00E01E88">
        <w:t>Žďár nad Sázavou, dopravní kancelář</w:t>
      </w:r>
      <w:r w:rsidR="00B15502" w:rsidRPr="00613965">
        <w:t xml:space="preserve">. </w:t>
      </w:r>
      <w:r w:rsidRPr="00613965">
        <w:t>Dodavatelé se mohou přihlásit na prohlídku místa plnění e-mailem na adrese kontaktní osoby zadavatele nejpozději 24 hodin před konáním prohlídky:</w:t>
      </w:r>
    </w:p>
    <w:p w14:paraId="4F897E1B" w14:textId="77777777" w:rsidR="00B15502" w:rsidRPr="00613965" w:rsidRDefault="00B15502" w:rsidP="00B15502">
      <w:pPr>
        <w:pStyle w:val="Textbezslovn"/>
        <w:spacing w:after="0"/>
      </w:pPr>
      <w:bookmarkStart w:id="21" w:name="_Toc3900531"/>
      <w:r w:rsidRPr="00613965">
        <w:t>Kontaktní osobou pro prohlídku místa plnění je:</w:t>
      </w:r>
    </w:p>
    <w:p w14:paraId="68B7BDA1" w14:textId="423F8AB0" w:rsidR="00B15502" w:rsidRPr="00613965" w:rsidRDefault="00B15502" w:rsidP="00B15502">
      <w:pPr>
        <w:pStyle w:val="Textbezslovn"/>
        <w:spacing w:after="0"/>
      </w:pPr>
      <w:r w:rsidRPr="00613965">
        <w:t xml:space="preserve">Jméno a příjmení:  </w:t>
      </w:r>
      <w:r w:rsidRPr="00613965">
        <w:rPr>
          <w:lang w:val="en-US"/>
        </w:rPr>
        <w:t>Ing. Václav Mrtka</w:t>
      </w:r>
      <w:r w:rsidRPr="00613965">
        <w:t xml:space="preserve"> </w:t>
      </w:r>
    </w:p>
    <w:p w14:paraId="6BF2B1F0" w14:textId="77777777" w:rsidR="00B15502" w:rsidRPr="00613965" w:rsidRDefault="00B15502" w:rsidP="00B15502">
      <w:pPr>
        <w:pStyle w:val="Textbezslovn"/>
        <w:spacing w:after="0"/>
      </w:pPr>
      <w:r w:rsidRPr="00613965">
        <w:t xml:space="preserve">telefon: </w:t>
      </w:r>
      <w:r w:rsidRPr="00613965">
        <w:rPr>
          <w:lang w:val="en-US"/>
        </w:rPr>
        <w:t>+420 725 515 537</w:t>
      </w:r>
    </w:p>
    <w:p w14:paraId="58A125F8" w14:textId="1755A9C4" w:rsidR="00B15502" w:rsidRDefault="00B15502" w:rsidP="00B15502">
      <w:pPr>
        <w:pStyle w:val="Textbezslovn"/>
        <w:rPr>
          <w:lang w:val="en-US"/>
        </w:rPr>
      </w:pPr>
      <w:r w:rsidRPr="00613965">
        <w:t xml:space="preserve">e-mail: </w:t>
      </w:r>
      <w:hyperlink r:id="rId17" w:history="1">
        <w:r w:rsidR="0052436D" w:rsidRPr="00B32E62">
          <w:rPr>
            <w:rStyle w:val="Hypertextovodkaz"/>
            <w:noProof w:val="0"/>
            <w:lang w:val="en-US"/>
          </w:rPr>
          <w:t>Mrtka@szdc.cz</w:t>
        </w:r>
      </w:hyperlink>
    </w:p>
    <w:p w14:paraId="292D6074" w14:textId="77777777" w:rsidR="0052436D" w:rsidRDefault="0052436D" w:rsidP="00B15502">
      <w:pPr>
        <w:pStyle w:val="Textbezslovn"/>
        <w:rPr>
          <w:lang w:val="en-US"/>
        </w:rPr>
      </w:pPr>
    </w:p>
    <w:p w14:paraId="483ED6E1" w14:textId="77777777" w:rsidR="006F39CF" w:rsidRDefault="006F39CF" w:rsidP="006F39CF">
      <w:pPr>
        <w:pStyle w:val="Nadpis1-1"/>
      </w:pPr>
      <w:r w:rsidRPr="006F39CF">
        <w:lastRenderedPageBreak/>
        <w:t>JAZYK NABÍDEK</w:t>
      </w:r>
      <w:bookmarkEnd w:id="21"/>
    </w:p>
    <w:p w14:paraId="2DC63ECB"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2" w:name="_Ref324339872"/>
    </w:p>
    <w:p w14:paraId="2963CF68" w14:textId="77777777"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 tento doklad se předkládá s překladem do českého jazyka, s výjimkou dokladu ve slovenském jazyce a dokladu o vzdělání v latinském jazyce, které se předloží bez překladu. Bude-</w:t>
      </w:r>
      <w:r w:rsidRPr="00AC269C">
        <w:t xml:space="preserve">li </w:t>
      </w:r>
      <w:r>
        <w:t xml:space="preserve">mít </w:t>
      </w:r>
      <w:r w:rsidRPr="00AC269C">
        <w:t>zadavatel pochybnosti o správnosti překladu, může si vyžádat předložení úředně ověřeného překladu dokladu do českého jazyka tlumočníkem zapsaným do seznamu znalců a tlumočníků</w:t>
      </w:r>
      <w:r>
        <w:t>.</w:t>
      </w:r>
      <w:r w:rsidRPr="00AC269C">
        <w:t xml:space="preserve"> </w:t>
      </w:r>
      <w:r>
        <w:t>Pokud se podle příslušného právního řádu požadovaný doklad nevydává, může být nahrazen čestným prohlášením.</w:t>
      </w:r>
      <w:bookmarkEnd w:id="22"/>
    </w:p>
    <w:p w14:paraId="7518A491" w14:textId="77777777" w:rsidR="006F39CF" w:rsidRDefault="006F39CF" w:rsidP="006F39CF">
      <w:pPr>
        <w:pStyle w:val="Nadpis1-1"/>
      </w:pPr>
      <w:bookmarkStart w:id="23" w:name="_Toc3900532"/>
      <w:r w:rsidRPr="006F39CF">
        <w:t>LHŮTA PRO PODÁNÍ NABÍDEK, OBSAH A PODÁVÁNÍ NABÍDEK</w:t>
      </w:r>
      <w:bookmarkEnd w:id="23"/>
    </w:p>
    <w:p w14:paraId="4D6E3C12" w14:textId="77777777" w:rsidR="006F39CF" w:rsidRPr="0083783B" w:rsidRDefault="006F39CF" w:rsidP="006F39CF">
      <w:pPr>
        <w:pStyle w:val="Text1-1"/>
      </w:pPr>
      <w:r w:rsidRPr="0083783A">
        <w:t xml:space="preserve">Dodavatel může podat pouze jednu </w:t>
      </w:r>
      <w:r w:rsidRPr="006A2DF4">
        <w:t xml:space="preserve">nabídku (samostatně nebo společně s dalšími dodavateli) a nesmí být současně poddodavatelem, jehož 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těchto Pokynů</w:t>
      </w:r>
      <w:r w:rsidRPr="00FA458E">
        <w:t>. 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18" w:history="1">
        <w:r w:rsidRPr="007C5F77">
          <w:rPr>
            <w:rStyle w:val="Hypertextovodkaz"/>
            <w:rFonts w:cs="Arial"/>
          </w:rPr>
          <w:t>https://zakazky.szdc.cz/</w:t>
        </w:r>
      </w:hyperlink>
      <w:r w:rsidRPr="007C5F77">
        <w:t>.</w:t>
      </w:r>
    </w:p>
    <w:p w14:paraId="0EC8028A" w14:textId="22EA5A21" w:rsidR="00D44885" w:rsidRPr="009023EE" w:rsidRDefault="00D44885" w:rsidP="00D44885">
      <w:pPr>
        <w:pStyle w:val="Textbezslovn"/>
        <w:ind w:left="709"/>
      </w:pPr>
      <w:r w:rsidRPr="00FB1E0F">
        <w:rPr>
          <w:b/>
        </w:rPr>
        <w:t>Nabídky musí být podány nejpozději ve lhůtě uvedené v elektronickém nástroji E-ZAK</w:t>
      </w:r>
      <w:r>
        <w:rPr>
          <w:b/>
        </w:rPr>
        <w:t>,</w:t>
      </w:r>
      <w:r w:rsidRPr="00FB1E0F">
        <w:t xml:space="preserve"> </w:t>
      </w:r>
      <w:r w:rsidRPr="008638FC">
        <w:t>elektronick</w:t>
      </w:r>
      <w:r>
        <w:t>á</w:t>
      </w:r>
      <w:r w:rsidRPr="008638FC">
        <w:t xml:space="preserve"> adres</w:t>
      </w:r>
      <w:r>
        <w:t>a</w:t>
      </w:r>
      <w:r w:rsidRPr="008638FC">
        <w:t xml:space="preserve"> </w:t>
      </w:r>
      <w:hyperlink r:id="rId19" w:history="1">
        <w:r w:rsidRPr="008638FC">
          <w:rPr>
            <w:rStyle w:val="Hypertextovodkaz"/>
            <w:rFonts w:cs="Arial"/>
          </w:rPr>
          <w:t>https://zakazky.szdc.cz/</w:t>
        </w:r>
      </w:hyperlink>
      <w:r w:rsidRPr="008638FC">
        <w:t>.</w:t>
      </w:r>
    </w:p>
    <w:p w14:paraId="753C2572" w14:textId="77777777" w:rsidR="006F39CF" w:rsidRPr="00613965" w:rsidRDefault="006F39CF" w:rsidP="00AC662A">
      <w:pPr>
        <w:pStyle w:val="Text1-1"/>
        <w:spacing w:after="0"/>
      </w:pPr>
      <w:r w:rsidRPr="00613965">
        <w:t>Varianta pro případ, je-li Soupis prací v el. podobě předáván pouze ve formátu XLS:</w:t>
      </w:r>
    </w:p>
    <w:p w14:paraId="1F75892B" w14:textId="77777777" w:rsidR="006F39CF" w:rsidRDefault="006F39CF" w:rsidP="00AC662A">
      <w:pPr>
        <w:pStyle w:val="Textbezslovn"/>
      </w:pPr>
      <w:r w:rsidRPr="00613965">
        <w:t>Dodavatel předloží úplnou elektronickou verzi nabídky, a to s využitím</w:t>
      </w:r>
      <w:r w:rsidRPr="004D6979">
        <w:t xml:space="preserve"> elektronického nástroje E-ZAK. </w:t>
      </w:r>
      <w:r w:rsidRPr="004455B8">
        <w:t xml:space="preserve">Způsob správného podání nabídky v elektronické podobě na veřejnou zakázku je uveden v uživatelské příručce elektronického nástroje E-ZAK pro dodavatele, která je k dispozici </w:t>
      </w:r>
      <w:r>
        <w:t xml:space="preserve">na elektronické adrese </w:t>
      </w:r>
      <w:hyperlink r:id="rId20" w:history="1">
        <w:r w:rsidRPr="00AC662A">
          <w:rPr>
            <w:rStyle w:val="Hypertextovodkaz"/>
            <w:rFonts w:cs="Calibri"/>
          </w:rPr>
          <w:t>https://zakazky.szdc.cz/manual.html</w:t>
        </w:r>
      </w:hyperlink>
      <w:r>
        <w:t>.</w:t>
      </w:r>
      <w:r w:rsidRPr="004455B8">
        <w:t xml:space="preserve"> </w:t>
      </w:r>
      <w:r>
        <w:t xml:space="preserve">Nabídka nemusí být opatřena elektronickým podpisem osoby oprávněné jednat za dodavatele. </w:t>
      </w:r>
      <w:r w:rsidRPr="004D6979">
        <w:t>Elektronický podpis je vyžadován pouze při registraci dodavatele do elektronického nástroje.</w:t>
      </w:r>
      <w:r w:rsidRPr="00C166AE">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t xml:space="preserve"> </w:t>
      </w:r>
      <w:r w:rsidRPr="00B917AD">
        <w:t>Dokumenty musí být do systému E-ZAK vkládány jako jeden soubor ve formátech analogicky k § 18 odst. (2) a (3) vyhlášky č. 168/2016 Sb. nebo více zkomprimovaných souborů ve formátu zip,</w:t>
      </w:r>
      <w:r>
        <w:t xml:space="preserve"> rar nebo 7z, bez použití hesla</w:t>
      </w:r>
      <w:r w:rsidRPr="00B917AD">
        <w:t>.</w:t>
      </w:r>
      <w:r w:rsidRPr="00362C9A">
        <w:t xml:space="preserve"> Zkomprimované soubory nesmí obsahovat žádný další zkomprimovaný soubor.</w:t>
      </w:r>
      <w:r>
        <w:t xml:space="preserve"> </w:t>
      </w:r>
      <w:r w:rsidRPr="00FA458E">
        <w:t xml:space="preserve">Zadavatel upozorňuje, že systém elektronického zadávání veřejných zakázek E-ZAK umožňuje pracovat se soubory o velikosti nejvýše </w:t>
      </w:r>
      <w:r w:rsidR="00BC5B73">
        <w:t>50</w:t>
      </w:r>
      <w:r w:rsidRPr="00FA458E">
        <w:t>MB</w:t>
      </w:r>
      <w:r>
        <w:t xml:space="preserve"> </w:t>
      </w:r>
      <w:r w:rsidRPr="00362C9A">
        <w:t>za jeden takový soubor, příp. zkomprimované soubory</w:t>
      </w:r>
      <w:r w:rsidRPr="00FA458E">
        <w:t>. Soubory většího rozsahu je nutno před jejich odesláním prostřednictvím E-ZAK vhodným způsobem rozdělit.</w:t>
      </w:r>
      <w:r>
        <w:t xml:space="preserve"> </w:t>
      </w:r>
      <w:r w:rsidRPr="00362C9A">
        <w:t>Velikost samotné nabídky jako celku není nijak omezena.</w:t>
      </w:r>
      <w:r>
        <w:t xml:space="preserve"> O</w:t>
      </w:r>
      <w:r w:rsidRPr="00D1354A">
        <w:t xml:space="preserve">ceněný </w:t>
      </w:r>
      <w:r>
        <w:t>S</w:t>
      </w:r>
      <w:r w:rsidRPr="00D1354A">
        <w:t xml:space="preserve">oupis prací bude </w:t>
      </w:r>
      <w:r>
        <w:t xml:space="preserve">dodavatelem </w:t>
      </w:r>
      <w:r w:rsidRPr="00394620">
        <w:t xml:space="preserve">v nabídce předložen </w:t>
      </w:r>
      <w:r w:rsidRPr="00D1354A">
        <w:t>ve formátu xls</w:t>
      </w:r>
      <w:r>
        <w:t>/</w:t>
      </w:r>
      <w:r w:rsidRPr="00D1354A">
        <w:t>xlsx</w:t>
      </w:r>
      <w:r>
        <w:t>.</w:t>
      </w:r>
    </w:p>
    <w:p w14:paraId="7F475D78" w14:textId="1A22F46E" w:rsidR="006F39CF" w:rsidRPr="00932C3E" w:rsidRDefault="00AC662A" w:rsidP="00613965">
      <w:pPr>
        <w:pStyle w:val="Textbezslovn"/>
        <w:spacing w:after="0"/>
      </w:pPr>
      <w:r>
        <w:rPr>
          <w:highlight w:val="green"/>
        </w:rPr>
        <w:t xml:space="preserve">                                                                                                                                                                                                                                                                                                                                                                                                                                                                                                    </w:t>
      </w:r>
      <w:bookmarkStart w:id="24" w:name="_Ref131226724"/>
      <w:bookmarkStart w:id="25" w:name="_Ref191791018"/>
      <w:r w:rsidR="006F39CF" w:rsidRPr="00932C3E">
        <w:t>Nabídka bude předložena v následující struktuře:</w:t>
      </w:r>
      <w:bookmarkEnd w:id="24"/>
      <w:bookmarkEnd w:id="25"/>
    </w:p>
    <w:p w14:paraId="6FD9B283" w14:textId="77777777" w:rsidR="006F39CF" w:rsidRPr="00932C3E" w:rsidRDefault="006F39CF" w:rsidP="00AC662A">
      <w:pPr>
        <w:pStyle w:val="Odrka1-1"/>
      </w:pPr>
      <w:r w:rsidRPr="00932C3E">
        <w:t xml:space="preserve">Informace o </w:t>
      </w:r>
      <w:r>
        <w:t>dodavatel</w:t>
      </w:r>
      <w:r w:rsidRPr="00932C3E">
        <w:t>i, jeho identifikační údaje ve formě formuláře obsaženého v Příloze č. 1</w:t>
      </w:r>
      <w:r w:rsidRPr="00131A9F">
        <w:t xml:space="preserve"> </w:t>
      </w:r>
      <w:r>
        <w:t>této Výzvy</w:t>
      </w:r>
      <w:r w:rsidRPr="00932C3E">
        <w:t>.</w:t>
      </w:r>
    </w:p>
    <w:p w14:paraId="0DA2376A" w14:textId="77777777" w:rsidR="006F39CF" w:rsidRPr="00932C3E" w:rsidRDefault="006F39CF" w:rsidP="00AC662A">
      <w:pPr>
        <w:pStyle w:val="Odrka1-1"/>
      </w:pPr>
      <w:r w:rsidRPr="00932C3E">
        <w:lastRenderedPageBreak/>
        <w:t xml:space="preserve">Informace o společnosti </w:t>
      </w:r>
      <w:r>
        <w:t>dodavatel</w:t>
      </w:r>
      <w:r w:rsidRPr="00932C3E">
        <w:t xml:space="preserve">ů ve formě formuláře obsaženého v Příloze č. 3 </w:t>
      </w:r>
      <w:r>
        <w:t xml:space="preserve"> 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23349FAC" w14:textId="77777777" w:rsidR="006F39CF" w:rsidRPr="00932C3E" w:rsidRDefault="006F39CF" w:rsidP="00AC662A">
      <w:pPr>
        <w:pStyle w:val="Odrka1-1"/>
      </w:pPr>
      <w:r w:rsidRPr="00932C3E">
        <w:t>Plná moc nebo pověření, je-li tohoto dokumentu třeba.</w:t>
      </w:r>
    </w:p>
    <w:p w14:paraId="34DE4BDF" w14:textId="77777777"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Příloze č. 7</w:t>
      </w:r>
      <w:r w:rsidRPr="00541010">
        <w:t xml:space="preserve"> </w:t>
      </w:r>
      <w:r>
        <w:t>této Výzvy</w:t>
      </w:r>
      <w:r w:rsidRPr="00932C3E">
        <w:t>.</w:t>
      </w:r>
    </w:p>
    <w:p w14:paraId="4F11814D"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6D9A5843" w14:textId="77777777" w:rsidR="006F39CF" w:rsidRPr="009B50A7" w:rsidRDefault="006F39CF" w:rsidP="00AC662A">
      <w:pPr>
        <w:pStyle w:val="Odrka1-1"/>
      </w:pPr>
      <w:r w:rsidRPr="009B50A7">
        <w:t xml:space="preserve">Doklady prokazující splnění </w:t>
      </w:r>
      <w:r w:rsidRPr="009B50A7">
        <w:rPr>
          <w:b/>
        </w:rPr>
        <w:t>ekonomické kvalifikace</w:t>
      </w:r>
      <w:r w:rsidRPr="009B50A7">
        <w:t>.</w:t>
      </w:r>
    </w:p>
    <w:p w14:paraId="5538F4C1" w14:textId="63F806DD" w:rsidR="006F39CF" w:rsidRDefault="006F39CF" w:rsidP="00AC662A">
      <w:pPr>
        <w:pStyle w:val="Odrka1-1"/>
      </w:pPr>
      <w:r w:rsidRPr="00932C3E">
        <w:t xml:space="preserve">Doklady prokazující splnění </w:t>
      </w:r>
      <w:r w:rsidRPr="00807D10">
        <w:rPr>
          <w:b/>
        </w:rPr>
        <w:t>technické kvalifikace</w:t>
      </w:r>
      <w:r w:rsidRPr="00932C3E">
        <w:t>, tj. seznam stavebních prací ve formě formuláře obsaženého příloze č. 4</w:t>
      </w:r>
      <w:r w:rsidRPr="00541010">
        <w:t xml:space="preserve"> </w:t>
      </w:r>
      <w:r>
        <w:t>této Výzvy včetně osvědčení objednatelů</w:t>
      </w:r>
      <w:r w:rsidRPr="00932C3E">
        <w:t xml:space="preserve">, seznam personálu dodavatele ve formě formuláře obsaženého příloze č. 5 </w:t>
      </w:r>
      <w:r>
        <w:t xml:space="preserve">této Výzvy </w:t>
      </w:r>
      <w:r w:rsidRPr="00A46FB2">
        <w:t>a profesní životopisy jednotlivých členů personálu dodavatele ve formě formuláře obsaženého příloze č. 6 této Výzvy,</w:t>
      </w:r>
      <w:r>
        <w:t xml:space="preserve"> </w:t>
      </w:r>
      <w:r w:rsidR="00E92AD8">
        <w:t>včetně požadovaných příloh.</w:t>
      </w:r>
    </w:p>
    <w:p w14:paraId="3093EF00" w14:textId="77777777"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t>10</w:t>
      </w:r>
      <w:r w:rsidRPr="00300BBC">
        <w:t xml:space="preserve"> t</w:t>
      </w:r>
      <w:r>
        <w:t>éto Výzvy, a d</w:t>
      </w:r>
      <w:r w:rsidRPr="00300BBC">
        <w:t>oklady vztahující se k</w:t>
      </w:r>
      <w:r>
        <w:t> těmto jiným osobám</w:t>
      </w:r>
      <w:r w:rsidRPr="00300BBC">
        <w:t>.</w:t>
      </w:r>
    </w:p>
    <w:p w14:paraId="3644A4E6" w14:textId="77777777" w:rsidR="006F39CF" w:rsidRPr="00932C3E" w:rsidRDefault="006F39CF" w:rsidP="00AC662A">
      <w:pPr>
        <w:pStyle w:val="Odrka1-1"/>
      </w:pPr>
      <w:r w:rsidRPr="00932C3E">
        <w:t xml:space="preserve">Údaje o </w:t>
      </w:r>
      <w:r>
        <w:t>pod</w:t>
      </w:r>
      <w:r w:rsidRPr="00932C3E">
        <w:t xml:space="preserve">dodavatelích ve formě formuláře obsaženého v Příloze č. 2 </w:t>
      </w:r>
      <w:r>
        <w:t>této Výzvy.</w:t>
      </w:r>
    </w:p>
    <w:p w14:paraId="0276D37D" w14:textId="77777777" w:rsidR="006F39CF" w:rsidRPr="00932C3E" w:rsidRDefault="006F39CF" w:rsidP="00AC662A">
      <w:pPr>
        <w:pStyle w:val="Odrka1-1"/>
      </w:pPr>
      <w:r w:rsidRPr="00932C3E">
        <w:t>Návrh smlouvy na plnění této veřejné zakázky, zpracovaný dle instrukcí obsažených v </w:t>
      </w:r>
      <w:r w:rsidRPr="00541010">
        <w:t xml:space="preserve"> </w:t>
      </w:r>
      <w:r>
        <w:t>této Výzvě</w:t>
      </w:r>
      <w:r w:rsidRPr="00932C3E">
        <w:t xml:space="preserve">, tedy doplněný co do jeho těla a co do jeho přílohy </w:t>
      </w:r>
      <w:r w:rsidRPr="003D0367">
        <w:t>č. 6 a 8, zbylé přílohy součástí návrhu smlouvy být nemusí, budou připojeny</w:t>
      </w:r>
      <w:r w:rsidRPr="00932C3E">
        <w:t xml:space="preserve"> zadavatelem před podpisem smlouvy.</w:t>
      </w:r>
    </w:p>
    <w:p w14:paraId="239C2446" w14:textId="77777777" w:rsidR="006F39CF" w:rsidRPr="00932C3E" w:rsidRDefault="006F39CF" w:rsidP="00AC662A">
      <w:pPr>
        <w:pStyle w:val="Odrka1-1"/>
      </w:pPr>
      <w:r w:rsidRPr="00932C3E">
        <w:t xml:space="preserve">Informace o tom, zda budou na staveništi působit zaměstnanci více než jednoho zhotovitele ve formě formuláře obsaženého v Příloze č. </w:t>
      </w:r>
      <w:r>
        <w:t>9</w:t>
      </w:r>
      <w:r w:rsidRPr="007D63D5">
        <w:t xml:space="preserve"> </w:t>
      </w:r>
      <w:r>
        <w:t>této Výzvy</w:t>
      </w:r>
      <w:r w:rsidRPr="00932C3E">
        <w:t>.</w:t>
      </w:r>
    </w:p>
    <w:p w14:paraId="38285E4F" w14:textId="77777777"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t>9</w:t>
      </w:r>
      <w:r w:rsidRPr="00E37512">
        <w:t>.1 t</w:t>
      </w:r>
      <w:r>
        <w:t>éto Výzvy.</w:t>
      </w:r>
    </w:p>
    <w:p w14:paraId="7FB6D51C" w14:textId="24946600" w:rsidR="006F39CF" w:rsidRPr="002336B7" w:rsidRDefault="006F39CF" w:rsidP="00AC662A">
      <w:pPr>
        <w:pStyle w:val="Odrka1-1"/>
      </w:pPr>
      <w:r w:rsidRPr="002336B7">
        <w:t xml:space="preserve">Specifikace typu zabezpečovacího zařízení, zařízení elektrotechniky a energetiky dle č. 9.1 </w:t>
      </w:r>
      <w:r>
        <w:t>této</w:t>
      </w:r>
      <w:r w:rsidRPr="002336B7">
        <w:t xml:space="preserve"> </w:t>
      </w:r>
      <w:r>
        <w:t>Výzvy</w:t>
      </w:r>
      <w:r w:rsidRPr="002336B7">
        <w:t xml:space="preserve">, včetně případné smlouvy s výrobcem nebo dodavatelem tohoto zařízení. </w:t>
      </w:r>
    </w:p>
    <w:p w14:paraId="241AA044" w14:textId="77777777" w:rsidR="006F39CF" w:rsidRPr="003D0367" w:rsidRDefault="006F39CF" w:rsidP="00AC662A">
      <w:pPr>
        <w:pStyle w:val="Odrka1-1"/>
      </w:pPr>
      <w:r w:rsidRPr="003D0367">
        <w:t>Další dokumenty, dle uvážení dodavatele, na které nebyl prostor v předcházejících částech nabídky</w:t>
      </w:r>
      <w:r>
        <w:t xml:space="preserve">, např. </w:t>
      </w:r>
      <w:r w:rsidRPr="008B77DE">
        <w:t>Čestné prohlášení</w:t>
      </w:r>
      <w:r>
        <w:t xml:space="preserve"> k registru smluv</w:t>
      </w:r>
      <w:r w:rsidRPr="008B77DE">
        <w:t>, zpracované v souladu s Přílohou č. 1</w:t>
      </w:r>
      <w:r w:rsidR="0052690B">
        <w:t>1</w:t>
      </w:r>
      <w:r w:rsidRPr="008B77DE">
        <w:t xml:space="preserve"> této </w:t>
      </w:r>
      <w:r w:rsidR="0052690B">
        <w:t>V</w:t>
      </w:r>
      <w:r w:rsidRPr="008B77DE">
        <w:t>ýzvy</w:t>
      </w:r>
      <w:r>
        <w:t>, pokud dodavatel označí určité části návrhu smlouvy za obchodní tajemství, anebo údaj o tom, že se na dodavatele vztahuje jiná výjimka z uveřejnění v Registru smluv</w:t>
      </w:r>
      <w:r w:rsidRPr="003D0367">
        <w:t>.</w:t>
      </w:r>
    </w:p>
    <w:p w14:paraId="2C830561" w14:textId="77777777" w:rsidR="006F39CF" w:rsidRPr="00932C3E" w:rsidRDefault="006F39CF" w:rsidP="00AC662A">
      <w:pPr>
        <w:pStyle w:val="Odrka1-1"/>
      </w:pPr>
      <w:r w:rsidRPr="00932C3E">
        <w:t xml:space="preserve">Oceněný </w:t>
      </w:r>
      <w:r>
        <w:t>S</w:t>
      </w:r>
      <w:r w:rsidRPr="00932C3E">
        <w:t>oupis prací</w:t>
      </w:r>
      <w:r>
        <w:t>,</w:t>
      </w:r>
      <w:r w:rsidRPr="00932C3E">
        <w:t xml:space="preserve"> </w:t>
      </w:r>
      <w:r>
        <w:t xml:space="preserve">případně </w:t>
      </w:r>
      <w:r w:rsidRPr="00932C3E">
        <w:t xml:space="preserve">včetně </w:t>
      </w:r>
      <w:r>
        <w:t>R</w:t>
      </w:r>
      <w:r w:rsidRPr="00932C3E">
        <w:t>ekapitulace ceny dle SO a PS, kter</w:t>
      </w:r>
      <w:r>
        <w:t>ý</w:t>
      </w:r>
      <w:r w:rsidRPr="00932C3E">
        <w:t xml:space="preserve"> j</w:t>
      </w:r>
      <w:r>
        <w:t>e</w:t>
      </w:r>
      <w:r w:rsidRPr="00932C3E">
        <w:t xml:space="preserve"> obsažen v Dílu 4 zadávací dokumentace.</w:t>
      </w:r>
    </w:p>
    <w:p w14:paraId="39722850" w14:textId="77777777" w:rsidR="006F39CF" w:rsidRDefault="006F39CF" w:rsidP="00AC662A">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Pr="0051454E">
        <w:t>Doklady prokazující splnění zadávacích podmínek předkládají účastníci zadávacího 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B81693D" w14:textId="77777777" w:rsidR="006F39CF" w:rsidRPr="00BF63E6" w:rsidRDefault="006F39CF" w:rsidP="00AC662A">
      <w:pPr>
        <w:pStyle w:val="Text1-1"/>
      </w:pPr>
      <w:r w:rsidRPr="00BF63E6">
        <w:lastRenderedPageBreak/>
        <w:t xml:space="preserve">Všechny dokumenty nabídky, </w:t>
      </w:r>
      <w:r>
        <w:t>které zadavatel požaduje předložit v kopii a</w:t>
      </w:r>
      <w:r w:rsidRPr="003E476A">
        <w:t xml:space="preserve"> </w:t>
      </w:r>
      <w:r w:rsidRPr="00BF63E6">
        <w:t>u kterých tato Výzva předpokládá podpis, budou podepsány na příslušných stránkách těchto dokumentů osobou oprávněnou jednat za dodavatele</w:t>
      </w:r>
      <w:r>
        <w:t xml:space="preserve"> a budou předloženy ve formě skenu předmětného dokumentu s viditelným označením dodavatele (např. razítkem), podpisem a datem podpisu, nebo opatřené platným uznávaným elektronickým podpisem. </w:t>
      </w:r>
      <w:r w:rsidRPr="00794E62">
        <w:t xml:space="preserve">Podává-li nabídku více </w:t>
      </w:r>
      <w:r>
        <w:t xml:space="preserve">dodavatelů </w:t>
      </w:r>
      <w:r w:rsidRPr="00794E62">
        <w:t xml:space="preserve">společně (zejména jako společnost </w:t>
      </w:r>
      <w:r>
        <w:t>dodavatelů</w:t>
      </w:r>
      <w:r w:rsidRPr="00794E62">
        <w:t xml:space="preserve">), musí být </w:t>
      </w:r>
      <w:r>
        <w:t xml:space="preserve">dokumenty </w:t>
      </w:r>
      <w:r w:rsidRPr="00794E62">
        <w:t>podepsán</w:t>
      </w:r>
      <w:r>
        <w:t>y</w:t>
      </w:r>
      <w:r w:rsidRPr="00794E62">
        <w:t xml:space="preserve"> 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EAF43BE" w14:textId="77777777" w:rsidR="006A6824" w:rsidRPr="00300BBC" w:rsidRDefault="006A6824" w:rsidP="006A6824">
      <w:pPr>
        <w:pStyle w:val="Nadpis1-1"/>
      </w:pPr>
      <w:bookmarkStart w:id="26" w:name="_Toc1476895"/>
      <w:bookmarkStart w:id="27" w:name="_Toc3900533"/>
      <w:r w:rsidRPr="00300BBC">
        <w:t>POŽADAVKY NA ZPRACOVÁNÍ NABÍDKOVÉ CENY</w:t>
      </w:r>
      <w:bookmarkEnd w:id="26"/>
      <w:bookmarkEnd w:id="27"/>
    </w:p>
    <w:p w14:paraId="04C6B029"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5560CA18" w14:textId="77777777" w:rsidR="006A6824" w:rsidRPr="00B30BD9" w:rsidRDefault="006A6824" w:rsidP="006A6824">
      <w:pPr>
        <w:pStyle w:val="Text1-1"/>
      </w:pPr>
      <w:bookmarkStart w:id="28" w:name="_Ref310427641"/>
      <w:r w:rsidRPr="00300BBC">
        <w:t xml:space="preserve">Dodavatelé ocení všechny položky </w:t>
      </w:r>
      <w:r>
        <w:t>Soupisu prací</w:t>
      </w:r>
      <w:r w:rsidRPr="00300BBC">
        <w:t xml:space="preserve"> 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 xml:space="preserve">oupisu prací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7D35D335" w14:textId="77777777" w:rsidR="006A6824" w:rsidRPr="00AB5F57" w:rsidRDefault="006A6824" w:rsidP="006A6824">
      <w:pPr>
        <w:pStyle w:val="Text1-1"/>
      </w:pPr>
      <w:bookmarkStart w:id="29" w:name="_Ref315347114"/>
      <w:bookmarkStart w:id="30" w:name="_Ref315348215"/>
      <w:bookmarkEnd w:id="28"/>
      <w:r>
        <w:t>N</w:t>
      </w:r>
      <w:r w:rsidRPr="004363AB">
        <w:t>abídková cena bude v návrhu Smlouvy o dílo uvedena v Kč bez DPH</w:t>
      </w:r>
      <w:bookmarkEnd w:id="29"/>
      <w:bookmarkEnd w:id="30"/>
      <w:r w:rsidRPr="004363AB">
        <w:t xml:space="preserve">. Nabídková cena bude zaokrouhlená na dvě desetinná místa. </w:t>
      </w:r>
      <w:r w:rsidRPr="00AB5F57">
        <w:t>V případě rozporu mezi nabídkovou cenou uvedenou v </w:t>
      </w:r>
      <w:r w:rsidRPr="004363AB">
        <w:t xml:space="preserve">návrhu Smlouvy o dílo </w:t>
      </w:r>
      <w:r w:rsidRPr="00AB5F57">
        <w:t>a nabídkovou cenou uvedenou v Rekapitulaci ceny bude mít přednost nabídková cena uvedená v </w:t>
      </w:r>
      <w:r w:rsidRPr="004363AB">
        <w:t>návrhu Smlouvy o dílo</w:t>
      </w:r>
      <w:r w:rsidRPr="006C0A9E">
        <w:t>.</w:t>
      </w:r>
    </w:p>
    <w:p w14:paraId="14F485F4" w14:textId="177A9464" w:rsidR="006F39CF" w:rsidRPr="00A46FB2" w:rsidRDefault="006A6824" w:rsidP="006A6824">
      <w:pPr>
        <w:pStyle w:val="Nadpis1-1"/>
      </w:pPr>
      <w:bookmarkStart w:id="31" w:name="_Toc3900534"/>
      <w:r w:rsidRPr="006A6824">
        <w:t xml:space="preserve">VARIANTY NABÍDKY </w:t>
      </w:r>
      <w:bookmarkEnd w:id="31"/>
    </w:p>
    <w:p w14:paraId="03C39220" w14:textId="77777777" w:rsidR="006A6824" w:rsidRDefault="006A6824" w:rsidP="006A6824">
      <w:pPr>
        <w:pStyle w:val="Text1-1"/>
      </w:pPr>
      <w:r w:rsidRPr="00300BBC">
        <w:t xml:space="preserve">Zadavatel nepřipouští </w:t>
      </w:r>
      <w:r>
        <w:t xml:space="preserve">předložení </w:t>
      </w:r>
      <w:r w:rsidRPr="00300BBC">
        <w:t>varianty nabídky.</w:t>
      </w:r>
    </w:p>
    <w:p w14:paraId="00C976BF" w14:textId="77777777" w:rsidR="0060319B" w:rsidRPr="005F047B" w:rsidRDefault="0060319B" w:rsidP="0060319B">
      <w:pPr>
        <w:pStyle w:val="Text1-1"/>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w:t>
      </w:r>
      <w:r w:rsidRPr="005F047B">
        <w:lastRenderedPageBreak/>
        <w:t xml:space="preserve">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w:t>
      </w:r>
      <w:r w:rsidRPr="0060319B">
        <w:t>dodavatelem</w:t>
      </w:r>
      <w:r w:rsidRPr="005F047B">
        <w:t>, který se umístil ve výsledku hodnocení ve výběrovém řízení jako další v pořadí.</w:t>
      </w:r>
    </w:p>
    <w:p w14:paraId="4BDD3BCD" w14:textId="77777777" w:rsidR="0060319B" w:rsidRPr="005F047B" w:rsidRDefault="0060319B" w:rsidP="0060319B">
      <w:pPr>
        <w:pStyle w:val="Textbezslovn"/>
      </w:pPr>
      <w:r w:rsidRPr="005F047B">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w:t>
      </w:r>
      <w:r w:rsidRPr="0060319B">
        <w:t>nabídková</w:t>
      </w:r>
      <w:r w:rsidRPr="005F047B">
        <w:t xml:space="preserve">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014C0D15" w14:textId="656D3C4F" w:rsidR="0060319B" w:rsidRDefault="0060319B" w:rsidP="00694ED8">
      <w:pPr>
        <w:pStyle w:val="Textbezslovn"/>
      </w:pPr>
      <w:r w:rsidRPr="005F047B">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p>
    <w:p w14:paraId="008246BD" w14:textId="77777777" w:rsidR="006A6824" w:rsidRDefault="006A6824" w:rsidP="006A6824">
      <w:pPr>
        <w:pStyle w:val="Nadpis1-1"/>
      </w:pPr>
      <w:bookmarkStart w:id="32" w:name="_Toc3900535"/>
      <w:r w:rsidRPr="006A6824">
        <w:t xml:space="preserve">OTEVÍRÁNÍ </w:t>
      </w:r>
      <w:bookmarkEnd w:id="32"/>
      <w:r w:rsidR="00C70A55">
        <w:t>NABÍDEK</w:t>
      </w:r>
    </w:p>
    <w:p w14:paraId="20E0612E" w14:textId="77777777" w:rsidR="006A6824" w:rsidRDefault="006A6824" w:rsidP="006A6824">
      <w:pPr>
        <w:pStyle w:val="Text1-1"/>
      </w:pPr>
      <w:r w:rsidRPr="006A6824">
        <w:t>Otevírání nabídek v elektronické podobě bude probíhat bez účasti veřejnosti, resp. dodavatelů.</w:t>
      </w:r>
    </w:p>
    <w:p w14:paraId="5AFCF51B" w14:textId="77777777" w:rsidR="006A6824" w:rsidRDefault="006A6824" w:rsidP="006A6824">
      <w:pPr>
        <w:pStyle w:val="Nadpis1-1"/>
      </w:pPr>
      <w:bookmarkStart w:id="33" w:name="_Toc3900536"/>
      <w:r w:rsidRPr="006A6824">
        <w:t>POSOUZENÍ SPLNĚNÍ PODMÍNEK ÚČASTI</w:t>
      </w:r>
      <w:bookmarkEnd w:id="33"/>
    </w:p>
    <w:p w14:paraId="3553F885"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7171D118" w14:textId="77777777" w:rsidR="006A6824" w:rsidRPr="00BA2D21" w:rsidRDefault="006A6824" w:rsidP="006A682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366F6A33" w14:textId="77777777" w:rsidR="006A6824" w:rsidRDefault="006A6824" w:rsidP="006A6824">
      <w:pPr>
        <w:pStyle w:val="Text1-1"/>
      </w:pPr>
      <w:r w:rsidRPr="008C73ED">
        <w:t xml:space="preserve">Zadavatel je oprávněn ověřovat věrohodnost v nabídce poskytnutých údajů a dokladů a rovněž si je i sám opatřovat.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6B49F054" w14:textId="77777777" w:rsidR="006A6824" w:rsidRDefault="006A6824" w:rsidP="006A682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w:t>
      </w:r>
      <w:r w:rsidRPr="00300BBC">
        <w:lastRenderedPageBreak/>
        <w:t xml:space="preserve">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p>
    <w:p w14:paraId="0E95C380" w14:textId="77777777" w:rsidR="006A6824" w:rsidRPr="004B49EB" w:rsidRDefault="006A6824" w:rsidP="006A6824">
      <w:pPr>
        <w:pStyle w:val="Text1-1"/>
      </w:pPr>
      <w:r w:rsidRPr="004B49EB">
        <w:t xml:space="preserve">Zadavatel může vyloučit účastníka výběrového řízení, </w:t>
      </w:r>
      <w:r w:rsidRPr="003C7C8F">
        <w:t>pokud nabídka podaná účastníkem nesplňuje zadávací podmínky, tzn.</w:t>
      </w:r>
      <w:r>
        <w:t xml:space="preserve"> </w:t>
      </w:r>
      <w:r w:rsidRPr="004B49EB">
        <w:t xml:space="preserve">pokud údaje, doklady či jiné skutečnosti předložené účastníkem výběrového řízení </w:t>
      </w:r>
    </w:p>
    <w:p w14:paraId="2279B814" w14:textId="77777777" w:rsidR="006A6824" w:rsidRPr="004B49EB" w:rsidRDefault="006A6824" w:rsidP="006A6824">
      <w:pPr>
        <w:pStyle w:val="Odstavec1-1a"/>
        <w:numPr>
          <w:ilvl w:val="0"/>
          <w:numId w:val="40"/>
        </w:numPr>
      </w:pPr>
      <w:r w:rsidRPr="004B49EB">
        <w:t>nesplňují zadávací podmínky nebo je účastník výběrového řízení ve stanovené lhůtě nedoložil,</w:t>
      </w:r>
    </w:p>
    <w:p w14:paraId="3297A20C" w14:textId="77777777" w:rsidR="006A6824" w:rsidRPr="004B49EB" w:rsidRDefault="006A6824" w:rsidP="006A6824">
      <w:pPr>
        <w:pStyle w:val="Odstavec1-1a"/>
      </w:pPr>
      <w:r w:rsidRPr="004B49EB">
        <w:t xml:space="preserve">nebyly </w:t>
      </w:r>
      <w:r w:rsidRPr="006A6824">
        <w:t>účastníkem</w:t>
      </w:r>
      <w:r w:rsidRPr="004B49EB">
        <w:t xml:space="preserve"> výběrového řízení objasněny nebo doplněny na základě žádosti, nebo</w:t>
      </w:r>
    </w:p>
    <w:p w14:paraId="7E306479" w14:textId="77777777" w:rsidR="006A6824" w:rsidRDefault="006A6824" w:rsidP="006A6824">
      <w:pPr>
        <w:pStyle w:val="Odstavec1-1a"/>
      </w:pPr>
      <w:r w:rsidRPr="004B49EB">
        <w:t>neodpovídají skutečnosti a měly nebo mohou mít vliv na posouzení podmínek účasti nebo na naplnění kritérií hodnocení.</w:t>
      </w:r>
    </w:p>
    <w:p w14:paraId="218B660D" w14:textId="77777777" w:rsidR="006A6824" w:rsidRPr="003C7C8F" w:rsidRDefault="006A6824" w:rsidP="006A6824">
      <w:pPr>
        <w:pStyle w:val="Text1-1"/>
      </w:pPr>
      <w:r w:rsidRPr="003C7C8F">
        <w:t xml:space="preserve">Zadavatel může vyloučit účastníka výběrového řízení pro nezpůsobilost, pokud prokáže, že </w:t>
      </w:r>
    </w:p>
    <w:p w14:paraId="7BD6D05E" w14:textId="77777777" w:rsidR="006A6824" w:rsidRDefault="006A6824" w:rsidP="006A6824">
      <w:pPr>
        <w:pStyle w:val="Odstavec1-1a"/>
        <w:numPr>
          <w:ilvl w:val="0"/>
          <w:numId w:val="41"/>
        </w:numPr>
      </w:pPr>
      <w:r w:rsidRPr="003C7C8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B04A992" w14:textId="77777777" w:rsidR="006A6824" w:rsidRDefault="006A6824" w:rsidP="006A6824">
      <w:pPr>
        <w:pStyle w:val="Odstavec1-1a"/>
      </w:pPr>
      <w:r w:rsidRPr="003C7C8F">
        <w:t xml:space="preserve">došlo ke střetu zájmů a jiné opatření k nápravě, kromě zrušení výběrového řízení, není možné, </w:t>
      </w:r>
    </w:p>
    <w:p w14:paraId="7CEA36F4" w14:textId="77777777" w:rsidR="006A6824" w:rsidRDefault="006A6824" w:rsidP="006A6824">
      <w:pPr>
        <w:pStyle w:val="Odstavec1-1a"/>
      </w:pPr>
      <w:r w:rsidRPr="003C7C8F">
        <w:t>došlo k narušení hospodářské soutěže předchozí účastí účastníka výběrového řízení při přípravě výběrového řízení, jiné opatře</w:t>
      </w:r>
      <w:r>
        <w:t>ní k nápravě není možné a účast</w:t>
      </w:r>
      <w:r w:rsidRPr="003C7C8F">
        <w:t>ník výběrového řízení na výzvu zadavatele nep</w:t>
      </w:r>
      <w:r>
        <w:t>rokázal, že k narušení hospodář</w:t>
      </w:r>
      <w:r w:rsidRPr="003C7C8F">
        <w:t xml:space="preserve">ské soutěže nedošlo, </w:t>
      </w:r>
    </w:p>
    <w:p w14:paraId="404B24A7" w14:textId="77777777" w:rsidR="006A6824" w:rsidRDefault="006A6824" w:rsidP="006A6824">
      <w:pPr>
        <w:pStyle w:val="Odstavec1-1a"/>
      </w:pPr>
      <w:r w:rsidRPr="003C7C8F">
        <w:t>se účastník dopustil v posledních 3 letech před</w:t>
      </w:r>
      <w:r>
        <w:t xml:space="preserve"> zahájením výběrového řízení zá</w:t>
      </w:r>
      <w:r w:rsidRPr="003C7C8F">
        <w:t>važných nebo dlouhodobých pochybení při plnění dřívějšího smluvního vztahu se zadavatelem zadávané zakázky, nebo s jiným veřejným zadavatelem, která vedla ke vzniku škody, předčasnému ukončení smluvn</w:t>
      </w:r>
      <w:r>
        <w:t>ího vztahu nebo jiným srovnatel</w:t>
      </w:r>
      <w:r w:rsidRPr="003C7C8F">
        <w:t xml:space="preserve">ným sankcím, </w:t>
      </w:r>
    </w:p>
    <w:p w14:paraId="1DC9F7CE" w14:textId="77777777" w:rsidR="006A6824" w:rsidRDefault="006A6824" w:rsidP="006A6824">
      <w:pPr>
        <w:pStyle w:val="Odstavec1-1a"/>
      </w:pPr>
      <w:r w:rsidRPr="003C7C8F">
        <w:t>se účastník pokusil neoprávněně ovlivnit rozhod</w:t>
      </w:r>
      <w:r>
        <w:t>nutí zadavatele ve výběrovém ří</w:t>
      </w:r>
      <w:r w:rsidRPr="003C7C8F">
        <w:t xml:space="preserve">zení nebo se neoprávněně pokusil o získání neveřejných informací, které by mu mohly zajistit neoprávněné výhody ve výběrovém řízení, nebo </w:t>
      </w:r>
    </w:p>
    <w:p w14:paraId="68346B35" w14:textId="77777777" w:rsidR="006A6824" w:rsidRDefault="006A6824" w:rsidP="006A6824">
      <w:pPr>
        <w:pStyle w:val="Odstavec1-1a"/>
      </w:pPr>
      <w:r w:rsidRPr="003C7C8F">
        <w:t>se účastník dopustil v posledních 3 letech před zahájením výběrového řízení nebo po zahájení výběrového řízení závažného prof</w:t>
      </w:r>
      <w:r>
        <w:t>esního pochybení, které zpochyb</w:t>
      </w:r>
      <w:r w:rsidRPr="003C7C8F">
        <w:t xml:space="preserve">ňuje jeho důvěryhodnost, včetně pochybení, za která byl disciplinárně potrestán nebo </w:t>
      </w:r>
      <w:r>
        <w:t>mu bylo uloženo kárné opatření.</w:t>
      </w:r>
    </w:p>
    <w:p w14:paraId="62685B0F" w14:textId="77777777" w:rsidR="006A6824" w:rsidRDefault="006A6824" w:rsidP="006A6824">
      <w:pPr>
        <w:pStyle w:val="Text1-1"/>
      </w:pPr>
      <w:r w:rsidRPr="003C7C8F">
        <w:t>Zadavatel může vyloučit účastníka pro nezpůsobilost</w:t>
      </w:r>
      <w:r>
        <w:t xml:space="preserve"> také, pokud na základě věrohod</w:t>
      </w:r>
      <w:r w:rsidRPr="00D113F6">
        <w:t>ných informací získá důvodné podezření, že účastník uzavřel s jinými osobami zakázanou dohodu v</w:t>
      </w:r>
      <w:r>
        <w:t xml:space="preserve"> souvislosti se zadávanou zakáz</w:t>
      </w:r>
      <w:r w:rsidRPr="00D113F6">
        <w:t xml:space="preserve">kou. </w:t>
      </w:r>
    </w:p>
    <w:p w14:paraId="587A3F11" w14:textId="77777777" w:rsidR="006A6824" w:rsidRPr="00D113F6" w:rsidRDefault="006A6824" w:rsidP="006A6824">
      <w:pPr>
        <w:pStyle w:val="Text1-1"/>
      </w:pPr>
      <w:r w:rsidRPr="00D113F6">
        <w:t>Vybraného účastníka zadavatel vyloučí z účasti ve výběrovém řízení, pokud zjistí, že jsou naplněny důvody vylouče</w:t>
      </w:r>
      <w:r>
        <w:t>ní podle čl. 16.5 této Výzvy</w:t>
      </w:r>
      <w:r w:rsidRPr="00D113F6">
        <w:t xml:space="preserve"> nebo může prokázat naplnění důvodů podle </w:t>
      </w:r>
      <w:r w:rsidRPr="008B7D4C">
        <w:t>čl. 16.</w:t>
      </w:r>
      <w:r>
        <w:t>6</w:t>
      </w:r>
      <w:r w:rsidRPr="008B7D4C">
        <w:t xml:space="preserve"> </w:t>
      </w:r>
      <w:r w:rsidRPr="00D113F6">
        <w:t>písm. a) až c)</w:t>
      </w:r>
      <w:r>
        <w:t xml:space="preserve"> </w:t>
      </w:r>
      <w:r w:rsidRPr="008B7D4C">
        <w:t>této Výzvy</w:t>
      </w:r>
      <w:r>
        <w:t>.</w:t>
      </w:r>
    </w:p>
    <w:p w14:paraId="64D2493D" w14:textId="77777777" w:rsidR="006A6824" w:rsidRPr="003C7C8F" w:rsidRDefault="006A6824" w:rsidP="006A6824">
      <w:pPr>
        <w:pStyle w:val="Text1-1"/>
      </w:pPr>
      <w:r w:rsidRPr="004B49EB">
        <w:t>Zadavatel může vyloučit účastníka výběrového řízení, pokud nabídka účastníka výběrového řízení obsahuje mimořádně nízkou nabídkovou cenu, která nebyla účastníkem výběrového řízení zdůvodněna.</w:t>
      </w:r>
      <w:r>
        <w:t xml:space="preserve"> </w:t>
      </w:r>
    </w:p>
    <w:p w14:paraId="72508FBC" w14:textId="77777777" w:rsidR="006A6824" w:rsidRDefault="006A6824" w:rsidP="006A6824">
      <w:pPr>
        <w:pStyle w:val="Nadpis1-1"/>
      </w:pPr>
      <w:bookmarkStart w:id="34" w:name="_Toc3900537"/>
      <w:r w:rsidRPr="006A6824">
        <w:t>HODNOCENÍ NABÍDEK</w:t>
      </w:r>
      <w:bookmarkEnd w:id="34"/>
    </w:p>
    <w:p w14:paraId="17A712B0" w14:textId="77777777" w:rsidR="006A6824" w:rsidRDefault="0095375B" w:rsidP="0095375B">
      <w:pPr>
        <w:pStyle w:val="Text1-1"/>
      </w:pPr>
      <w:r w:rsidRPr="0095375B">
        <w:t xml:space="preserve">Nabídky budou hodnoceny podle jejich ekonomické výhodnosti. Ekonomickou výhodnost bude </w:t>
      </w:r>
      <w:r w:rsidR="006A6824">
        <w:t>zadavatel hodnotit podle nejnižší nabídkové ceny</w:t>
      </w:r>
      <w:r w:rsidR="006A6824" w:rsidRPr="00300BBC">
        <w:t>.</w:t>
      </w:r>
      <w:r w:rsidR="006A6824">
        <w:t xml:space="preserve"> V případě, že ve lhůtě pro podání nabídek bude podána pouze jediná nabídka, hodnocení se neprovede. </w:t>
      </w:r>
    </w:p>
    <w:p w14:paraId="7F84B948" w14:textId="77777777" w:rsidR="006A6824" w:rsidRDefault="006A6824" w:rsidP="006A6824">
      <w:pPr>
        <w:pStyle w:val="Text1-1"/>
      </w:pPr>
      <w:r w:rsidRPr="00AB5F57">
        <w:lastRenderedPageBreak/>
        <w:t xml:space="preserve">V rámci hodnotícího kritéria bude hodnocena výše nabídkové ceny v Kč bez DPH ve smyslu odst. 13.3 </w:t>
      </w:r>
      <w:r>
        <w:t>této Výzvy</w:t>
      </w:r>
      <w:r w:rsidRPr="00AB5F57">
        <w:t xml:space="preserve"> uvedená </w:t>
      </w:r>
      <w:r>
        <w:t>v</w:t>
      </w:r>
      <w:r w:rsidRPr="00AB5F57">
        <w:t xml:space="preserve"> </w:t>
      </w:r>
      <w:r w:rsidRPr="004363AB">
        <w:t>návrhu Smlouvy o dílo</w:t>
      </w:r>
      <w:r w:rsidRPr="00AB5F57">
        <w:t xml:space="preserve">. Jako nejvýhodnější bude hodnocena nabídka s nejnižší nabídkovou cenou v Kč bez DPH uvedenou v </w:t>
      </w:r>
      <w:r w:rsidRPr="004363AB">
        <w:t xml:space="preserve">návrhu Smlouvy o dílo </w:t>
      </w:r>
      <w:r w:rsidRPr="00AB5F57">
        <w:t xml:space="preserve">ze všech hodnocených nabídek. Ostatní nabídky budou seřazeny v pořadí dle výše jejich nabídkových cen v Kč bez DPH uvedených v </w:t>
      </w:r>
      <w:r w:rsidRPr="004363AB">
        <w:t>návrhu Smlouvy o dílo</w:t>
      </w:r>
      <w:r w:rsidRPr="00AB5F57">
        <w:t xml:space="preserve"> od nabídky s druhou nejnižší nabídkovou cenou po nabídku s nejvyšší nabídkovou cenou.</w:t>
      </w:r>
    </w:p>
    <w:p w14:paraId="21C50D13" w14:textId="77777777" w:rsidR="006A6824" w:rsidRDefault="006A6824" w:rsidP="006A6824">
      <w:pPr>
        <w:pStyle w:val="Nadpis1-1"/>
      </w:pPr>
      <w:bookmarkStart w:id="35" w:name="_Toc3900538"/>
      <w:r w:rsidRPr="006A6824">
        <w:t>ZRUŠENÍ VÝBĚROVÉHO ŘÍZENÍ</w:t>
      </w:r>
      <w:bookmarkEnd w:id="35"/>
    </w:p>
    <w:p w14:paraId="1F934694" w14:textId="77777777" w:rsidR="006A6824" w:rsidRDefault="006A6824" w:rsidP="006A6824">
      <w:pPr>
        <w:pStyle w:val="Text1-1"/>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 uzavřením smlouvy na plnění této veřejné zakázky</w:t>
      </w:r>
      <w:r>
        <w:t>, a to bez uvedení důvodu</w:t>
      </w:r>
      <w:r w:rsidRPr="00300BBC">
        <w:t>.</w:t>
      </w:r>
    </w:p>
    <w:p w14:paraId="700769D7" w14:textId="055BF6C1" w:rsidR="006A6824" w:rsidRPr="00014747" w:rsidRDefault="006A6824" w:rsidP="006A6824">
      <w:pPr>
        <w:pStyle w:val="Text1-1"/>
        <w:rPr>
          <w:strike/>
        </w:rPr>
      </w:pPr>
      <w:r>
        <w:t>Z</w:t>
      </w:r>
      <w:r w:rsidRPr="00991D8C">
        <w:t xml:space="preserve">adavatel </w:t>
      </w:r>
      <w:r>
        <w:t>si mimo jiné vyhrazuje právo zrušit výběrové</w:t>
      </w:r>
      <w:r w:rsidRPr="00300BBC">
        <w:t xml:space="preserve"> </w:t>
      </w:r>
      <w:r w:rsidRPr="00991D8C">
        <w:t xml:space="preserve">řízení v případě, že k hodnocení </w:t>
      </w:r>
      <w:r>
        <w:t xml:space="preserve">připadnou </w:t>
      </w:r>
      <w:r w:rsidRPr="00991D8C">
        <w:t xml:space="preserve">pouze </w:t>
      </w:r>
      <w:r w:rsidRPr="006A6824">
        <w:t>nabídky</w:t>
      </w:r>
      <w:r w:rsidRPr="00991D8C">
        <w:t xml:space="preserve"> s nabídkovou cenou převyšující předpokládanou </w:t>
      </w:r>
      <w:r w:rsidRPr="00A46FB2">
        <w:t>hodnotu zakázky uvedenou</w:t>
      </w:r>
      <w:r w:rsidRPr="00B300BF">
        <w:t xml:space="preserve"> čl. 5.3 této Výzvy. </w:t>
      </w:r>
    </w:p>
    <w:p w14:paraId="67744148" w14:textId="77777777" w:rsidR="006A6824" w:rsidRPr="00014747" w:rsidRDefault="006A6824" w:rsidP="006A6824">
      <w:pPr>
        <w:pStyle w:val="Text1-1"/>
      </w:pPr>
      <w:r w:rsidRPr="00014747">
        <w:t xml:space="preserve">Pokud bude nabídka vybraného dodavatele obsahovat nabídkovou cenu, která </w:t>
      </w:r>
      <w:r w:rsidRPr="00BF0960">
        <w:t xml:space="preserve">překročí </w:t>
      </w:r>
      <w:r w:rsidRPr="00694ED8">
        <w:t>režim veřejné zakázky</w:t>
      </w:r>
      <w:r w:rsidRPr="00BF0960">
        <w:t>, bude</w:t>
      </w:r>
      <w:r w:rsidRPr="00C056CE">
        <w:t xml:space="preserve"> výběrové</w:t>
      </w:r>
      <w:r>
        <w:t xml:space="preserve"> řízení zrušeno</w:t>
      </w:r>
      <w:r w:rsidRPr="00014747">
        <w:t>.</w:t>
      </w:r>
    </w:p>
    <w:p w14:paraId="71F961D0" w14:textId="77777777" w:rsidR="006A6824" w:rsidRDefault="006A6824" w:rsidP="006A6824">
      <w:pPr>
        <w:pStyle w:val="Nadpis1-1"/>
      </w:pPr>
      <w:bookmarkStart w:id="36" w:name="_Toc3900539"/>
      <w:r w:rsidRPr="006A6824">
        <w:t>UZAVŘENÍ SMLOUVY</w:t>
      </w:r>
      <w:bookmarkEnd w:id="36"/>
    </w:p>
    <w:p w14:paraId="072A4FAB" w14:textId="77777777" w:rsidR="006A6824" w:rsidRDefault="006A6824" w:rsidP="006A6824">
      <w:pPr>
        <w:pStyle w:val="Text1-1"/>
      </w:pPr>
      <w:r w:rsidRPr="0001058D">
        <w:t xml:space="preserve">Smlouva bude uzavřena písemně </w:t>
      </w:r>
      <w:r>
        <w:t xml:space="preserve">v listinné podobě </w:t>
      </w:r>
      <w:r w:rsidRPr="0001058D">
        <w:t xml:space="preserve">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7D3F0432" w14:textId="5A9A9FEE" w:rsidR="006A6824" w:rsidRPr="00522125" w:rsidRDefault="006A6824" w:rsidP="006A6824">
      <w:pPr>
        <w:pStyle w:val="Text1-1"/>
      </w:pPr>
      <w:r w:rsidRPr="00522125">
        <w:t xml:space="preserve">Zadavatel </w:t>
      </w:r>
      <w:r>
        <w:t xml:space="preserve">vybere </w:t>
      </w:r>
      <w:r w:rsidRPr="00522125">
        <w:t>k uzavření smlouvy účastníka výběrového řízení, jehož nabídka byla vyhodnocena jako ekonomicky nejvýhodnější podle výsledku hodnocení nabídek</w:t>
      </w:r>
      <w:r>
        <w:t xml:space="preserve">. </w:t>
      </w:r>
      <w:r w:rsidRPr="00522125">
        <w:t xml:space="preserve">Vybraný dodavatel je před uzavřením smlouvy povinen poskytnout zadavateli nezbytnou součinnost, především pak před podpisem smlouvy ze strany objednatele předložit </w:t>
      </w:r>
      <w:r>
        <w:t xml:space="preserve">dokumenty </w:t>
      </w:r>
      <w:r w:rsidRPr="00A46FB2">
        <w:t>uvedené v článku 19.3, resp. v článku 19.4</w:t>
      </w:r>
      <w:r w:rsidRPr="00522125">
        <w:t xml:space="preserve"> Výzvy. Pokud vybraný </w:t>
      </w:r>
      <w:r>
        <w:t xml:space="preserve">dodavatel </w:t>
      </w:r>
      <w:r w:rsidRPr="00522125">
        <w:t>odmítne uzavřít smlouvu nebo zadavateli neposkytne dostatečnou součinnost k jejímu uzavření</w:t>
      </w:r>
      <w:r>
        <w:t xml:space="preserve"> </w:t>
      </w:r>
      <w:r w:rsidRPr="00BC7E55">
        <w:t>(n</w:t>
      </w:r>
      <w:r>
        <w:t>apř. n</w:t>
      </w:r>
      <w:r w:rsidRPr="00BC7E55">
        <w:t xml:space="preserve">epředloží </w:t>
      </w:r>
      <w:r>
        <w:t xml:space="preserve">některý z </w:t>
      </w:r>
      <w:r w:rsidRPr="00BC7E55">
        <w:t>požadovan</w:t>
      </w:r>
      <w:r>
        <w:t>ých</w:t>
      </w:r>
      <w:r w:rsidRPr="00BC7E55">
        <w:t xml:space="preserve"> dokument</w:t>
      </w:r>
      <w:r>
        <w:t>ů</w:t>
      </w:r>
      <w:r w:rsidRPr="00BC7E55">
        <w:t>)</w:t>
      </w:r>
      <w:r w:rsidRPr="00522125">
        <w:t xml:space="preserve">, </w:t>
      </w:r>
      <w:r>
        <w:t xml:space="preserve">zadavatel vyloučí vybraného dodavatele z účasti ve výběrovém  řízení a </w:t>
      </w:r>
      <w:r w:rsidRPr="00522125">
        <w:t xml:space="preserve">zadavatel </w:t>
      </w:r>
      <w:r>
        <w:t xml:space="preserve">může </w:t>
      </w:r>
      <w:r w:rsidRPr="00522125">
        <w:t xml:space="preserve">vyzvat k uzavření smlouvy dalšího účastníka výběrového řízení, a to v pořadí, které vyplývá z výsledku původního hodnocení nabídek nebo z výsledku nového hodnocení. Nové hodnocení zadavatel </w:t>
      </w:r>
      <w:r>
        <w:t>provede</w:t>
      </w:r>
      <w:r w:rsidRPr="00522125">
        <w:t xml:space="preserve">, pokud by vyloučení vybraného dodavatele znamenalo podstatné ovlivnění původního pořadí nabídek. </w:t>
      </w:r>
    </w:p>
    <w:p w14:paraId="7590F164" w14:textId="028721C2" w:rsidR="006A6824" w:rsidRDefault="006A6824" w:rsidP="006A6824">
      <w:pPr>
        <w:pStyle w:val="Text1-1"/>
        <w:spacing w:after="0"/>
      </w:pPr>
      <w:r w:rsidRPr="00F56539">
        <w:t>Vybraný dodavatel je povinen na základě písemné výzvy jako podmínku pro uzavření smlouvy poskytnout zadavateli řádnou součinnost, která spočívá zejména v předložení následujících dokumentů:</w:t>
      </w:r>
    </w:p>
    <w:p w14:paraId="1526BF49" w14:textId="77777777" w:rsidR="00E92AD8" w:rsidRDefault="00E92AD8" w:rsidP="00E92AD8">
      <w:pPr>
        <w:pStyle w:val="Text1-1"/>
        <w:numPr>
          <w:ilvl w:val="0"/>
          <w:numId w:val="0"/>
        </w:numPr>
        <w:spacing w:after="0"/>
        <w:ind w:left="737"/>
      </w:pPr>
    </w:p>
    <w:p w14:paraId="3C850874" w14:textId="77777777" w:rsidR="006A6824" w:rsidRPr="00CA0E3E" w:rsidRDefault="006A6824" w:rsidP="006A6824">
      <w:pPr>
        <w:pStyle w:val="Odrka1-1"/>
      </w:pPr>
      <w:r w:rsidRPr="00CA0E3E">
        <w:t>kopii dokladu o elektrotechnické kvalifikaci při činnostech na určených technických zařízeních dle vyhlášky č. 50/1978 Sb., o odborné způsobilosti v elektrotechnice, ve znění pozdějších předpisů, §</w:t>
      </w:r>
      <w:r>
        <w:t xml:space="preserve"> </w:t>
      </w:r>
      <w:r w:rsidRPr="00CA0E3E">
        <w:t xml:space="preserve">10 požadovaná kvalifikace - Pracovníci pro samostatné projektování a pracovníci pro řízení projektování; </w:t>
      </w:r>
    </w:p>
    <w:p w14:paraId="56A219F0" w14:textId="77777777" w:rsidR="006A6824" w:rsidRPr="00901808" w:rsidRDefault="006A6824" w:rsidP="006A6824">
      <w:pPr>
        <w:pStyle w:val="Odrka1-1"/>
      </w:pPr>
      <w:r w:rsidRPr="00CA0E3E">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w:t>
      </w:r>
      <w:r>
        <w:t xml:space="preserve">- </w:t>
      </w:r>
      <w:r w:rsidRPr="00CA0E3E">
        <w:t>v rozsahu projektování UTZ/E</w:t>
      </w:r>
      <w:r>
        <w:t>;</w:t>
      </w:r>
    </w:p>
    <w:p w14:paraId="23C9F730" w14:textId="2C34401C" w:rsidR="006A6824" w:rsidRPr="00901808" w:rsidRDefault="006A6824" w:rsidP="006A6824">
      <w:pPr>
        <w:pStyle w:val="Odrka1-1"/>
        <w:spacing w:after="0"/>
      </w:pPr>
      <w:r w:rsidRPr="00901808">
        <w:t>kopii pověření Ministerstva dopravy ČR k provádění technických prohlídek a zkoušek určených technických zařízení (UTZ) dle § 47 odst. 4 zákona č. 266/1994 Sb., o drahách, ve znění pozdějších předpisů, a to elektrických U</w:t>
      </w:r>
      <w:r w:rsidR="00E92AD8">
        <w:t>TZ železničních drah.</w:t>
      </w:r>
    </w:p>
    <w:p w14:paraId="161CAE9A" w14:textId="77777777" w:rsidR="006A6824" w:rsidRDefault="006A6824" w:rsidP="006A6824">
      <w:pPr>
        <w:pStyle w:val="Odrka1-1"/>
        <w:numPr>
          <w:ilvl w:val="0"/>
          <w:numId w:val="0"/>
        </w:numPr>
        <w:ind w:left="1077"/>
      </w:pPr>
      <w:r w:rsidRPr="00901808">
        <w:lastRenderedPageBreak/>
        <w:t>Pověření je možné předložit i prostřednictvím jiné osoby, která se bude na plnění veřejné zakázky podílet.</w:t>
      </w:r>
    </w:p>
    <w:p w14:paraId="65630C54" w14:textId="1FC746E9" w:rsidR="006A6824" w:rsidRPr="00A46FB2" w:rsidRDefault="006A6824" w:rsidP="006A6824">
      <w:pPr>
        <w:pStyle w:val="Text1-1"/>
      </w:pPr>
      <w:r>
        <w:t>Kopie dokladů musí být předloženy elektronicky</w:t>
      </w:r>
      <w:r w:rsidRPr="00A46FB2">
        <w:t xml:space="preserve">. </w:t>
      </w:r>
    </w:p>
    <w:p w14:paraId="23DCF02C" w14:textId="77777777" w:rsidR="006A6824" w:rsidRPr="00197AEF" w:rsidRDefault="006A6824" w:rsidP="006A6824">
      <w:pPr>
        <w:pStyle w:val="Text1-1"/>
        <w:rPr>
          <w:rFonts w:cs="Calibri"/>
        </w:rPr>
      </w:pPr>
      <w:r w:rsidRPr="00197AEF">
        <w:rPr>
          <w:rFonts w:cs="Calibri"/>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6DF692E9" w14:textId="380EB353" w:rsidR="006A6824" w:rsidRPr="00197AEF" w:rsidRDefault="006A6824" w:rsidP="006A6824">
      <w:pPr>
        <w:pStyle w:val="Text1-1"/>
        <w:rPr>
          <w:rFonts w:cs="Calibri"/>
        </w:rPr>
      </w:pPr>
      <w:r w:rsidRPr="00197AEF">
        <w:rPr>
          <w:rFonts w:cs="Calibri"/>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4A3125F" w14:textId="77777777" w:rsidR="006A6824" w:rsidRDefault="006A6824" w:rsidP="006A6824">
      <w:pPr>
        <w:pStyle w:val="Nadpis1-1"/>
      </w:pPr>
      <w:bookmarkStart w:id="37" w:name="_Toc464746037"/>
      <w:bookmarkStart w:id="38" w:name="_Toc1476902"/>
      <w:bookmarkStart w:id="39" w:name="_Toc3900540"/>
      <w:bookmarkStart w:id="40" w:name="_Toc440894617"/>
      <w:r>
        <w:t>OCHRANA INFORMACÍ</w:t>
      </w:r>
      <w:bookmarkEnd w:id="37"/>
      <w:bookmarkEnd w:id="38"/>
      <w:bookmarkEnd w:id="39"/>
    </w:p>
    <w:bookmarkEnd w:id="40"/>
    <w:p w14:paraId="5F04C43D" w14:textId="77777777" w:rsidR="006A6824" w:rsidRDefault="006A6824" w:rsidP="006A6824">
      <w:pPr>
        <w:pStyle w:val="Text1-1"/>
      </w:pPr>
      <w: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E9506B"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15BF072B"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5C82BE7B" w14:textId="77777777" w:rsidR="006A6824" w:rsidRDefault="006A6824" w:rsidP="00333D3E">
      <w:pPr>
        <w:pStyle w:val="Nadpis1-1"/>
      </w:pPr>
      <w:bookmarkStart w:id="41" w:name="_Toc3900541"/>
      <w:r w:rsidRPr="006A6824">
        <w:t>REGISTR SMLUV</w:t>
      </w:r>
      <w:bookmarkEnd w:id="41"/>
    </w:p>
    <w:p w14:paraId="1ED267ED"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08E9B084" w14:textId="77777777" w:rsidR="00333D3E" w:rsidRPr="003A0CBD" w:rsidRDefault="00333D3E" w:rsidP="00333D3E">
      <w:pPr>
        <w:pStyle w:val="Text1-1"/>
      </w:pPr>
      <w:bookmarkStart w:id="42"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w:t>
      </w:r>
      <w:r w:rsidRPr="003A0CBD">
        <w:lastRenderedPageBreak/>
        <w:t>kterých jsou obsaženy informace, které nemohou být v registru smluv uveřejněny na základě ustanovení § 3 odst. 1 ZRS.</w:t>
      </w:r>
      <w:bookmarkEnd w:id="42"/>
    </w:p>
    <w:p w14:paraId="08255B06" w14:textId="4F93B680"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34479A">
        <w:t>21.2</w:t>
      </w:r>
      <w:r>
        <w:fldChar w:fldCharType="end"/>
      </w:r>
      <w:r>
        <w:t xml:space="preserve"> této výzvy</w:t>
      </w:r>
      <w:r w:rsidRPr="003A0CBD">
        <w:t>, je účastník povinen předložit Čestné prohlášení, zpra</w:t>
      </w:r>
      <w:r w:rsidRPr="008A739D">
        <w:t xml:space="preserve">cované v souladu s Přílohou č. </w:t>
      </w:r>
      <w:r>
        <w:t>11</w:t>
      </w:r>
      <w:r w:rsidRPr="008A739D">
        <w:t xml:space="preserve"> 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34479A">
        <w:t>21.2</w:t>
      </w:r>
      <w:r>
        <w:fldChar w:fldCharType="end"/>
      </w:r>
      <w:r>
        <w:t xml:space="preserve"> </w:t>
      </w:r>
      <w:r w:rsidRPr="003A0CBD">
        <w:t xml:space="preserve">této </w:t>
      </w:r>
      <w:r>
        <w:t>výzvy</w:t>
      </w:r>
      <w:r w:rsidRPr="003A0CBD">
        <w:t>.</w:t>
      </w:r>
    </w:p>
    <w:p w14:paraId="1C21A8F5"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525B862F" w14:textId="77777777" w:rsidR="00333D3E" w:rsidRPr="003A0CBD" w:rsidRDefault="00333D3E" w:rsidP="00333D3E">
      <w:pPr>
        <w:pStyle w:val="Text1-1"/>
      </w:pPr>
      <w:r w:rsidRPr="009F6648">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1C37A858" w14:textId="77777777" w:rsidR="00333D3E" w:rsidRDefault="00333D3E" w:rsidP="00333D3E">
      <w:pPr>
        <w:pStyle w:val="Nadpis1-1"/>
      </w:pPr>
      <w:bookmarkStart w:id="43" w:name="_Toc1476904"/>
      <w:bookmarkStart w:id="44" w:name="_Toc3900542"/>
      <w:r w:rsidRPr="00F25B7A">
        <w:t>PŘÍLOHY TÉTO VÝZVY</w:t>
      </w:r>
      <w:bookmarkEnd w:id="43"/>
      <w:bookmarkEnd w:id="44"/>
    </w:p>
    <w:tbl>
      <w:tblPr>
        <w:tblW w:w="0" w:type="auto"/>
        <w:tblLook w:val="00A0" w:firstRow="1" w:lastRow="0" w:firstColumn="1" w:lastColumn="0" w:noHBand="0" w:noVBand="0"/>
      </w:tblPr>
      <w:tblGrid>
        <w:gridCol w:w="2145"/>
        <w:gridCol w:w="6491"/>
      </w:tblGrid>
      <w:tr w:rsidR="00333D3E" w:rsidRPr="00333D3E" w14:paraId="73FD8EE0" w14:textId="77777777" w:rsidTr="00E21BEF">
        <w:tc>
          <w:tcPr>
            <w:tcW w:w="2145" w:type="dxa"/>
            <w:hideMark/>
          </w:tcPr>
          <w:p w14:paraId="1E4207B2" w14:textId="77777777" w:rsidR="00333D3E" w:rsidRPr="00333D3E" w:rsidRDefault="00333D3E" w:rsidP="00333D3E">
            <w:pPr>
              <w:pStyle w:val="Tabulka"/>
              <w:rPr>
                <w:lang w:eastAsia="cs-CZ"/>
              </w:rPr>
            </w:pPr>
          </w:p>
          <w:p w14:paraId="662DF554" w14:textId="77777777" w:rsidR="00333D3E" w:rsidRPr="00333D3E" w:rsidRDefault="00333D3E" w:rsidP="00333D3E">
            <w:pPr>
              <w:pStyle w:val="Tabulka"/>
              <w:rPr>
                <w:lang w:eastAsia="cs-CZ"/>
              </w:rPr>
            </w:pPr>
            <w:r w:rsidRPr="00333D3E">
              <w:rPr>
                <w:lang w:eastAsia="cs-CZ"/>
              </w:rPr>
              <w:t>Příloha č. 1</w:t>
            </w:r>
          </w:p>
        </w:tc>
        <w:tc>
          <w:tcPr>
            <w:tcW w:w="6491" w:type="dxa"/>
            <w:hideMark/>
          </w:tcPr>
          <w:p w14:paraId="0C29842A" w14:textId="77777777" w:rsidR="00333D3E" w:rsidRPr="00333D3E" w:rsidRDefault="00333D3E" w:rsidP="00333D3E">
            <w:pPr>
              <w:pStyle w:val="Tabulka"/>
              <w:rPr>
                <w:lang w:eastAsia="cs-CZ"/>
              </w:rPr>
            </w:pPr>
          </w:p>
          <w:p w14:paraId="2FC00145"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321933A4" w14:textId="77777777" w:rsidTr="00E21BEF">
        <w:tc>
          <w:tcPr>
            <w:tcW w:w="2145" w:type="dxa"/>
            <w:hideMark/>
          </w:tcPr>
          <w:p w14:paraId="615F2D45" w14:textId="77777777" w:rsidR="00333D3E" w:rsidRPr="00333D3E" w:rsidRDefault="00333D3E" w:rsidP="00333D3E">
            <w:pPr>
              <w:pStyle w:val="Tabulka"/>
              <w:rPr>
                <w:lang w:eastAsia="cs-CZ"/>
              </w:rPr>
            </w:pPr>
            <w:r w:rsidRPr="00333D3E">
              <w:rPr>
                <w:lang w:eastAsia="cs-CZ"/>
              </w:rPr>
              <w:t>Příloha č. 2</w:t>
            </w:r>
          </w:p>
        </w:tc>
        <w:tc>
          <w:tcPr>
            <w:tcW w:w="6491" w:type="dxa"/>
            <w:hideMark/>
          </w:tcPr>
          <w:p w14:paraId="1B58A0B0"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6318FD47" w14:textId="77777777" w:rsidTr="00E21BEF">
        <w:tc>
          <w:tcPr>
            <w:tcW w:w="2145" w:type="dxa"/>
            <w:hideMark/>
          </w:tcPr>
          <w:p w14:paraId="0BDEDACC" w14:textId="77777777" w:rsidR="00333D3E" w:rsidRPr="00333D3E" w:rsidRDefault="00333D3E" w:rsidP="00333D3E">
            <w:pPr>
              <w:pStyle w:val="Tabulka"/>
              <w:rPr>
                <w:lang w:eastAsia="cs-CZ"/>
              </w:rPr>
            </w:pPr>
            <w:r w:rsidRPr="00333D3E">
              <w:rPr>
                <w:lang w:eastAsia="cs-CZ"/>
              </w:rPr>
              <w:t>Příloha č. 3</w:t>
            </w:r>
          </w:p>
        </w:tc>
        <w:tc>
          <w:tcPr>
            <w:tcW w:w="6491" w:type="dxa"/>
            <w:hideMark/>
          </w:tcPr>
          <w:p w14:paraId="7F7C6AC5"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7A5D7F4" w14:textId="77777777" w:rsidTr="00E21BEF">
        <w:tc>
          <w:tcPr>
            <w:tcW w:w="2145" w:type="dxa"/>
            <w:hideMark/>
          </w:tcPr>
          <w:p w14:paraId="50B9746B" w14:textId="77777777" w:rsidR="00333D3E" w:rsidRPr="00333D3E" w:rsidRDefault="00333D3E" w:rsidP="00333D3E">
            <w:pPr>
              <w:pStyle w:val="Tabulka"/>
              <w:rPr>
                <w:lang w:eastAsia="cs-CZ"/>
              </w:rPr>
            </w:pPr>
            <w:r w:rsidRPr="00333D3E">
              <w:rPr>
                <w:lang w:eastAsia="cs-CZ"/>
              </w:rPr>
              <w:t>Příloha č. 4</w:t>
            </w:r>
          </w:p>
        </w:tc>
        <w:tc>
          <w:tcPr>
            <w:tcW w:w="6491" w:type="dxa"/>
            <w:hideMark/>
          </w:tcPr>
          <w:p w14:paraId="75B40EB9" w14:textId="77777777" w:rsidR="00333D3E" w:rsidRPr="00333D3E" w:rsidRDefault="00333D3E" w:rsidP="00333D3E">
            <w:pPr>
              <w:pStyle w:val="Tabulka"/>
              <w:rPr>
                <w:lang w:eastAsia="cs-CZ"/>
              </w:rPr>
            </w:pPr>
            <w:r w:rsidRPr="00333D3E">
              <w:rPr>
                <w:lang w:eastAsia="cs-CZ"/>
              </w:rPr>
              <w:t>Seznam stavebních prací</w:t>
            </w:r>
          </w:p>
        </w:tc>
      </w:tr>
      <w:tr w:rsidR="00333D3E" w:rsidRPr="00333D3E" w14:paraId="1C4171A9" w14:textId="77777777" w:rsidTr="00E21BEF">
        <w:tc>
          <w:tcPr>
            <w:tcW w:w="2145" w:type="dxa"/>
            <w:hideMark/>
          </w:tcPr>
          <w:p w14:paraId="505A7226" w14:textId="77777777" w:rsidR="00333D3E" w:rsidRPr="00333D3E" w:rsidRDefault="00333D3E" w:rsidP="00333D3E">
            <w:pPr>
              <w:pStyle w:val="Tabulka"/>
              <w:rPr>
                <w:lang w:eastAsia="cs-CZ"/>
              </w:rPr>
            </w:pPr>
            <w:r w:rsidRPr="00333D3E">
              <w:rPr>
                <w:lang w:eastAsia="cs-CZ"/>
              </w:rPr>
              <w:t>Příloha č. 5</w:t>
            </w:r>
          </w:p>
        </w:tc>
        <w:tc>
          <w:tcPr>
            <w:tcW w:w="6491" w:type="dxa"/>
            <w:hideMark/>
          </w:tcPr>
          <w:p w14:paraId="38D9F2B9"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38BA6E04" w14:textId="77777777" w:rsidTr="00E21BEF">
        <w:tc>
          <w:tcPr>
            <w:tcW w:w="2145" w:type="dxa"/>
            <w:hideMark/>
          </w:tcPr>
          <w:p w14:paraId="15B21AB1" w14:textId="77777777" w:rsidR="00333D3E" w:rsidRPr="00333D3E" w:rsidRDefault="00333D3E" w:rsidP="00333D3E">
            <w:pPr>
              <w:pStyle w:val="Tabulka"/>
              <w:rPr>
                <w:lang w:eastAsia="cs-CZ"/>
              </w:rPr>
            </w:pPr>
            <w:r w:rsidRPr="00333D3E">
              <w:rPr>
                <w:lang w:eastAsia="cs-CZ"/>
              </w:rPr>
              <w:t>Příloha č. 6</w:t>
            </w:r>
          </w:p>
        </w:tc>
        <w:tc>
          <w:tcPr>
            <w:tcW w:w="6491" w:type="dxa"/>
            <w:hideMark/>
          </w:tcPr>
          <w:p w14:paraId="6CB6B7EA" w14:textId="77777777" w:rsidR="00333D3E" w:rsidRPr="00333D3E" w:rsidRDefault="00333D3E" w:rsidP="00333D3E">
            <w:pPr>
              <w:pStyle w:val="Tabulka"/>
              <w:rPr>
                <w:lang w:eastAsia="cs-CZ"/>
              </w:rPr>
            </w:pPr>
            <w:r w:rsidRPr="00333D3E">
              <w:rPr>
                <w:lang w:eastAsia="cs-CZ"/>
              </w:rPr>
              <w:t>Vzor profesního životopisu</w:t>
            </w:r>
          </w:p>
        </w:tc>
      </w:tr>
      <w:tr w:rsidR="00333D3E" w:rsidRPr="00333D3E" w14:paraId="16BBE6F1" w14:textId="77777777" w:rsidTr="00E21BEF">
        <w:tc>
          <w:tcPr>
            <w:tcW w:w="2145" w:type="dxa"/>
            <w:hideMark/>
          </w:tcPr>
          <w:p w14:paraId="631B5968" w14:textId="77777777" w:rsidR="00333D3E" w:rsidRPr="00333D3E" w:rsidRDefault="00333D3E" w:rsidP="00333D3E">
            <w:pPr>
              <w:pStyle w:val="Tabulka"/>
              <w:rPr>
                <w:lang w:eastAsia="cs-CZ"/>
              </w:rPr>
            </w:pPr>
            <w:r w:rsidRPr="00333D3E">
              <w:rPr>
                <w:lang w:eastAsia="cs-CZ"/>
              </w:rPr>
              <w:t>Příloha č. 7</w:t>
            </w:r>
          </w:p>
        </w:tc>
        <w:tc>
          <w:tcPr>
            <w:tcW w:w="6491" w:type="dxa"/>
            <w:hideMark/>
          </w:tcPr>
          <w:p w14:paraId="2B41CF56"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665A1B45" w14:textId="77777777" w:rsidTr="00E21BEF">
        <w:tc>
          <w:tcPr>
            <w:tcW w:w="2145" w:type="dxa"/>
          </w:tcPr>
          <w:p w14:paraId="41977714" w14:textId="77777777" w:rsidR="00333D3E" w:rsidRPr="00333D3E" w:rsidRDefault="00333D3E" w:rsidP="00333D3E">
            <w:pPr>
              <w:pStyle w:val="Tabulka"/>
              <w:rPr>
                <w:lang w:eastAsia="cs-CZ"/>
              </w:rPr>
            </w:pPr>
            <w:r w:rsidRPr="00333D3E">
              <w:rPr>
                <w:lang w:eastAsia="cs-CZ"/>
              </w:rPr>
              <w:t>Příloha č. 8</w:t>
            </w:r>
          </w:p>
        </w:tc>
        <w:tc>
          <w:tcPr>
            <w:tcW w:w="6491" w:type="dxa"/>
          </w:tcPr>
          <w:p w14:paraId="6AC017B3" w14:textId="77777777" w:rsidR="00333D3E" w:rsidRPr="00333D3E" w:rsidRDefault="00333D3E" w:rsidP="00333D3E">
            <w:pPr>
              <w:pStyle w:val="Tabulka"/>
              <w:rPr>
                <w:lang w:eastAsia="cs-CZ"/>
              </w:rPr>
            </w:pPr>
            <w:r w:rsidRPr="00333D3E">
              <w:rPr>
                <w:lang w:eastAsia="cs-CZ"/>
              </w:rPr>
              <w:t>Vzor čestného prohlášení ke splnění ekonomické kvalifikace</w:t>
            </w:r>
          </w:p>
        </w:tc>
      </w:tr>
      <w:tr w:rsidR="00333D3E" w:rsidRPr="00333D3E" w14:paraId="6643F773" w14:textId="77777777" w:rsidTr="00E21BEF">
        <w:tc>
          <w:tcPr>
            <w:tcW w:w="2145" w:type="dxa"/>
            <w:hideMark/>
          </w:tcPr>
          <w:p w14:paraId="29D51FD4" w14:textId="77777777" w:rsidR="00333D3E" w:rsidRPr="00333D3E" w:rsidRDefault="00333D3E" w:rsidP="00333D3E">
            <w:pPr>
              <w:pStyle w:val="Tabulka"/>
              <w:rPr>
                <w:lang w:eastAsia="cs-CZ"/>
              </w:rPr>
            </w:pPr>
            <w:r w:rsidRPr="00333D3E">
              <w:rPr>
                <w:lang w:eastAsia="cs-CZ"/>
              </w:rPr>
              <w:t>Příloha č. 9</w:t>
            </w:r>
          </w:p>
        </w:tc>
        <w:tc>
          <w:tcPr>
            <w:tcW w:w="6491" w:type="dxa"/>
            <w:hideMark/>
          </w:tcPr>
          <w:p w14:paraId="7032C1DC" w14:textId="77777777" w:rsidR="00333D3E" w:rsidRPr="00333D3E" w:rsidRDefault="00333D3E" w:rsidP="00333D3E">
            <w:pPr>
              <w:pStyle w:val="Tabulka"/>
              <w:rPr>
                <w:lang w:eastAsia="cs-CZ"/>
              </w:rPr>
            </w:pPr>
            <w:r w:rsidRPr="00333D3E">
              <w:rPr>
                <w:lang w:eastAsia="cs-CZ"/>
              </w:rPr>
              <w:t>Informace o tom, zda budou na staveništi působit zaměstnanci více než jednoho zhotovitele</w:t>
            </w:r>
          </w:p>
        </w:tc>
      </w:tr>
      <w:tr w:rsidR="00333D3E" w:rsidRPr="00333D3E" w14:paraId="439CFED2" w14:textId="77777777" w:rsidTr="00E21BEF">
        <w:tc>
          <w:tcPr>
            <w:tcW w:w="2145" w:type="dxa"/>
          </w:tcPr>
          <w:p w14:paraId="5878F195" w14:textId="77777777" w:rsidR="00333D3E" w:rsidRPr="00333D3E" w:rsidRDefault="00333D3E" w:rsidP="00333D3E">
            <w:pPr>
              <w:pStyle w:val="Tabulka"/>
              <w:rPr>
                <w:lang w:eastAsia="cs-CZ"/>
              </w:rPr>
            </w:pPr>
            <w:r w:rsidRPr="00333D3E">
              <w:rPr>
                <w:lang w:eastAsia="cs-CZ"/>
              </w:rPr>
              <w:t>Příloha č. 10</w:t>
            </w:r>
          </w:p>
        </w:tc>
        <w:tc>
          <w:tcPr>
            <w:tcW w:w="6491" w:type="dxa"/>
          </w:tcPr>
          <w:p w14:paraId="32D8D62B" w14:textId="77777777" w:rsidR="00333D3E" w:rsidRPr="00333D3E" w:rsidRDefault="00333D3E" w:rsidP="00333D3E">
            <w:pPr>
              <w:pStyle w:val="Tabulka"/>
              <w:rPr>
                <w:lang w:eastAsia="cs-CZ"/>
              </w:rPr>
            </w:pPr>
            <w:r w:rsidRPr="00333D3E">
              <w:rPr>
                <w:lang w:eastAsia="cs-CZ"/>
              </w:rPr>
              <w:t xml:space="preserve">Seznam jiných osob k prokázání kvalifikace </w:t>
            </w:r>
          </w:p>
        </w:tc>
      </w:tr>
      <w:tr w:rsidR="00053214" w:rsidRPr="00333D3E" w14:paraId="57901E30" w14:textId="77777777" w:rsidTr="00E21BEF">
        <w:tc>
          <w:tcPr>
            <w:tcW w:w="2145" w:type="dxa"/>
          </w:tcPr>
          <w:p w14:paraId="78E897E6" w14:textId="77777777" w:rsidR="00053214" w:rsidRPr="00333D3E" w:rsidRDefault="00053214" w:rsidP="00333D3E">
            <w:pPr>
              <w:pStyle w:val="Tabulka"/>
              <w:rPr>
                <w:lang w:eastAsia="cs-CZ"/>
              </w:rPr>
            </w:pPr>
            <w:r w:rsidRPr="00333D3E">
              <w:rPr>
                <w:lang w:eastAsia="cs-CZ"/>
              </w:rPr>
              <w:t>Příloha č. 11</w:t>
            </w:r>
          </w:p>
        </w:tc>
        <w:tc>
          <w:tcPr>
            <w:tcW w:w="6491" w:type="dxa"/>
          </w:tcPr>
          <w:p w14:paraId="0E185C0D"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E21BEF" w:rsidRPr="00333D3E" w14:paraId="50017879" w14:textId="77777777" w:rsidTr="00E21BEF">
        <w:tc>
          <w:tcPr>
            <w:tcW w:w="2145" w:type="dxa"/>
          </w:tcPr>
          <w:p w14:paraId="1DD9C4E1" w14:textId="2308D76F" w:rsidR="00E21BEF" w:rsidRDefault="00E21BEF" w:rsidP="00E21BEF">
            <w:pPr>
              <w:pStyle w:val="Tabulka"/>
              <w:rPr>
                <w:lang w:eastAsia="cs-CZ"/>
              </w:rPr>
            </w:pPr>
            <w:r>
              <w:rPr>
                <w:lang w:eastAsia="cs-CZ"/>
              </w:rPr>
              <w:t>Příloha č. 12</w:t>
            </w:r>
          </w:p>
        </w:tc>
        <w:tc>
          <w:tcPr>
            <w:tcW w:w="6491" w:type="dxa"/>
          </w:tcPr>
          <w:p w14:paraId="46629BD8" w14:textId="253D8CFA" w:rsidR="00E21BEF" w:rsidRPr="00053214" w:rsidRDefault="00E21BEF" w:rsidP="00E21BEF">
            <w:pPr>
              <w:pStyle w:val="Tabulka"/>
              <w:rPr>
                <w:lang w:eastAsia="cs-CZ"/>
              </w:rPr>
            </w:pPr>
            <w:r w:rsidRPr="00053214">
              <w:rPr>
                <w:lang w:eastAsia="cs-CZ"/>
              </w:rPr>
              <w:t>Čestné prohlášení ve vztahu k zakázaným dohodám</w:t>
            </w:r>
          </w:p>
        </w:tc>
      </w:tr>
      <w:tr w:rsidR="00E21BEF" w:rsidRPr="00333D3E" w14:paraId="0DF08F0B" w14:textId="77777777" w:rsidTr="00E21BEF">
        <w:tc>
          <w:tcPr>
            <w:tcW w:w="2145" w:type="dxa"/>
          </w:tcPr>
          <w:p w14:paraId="4EE2EB82" w14:textId="5CC0CF6A" w:rsidR="00E21BEF" w:rsidRPr="00333D3E" w:rsidRDefault="00E21BEF" w:rsidP="00E21BEF">
            <w:pPr>
              <w:pStyle w:val="Tabulka"/>
              <w:rPr>
                <w:lang w:eastAsia="cs-CZ"/>
              </w:rPr>
            </w:pPr>
          </w:p>
        </w:tc>
        <w:tc>
          <w:tcPr>
            <w:tcW w:w="6491" w:type="dxa"/>
          </w:tcPr>
          <w:p w14:paraId="7271AC6C" w14:textId="5A287296" w:rsidR="00E21BEF" w:rsidRPr="00333D3E" w:rsidRDefault="00E21BEF" w:rsidP="00E21BEF">
            <w:pPr>
              <w:pStyle w:val="Tabulka"/>
              <w:rPr>
                <w:lang w:eastAsia="cs-CZ"/>
              </w:rPr>
            </w:pPr>
          </w:p>
        </w:tc>
      </w:tr>
      <w:tr w:rsidR="00E21BEF" w:rsidRPr="00333D3E" w14:paraId="5D118486" w14:textId="77777777" w:rsidTr="00E21BEF">
        <w:tc>
          <w:tcPr>
            <w:tcW w:w="2145" w:type="dxa"/>
          </w:tcPr>
          <w:p w14:paraId="60AC4A5F" w14:textId="77777777" w:rsidR="00E21BEF" w:rsidRPr="00D44885" w:rsidRDefault="00E21BEF" w:rsidP="00E21BEF">
            <w:pPr>
              <w:pStyle w:val="Tabulka"/>
              <w:rPr>
                <w:lang w:eastAsia="cs-CZ"/>
              </w:rPr>
            </w:pPr>
          </w:p>
        </w:tc>
        <w:tc>
          <w:tcPr>
            <w:tcW w:w="6491" w:type="dxa"/>
          </w:tcPr>
          <w:p w14:paraId="4CAE1340" w14:textId="77777777" w:rsidR="00E21BEF" w:rsidRPr="00D44885" w:rsidRDefault="00E21BEF" w:rsidP="00E21BEF">
            <w:pPr>
              <w:pStyle w:val="Tabulka"/>
              <w:rPr>
                <w:lang w:eastAsia="cs-CZ"/>
              </w:rPr>
            </w:pPr>
          </w:p>
          <w:p w14:paraId="5896D9F7" w14:textId="47750EA0" w:rsidR="00E21BEF" w:rsidRDefault="00E21BEF" w:rsidP="00E21BEF">
            <w:pPr>
              <w:spacing w:after="0" w:line="240" w:lineRule="auto"/>
              <w:jc w:val="both"/>
              <w:rPr>
                <w:rFonts w:eastAsia="Times New Roman" w:cs="Calibri"/>
                <w:lang w:eastAsia="cs-CZ"/>
              </w:rPr>
            </w:pPr>
          </w:p>
          <w:p w14:paraId="70BEE085" w14:textId="2ED0BF88" w:rsidR="00D724BC" w:rsidRDefault="00D724BC" w:rsidP="00E21BEF">
            <w:pPr>
              <w:spacing w:after="0" w:line="240" w:lineRule="auto"/>
              <w:jc w:val="both"/>
              <w:rPr>
                <w:rFonts w:eastAsia="Times New Roman" w:cs="Calibri"/>
                <w:lang w:eastAsia="cs-CZ"/>
              </w:rPr>
            </w:pPr>
          </w:p>
          <w:p w14:paraId="19508812" w14:textId="34564983" w:rsidR="00D724BC" w:rsidRDefault="00D724BC" w:rsidP="00E21BEF">
            <w:pPr>
              <w:spacing w:after="0" w:line="240" w:lineRule="auto"/>
              <w:jc w:val="both"/>
              <w:rPr>
                <w:rFonts w:eastAsia="Times New Roman" w:cs="Calibri"/>
                <w:lang w:eastAsia="cs-CZ"/>
              </w:rPr>
            </w:pPr>
          </w:p>
          <w:p w14:paraId="6D4F03A6" w14:textId="3C069B90" w:rsidR="00D724BC" w:rsidRDefault="00D724BC" w:rsidP="00E21BEF">
            <w:pPr>
              <w:spacing w:after="0" w:line="240" w:lineRule="auto"/>
              <w:jc w:val="both"/>
              <w:rPr>
                <w:rFonts w:eastAsia="Times New Roman" w:cs="Calibri"/>
                <w:lang w:eastAsia="cs-CZ"/>
              </w:rPr>
            </w:pPr>
          </w:p>
          <w:p w14:paraId="648AAB2B" w14:textId="38FD742A" w:rsidR="00D724BC" w:rsidRDefault="00D724BC" w:rsidP="00E21BEF">
            <w:pPr>
              <w:spacing w:after="0" w:line="240" w:lineRule="auto"/>
              <w:jc w:val="both"/>
              <w:rPr>
                <w:rFonts w:eastAsia="Times New Roman" w:cs="Calibri"/>
                <w:lang w:eastAsia="cs-CZ"/>
              </w:rPr>
            </w:pPr>
          </w:p>
          <w:p w14:paraId="6E5E3038" w14:textId="64A12194" w:rsidR="00D724BC" w:rsidRDefault="00D724BC" w:rsidP="00E21BEF">
            <w:pPr>
              <w:spacing w:after="0" w:line="240" w:lineRule="auto"/>
              <w:jc w:val="both"/>
              <w:rPr>
                <w:rFonts w:eastAsia="Times New Roman" w:cs="Calibri"/>
                <w:lang w:eastAsia="cs-CZ"/>
              </w:rPr>
            </w:pPr>
          </w:p>
          <w:p w14:paraId="14920D99" w14:textId="4DAEA915" w:rsidR="00D724BC" w:rsidRDefault="00D724BC" w:rsidP="00E21BEF">
            <w:pPr>
              <w:spacing w:after="0" w:line="240" w:lineRule="auto"/>
              <w:jc w:val="both"/>
              <w:rPr>
                <w:rFonts w:eastAsia="Times New Roman" w:cs="Calibri"/>
                <w:lang w:eastAsia="cs-CZ"/>
              </w:rPr>
            </w:pPr>
          </w:p>
          <w:p w14:paraId="40996EDD" w14:textId="77777777" w:rsidR="00D724BC" w:rsidRDefault="00D724BC" w:rsidP="00E21BEF">
            <w:pPr>
              <w:spacing w:after="0" w:line="240" w:lineRule="auto"/>
              <w:jc w:val="both"/>
              <w:rPr>
                <w:rFonts w:eastAsia="Times New Roman" w:cs="Calibri"/>
                <w:lang w:eastAsia="cs-CZ"/>
              </w:rPr>
            </w:pPr>
          </w:p>
          <w:p w14:paraId="154431E7" w14:textId="77777777" w:rsidR="00E21BEF" w:rsidRDefault="00E21BEF" w:rsidP="00E21BEF">
            <w:pPr>
              <w:spacing w:after="0" w:line="240" w:lineRule="auto"/>
              <w:jc w:val="both"/>
              <w:rPr>
                <w:rFonts w:eastAsia="Times New Roman" w:cs="Calibri"/>
                <w:lang w:eastAsia="cs-CZ"/>
              </w:rPr>
            </w:pPr>
          </w:p>
          <w:p w14:paraId="52725065" w14:textId="77777777" w:rsidR="00E21BEF" w:rsidRDefault="00E21BEF" w:rsidP="00E21BEF">
            <w:pPr>
              <w:spacing w:after="0" w:line="240" w:lineRule="auto"/>
              <w:jc w:val="both"/>
              <w:rPr>
                <w:rFonts w:eastAsia="Times New Roman" w:cs="Calibri"/>
                <w:lang w:eastAsia="cs-CZ"/>
              </w:rPr>
            </w:pPr>
          </w:p>
          <w:p w14:paraId="4D2557F0" w14:textId="3B498D51" w:rsidR="00E21BEF" w:rsidRPr="00D44885" w:rsidRDefault="00E21BEF" w:rsidP="00E21BEF">
            <w:pPr>
              <w:spacing w:after="0" w:line="240" w:lineRule="auto"/>
              <w:jc w:val="both"/>
              <w:rPr>
                <w:rFonts w:eastAsia="Times New Roman" w:cs="Calibri"/>
                <w:b/>
                <w:bCs/>
                <w:lang w:eastAsia="cs-CZ"/>
              </w:rPr>
            </w:pPr>
            <w:r w:rsidRPr="00D44885">
              <w:rPr>
                <w:rFonts w:eastAsia="Times New Roman" w:cs="Calibri"/>
                <w:lang w:eastAsia="cs-CZ"/>
              </w:rPr>
              <w:t>V  Brně</w:t>
            </w:r>
            <w:r>
              <w:rPr>
                <w:rFonts w:eastAsia="Times New Roman" w:cs="Calibri"/>
                <w:lang w:eastAsia="cs-CZ"/>
              </w:rPr>
              <w:t xml:space="preserve">  </w:t>
            </w:r>
            <w:r w:rsidRPr="00D44885">
              <w:rPr>
                <w:rFonts w:eastAsia="Times New Roman" w:cs="Calibri"/>
                <w:lang w:eastAsia="cs-CZ"/>
              </w:rPr>
              <w:t xml:space="preserve">dne </w:t>
            </w:r>
            <w:r>
              <w:rPr>
                <w:rFonts w:eastAsia="Times New Roman" w:cs="Calibri"/>
                <w:lang w:eastAsia="cs-CZ"/>
              </w:rPr>
              <w:t>……………………</w:t>
            </w:r>
          </w:p>
          <w:p w14:paraId="2CAB7C4A" w14:textId="77777777" w:rsidR="00E21BEF" w:rsidRPr="00D44885" w:rsidRDefault="00E21BEF" w:rsidP="00E21BEF">
            <w:pPr>
              <w:spacing w:after="0" w:line="240" w:lineRule="auto"/>
              <w:jc w:val="both"/>
              <w:rPr>
                <w:rFonts w:eastAsia="Times New Roman" w:cs="Calibri"/>
                <w:lang w:eastAsia="cs-CZ"/>
              </w:rPr>
            </w:pPr>
          </w:p>
          <w:p w14:paraId="49CBDE27" w14:textId="77777777" w:rsidR="00E21BEF" w:rsidRPr="00D44885" w:rsidRDefault="00E21BEF" w:rsidP="00E21BEF">
            <w:pPr>
              <w:spacing w:after="0" w:line="240" w:lineRule="auto"/>
              <w:jc w:val="both"/>
              <w:rPr>
                <w:rFonts w:eastAsia="Times New Roman" w:cs="Calibri"/>
                <w:lang w:eastAsia="cs-CZ"/>
              </w:rPr>
            </w:pPr>
          </w:p>
          <w:p w14:paraId="2D164BA5" w14:textId="526DDAC1" w:rsidR="00E21BEF" w:rsidRDefault="00E21BEF" w:rsidP="00E21BEF">
            <w:pPr>
              <w:spacing w:after="0" w:line="240" w:lineRule="auto"/>
              <w:jc w:val="both"/>
              <w:rPr>
                <w:rFonts w:eastAsia="Times New Roman" w:cs="Calibri"/>
                <w:lang w:eastAsia="cs-CZ"/>
              </w:rPr>
            </w:pPr>
          </w:p>
          <w:p w14:paraId="5B6E066A" w14:textId="193D4E85" w:rsidR="00E21BEF" w:rsidRDefault="00E21BEF" w:rsidP="00E21BEF">
            <w:pPr>
              <w:spacing w:after="0" w:line="240" w:lineRule="auto"/>
              <w:jc w:val="both"/>
              <w:rPr>
                <w:rFonts w:eastAsia="Times New Roman" w:cs="Calibri"/>
                <w:lang w:eastAsia="cs-CZ"/>
              </w:rPr>
            </w:pPr>
          </w:p>
          <w:p w14:paraId="5FF9FDDC" w14:textId="4837D036" w:rsidR="00E21BEF" w:rsidRDefault="00E21BEF" w:rsidP="00E21BEF">
            <w:pPr>
              <w:spacing w:after="0" w:line="240" w:lineRule="auto"/>
              <w:jc w:val="both"/>
              <w:rPr>
                <w:rFonts w:eastAsia="Times New Roman" w:cs="Calibri"/>
                <w:lang w:eastAsia="cs-CZ"/>
              </w:rPr>
            </w:pPr>
          </w:p>
          <w:p w14:paraId="203B87C1" w14:textId="3D01CD90" w:rsidR="00E21BEF" w:rsidRDefault="00E21BEF" w:rsidP="00E21BEF">
            <w:pPr>
              <w:spacing w:after="0" w:line="240" w:lineRule="auto"/>
              <w:jc w:val="both"/>
              <w:rPr>
                <w:rFonts w:eastAsia="Times New Roman" w:cs="Calibri"/>
                <w:lang w:eastAsia="cs-CZ"/>
              </w:rPr>
            </w:pPr>
          </w:p>
          <w:p w14:paraId="0937DBC4" w14:textId="7FA6710E" w:rsidR="000002B7" w:rsidRDefault="000002B7" w:rsidP="00E21BEF">
            <w:pPr>
              <w:spacing w:after="0" w:line="240" w:lineRule="auto"/>
              <w:jc w:val="both"/>
              <w:rPr>
                <w:rFonts w:eastAsia="Times New Roman" w:cs="Calibri"/>
                <w:lang w:eastAsia="cs-CZ"/>
              </w:rPr>
            </w:pPr>
          </w:p>
          <w:p w14:paraId="2F4C20AC" w14:textId="77777777" w:rsidR="000002B7" w:rsidRPr="00D44885" w:rsidRDefault="000002B7" w:rsidP="00E21BEF">
            <w:pPr>
              <w:spacing w:after="0" w:line="240" w:lineRule="auto"/>
              <w:jc w:val="both"/>
              <w:rPr>
                <w:rFonts w:eastAsia="Times New Roman" w:cs="Calibri"/>
                <w:lang w:eastAsia="cs-CZ"/>
              </w:rPr>
            </w:pPr>
          </w:p>
          <w:p w14:paraId="4B60CBBD" w14:textId="77777777" w:rsidR="00E21BEF" w:rsidRPr="00D44885" w:rsidRDefault="00E21BEF" w:rsidP="00E21BEF">
            <w:pPr>
              <w:spacing w:after="0" w:line="240" w:lineRule="auto"/>
              <w:jc w:val="both"/>
              <w:rPr>
                <w:rFonts w:eastAsia="Times New Roman" w:cs="Calibri"/>
                <w:lang w:eastAsia="cs-CZ"/>
              </w:rPr>
            </w:pPr>
          </w:p>
          <w:tbl>
            <w:tblPr>
              <w:tblW w:w="0" w:type="auto"/>
              <w:tblLook w:val="00A0" w:firstRow="1" w:lastRow="0" w:firstColumn="1" w:lastColumn="0" w:noHBand="0" w:noVBand="0"/>
            </w:tblPr>
            <w:tblGrid>
              <w:gridCol w:w="6275"/>
            </w:tblGrid>
            <w:tr w:rsidR="00E21BEF" w:rsidRPr="00D44885" w14:paraId="2DD4D22F" w14:textId="77777777" w:rsidTr="000D1394">
              <w:tc>
                <w:tcPr>
                  <w:tcW w:w="9418" w:type="dxa"/>
                  <w:hideMark/>
                </w:tcPr>
                <w:p w14:paraId="5B74E07C" w14:textId="77777777" w:rsidR="00E21BEF" w:rsidRPr="00D44885" w:rsidRDefault="00E21BEF" w:rsidP="00E21BEF">
                  <w:pPr>
                    <w:spacing w:after="0" w:line="240" w:lineRule="auto"/>
                    <w:jc w:val="center"/>
                    <w:rPr>
                      <w:rFonts w:eastAsia="Times New Roman" w:cs="Calibri"/>
                      <w:lang w:eastAsia="cs-CZ"/>
                    </w:rPr>
                  </w:pPr>
                  <w:r w:rsidRPr="00D44885">
                    <w:rPr>
                      <w:rFonts w:eastAsia="Times New Roman" w:cs="Calibri"/>
                      <w:lang w:eastAsia="cs-CZ"/>
                    </w:rPr>
                    <w:t>…………………………………………….</w:t>
                  </w:r>
                </w:p>
              </w:tc>
            </w:tr>
            <w:tr w:rsidR="00E21BEF" w:rsidRPr="00D44885" w14:paraId="2D1FC74C" w14:textId="77777777" w:rsidTr="000D1394">
              <w:tc>
                <w:tcPr>
                  <w:tcW w:w="9418" w:type="dxa"/>
                  <w:hideMark/>
                </w:tcPr>
                <w:p w14:paraId="58902672" w14:textId="77777777" w:rsidR="00E21BEF" w:rsidRPr="00D44885" w:rsidRDefault="00E21BEF" w:rsidP="00E21BEF">
                  <w:pPr>
                    <w:spacing w:after="0" w:line="240" w:lineRule="auto"/>
                    <w:jc w:val="center"/>
                    <w:rPr>
                      <w:rFonts w:eastAsia="Times New Roman" w:cs="Calibri"/>
                      <w:b/>
                      <w:bCs/>
                      <w:lang w:eastAsia="cs-CZ"/>
                    </w:rPr>
                  </w:pPr>
                </w:p>
              </w:tc>
            </w:tr>
          </w:tbl>
          <w:p w14:paraId="633A2BD4" w14:textId="77777777" w:rsidR="00E21BEF" w:rsidRPr="00D44885" w:rsidRDefault="00E21BEF" w:rsidP="00E21BEF">
            <w:pPr>
              <w:spacing w:after="0" w:line="240" w:lineRule="auto"/>
              <w:jc w:val="center"/>
              <w:rPr>
                <w:rFonts w:eastAsia="Times New Roman" w:cs="Calibri"/>
                <w:bCs/>
                <w:lang w:eastAsia="cs-CZ"/>
              </w:rPr>
            </w:pPr>
            <w:r w:rsidRPr="00D44885">
              <w:rPr>
                <w:rFonts w:eastAsia="Times New Roman" w:cs="Calibri"/>
                <w:bCs/>
                <w:lang w:eastAsia="cs-CZ"/>
              </w:rPr>
              <w:t>Ing. Libor Tkáč</w:t>
            </w:r>
          </w:p>
          <w:p w14:paraId="49B0425A" w14:textId="77777777" w:rsidR="00E21BEF" w:rsidRPr="00D44885" w:rsidRDefault="00E21BEF" w:rsidP="00E21BEF">
            <w:pPr>
              <w:spacing w:after="0" w:line="240" w:lineRule="auto"/>
              <w:jc w:val="center"/>
              <w:rPr>
                <w:rFonts w:eastAsia="Times New Roman" w:cs="Calibri"/>
                <w:bCs/>
                <w:lang w:eastAsia="cs-CZ"/>
              </w:rPr>
            </w:pPr>
            <w:r w:rsidRPr="00D44885">
              <w:rPr>
                <w:rFonts w:eastAsia="Times New Roman" w:cs="Calibri"/>
                <w:bCs/>
                <w:lang w:eastAsia="cs-CZ"/>
              </w:rPr>
              <w:t>ředitel Oblastního ředitelství Brno</w:t>
            </w:r>
          </w:p>
          <w:p w14:paraId="4DDAC702" w14:textId="77777777" w:rsidR="00E21BEF" w:rsidRPr="00D44885" w:rsidRDefault="00E21BEF" w:rsidP="00E21BEF">
            <w:pPr>
              <w:pStyle w:val="Tabulka"/>
              <w:rPr>
                <w:lang w:eastAsia="cs-CZ"/>
              </w:rPr>
            </w:pPr>
          </w:p>
        </w:tc>
      </w:tr>
    </w:tbl>
    <w:p w14:paraId="0415EFA3" w14:textId="77777777" w:rsidR="00333D3E" w:rsidRPr="00333D3E" w:rsidRDefault="00333D3E" w:rsidP="00333D3E"/>
    <w:sectPr w:rsidR="00333D3E" w:rsidRPr="00333D3E" w:rsidSect="000E5BED">
      <w:headerReference w:type="default" r:id="rId21"/>
      <w:footerReference w:type="default" r:id="rId22"/>
      <w:headerReference w:type="first" r:id="rId23"/>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988B5" w14:textId="77777777" w:rsidR="00FB51D6" w:rsidRDefault="00FB51D6" w:rsidP="00962258">
      <w:pPr>
        <w:spacing w:after="0" w:line="240" w:lineRule="auto"/>
      </w:pPr>
      <w:r>
        <w:separator/>
      </w:r>
    </w:p>
    <w:p w14:paraId="12FE60D9" w14:textId="77777777" w:rsidR="00FB51D6" w:rsidRDefault="00FB51D6"/>
  </w:endnote>
  <w:endnote w:type="continuationSeparator" w:id="0">
    <w:p w14:paraId="07444251" w14:textId="77777777" w:rsidR="00FB51D6" w:rsidRDefault="00FB51D6" w:rsidP="00962258">
      <w:pPr>
        <w:spacing w:after="0" w:line="240" w:lineRule="auto"/>
      </w:pPr>
      <w:r>
        <w:continuationSeparator/>
      </w:r>
    </w:p>
    <w:p w14:paraId="60B0C18A" w14:textId="77777777" w:rsidR="00FB51D6" w:rsidRDefault="00FB51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15FEA" w14:paraId="136DE2DE" w14:textId="77777777" w:rsidTr="00EB46E5">
      <w:tc>
        <w:tcPr>
          <w:tcW w:w="1361" w:type="dxa"/>
          <w:tcMar>
            <w:left w:w="0" w:type="dxa"/>
            <w:right w:w="0" w:type="dxa"/>
          </w:tcMar>
          <w:vAlign w:val="bottom"/>
        </w:tcPr>
        <w:p w14:paraId="4C9072D9" w14:textId="45280947" w:rsidR="00715FEA" w:rsidRPr="00B8518B" w:rsidRDefault="00715FE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79A">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479A">
            <w:rPr>
              <w:rStyle w:val="slostrnky"/>
              <w:noProof/>
            </w:rPr>
            <w:t>27</w:t>
          </w:r>
          <w:r w:rsidRPr="00B8518B">
            <w:rPr>
              <w:rStyle w:val="slostrnky"/>
            </w:rPr>
            <w:fldChar w:fldCharType="end"/>
          </w:r>
        </w:p>
      </w:tc>
      <w:tc>
        <w:tcPr>
          <w:tcW w:w="284" w:type="dxa"/>
          <w:shd w:val="clear" w:color="auto" w:fill="auto"/>
          <w:tcMar>
            <w:left w:w="0" w:type="dxa"/>
            <w:right w:w="0" w:type="dxa"/>
          </w:tcMar>
        </w:tcPr>
        <w:p w14:paraId="5C92D748" w14:textId="77777777" w:rsidR="00715FEA" w:rsidRDefault="00715FEA" w:rsidP="00B8518B">
          <w:pPr>
            <w:pStyle w:val="Zpat"/>
          </w:pPr>
        </w:p>
      </w:tc>
      <w:tc>
        <w:tcPr>
          <w:tcW w:w="425" w:type="dxa"/>
          <w:shd w:val="clear" w:color="auto" w:fill="auto"/>
          <w:tcMar>
            <w:left w:w="0" w:type="dxa"/>
            <w:right w:w="0" w:type="dxa"/>
          </w:tcMar>
        </w:tcPr>
        <w:p w14:paraId="0859C6F1" w14:textId="77777777" w:rsidR="00715FEA" w:rsidRDefault="00715FEA" w:rsidP="00B8518B">
          <w:pPr>
            <w:pStyle w:val="Zpat"/>
          </w:pPr>
        </w:p>
      </w:tc>
      <w:tc>
        <w:tcPr>
          <w:tcW w:w="8505" w:type="dxa"/>
        </w:tcPr>
        <w:p w14:paraId="7731C099" w14:textId="77777777" w:rsidR="00715FEA" w:rsidRPr="008E400F" w:rsidRDefault="00715FEA" w:rsidP="00EB46E5">
          <w:pPr>
            <w:pStyle w:val="Zpat0"/>
          </w:pPr>
          <w:r w:rsidRPr="008E400F">
            <w:t>Díl1</w:t>
          </w:r>
        </w:p>
        <w:p w14:paraId="4AB69E80" w14:textId="77777777" w:rsidR="00715FEA" w:rsidRPr="008E400F" w:rsidRDefault="00715FEA" w:rsidP="008F2C9B">
          <w:pPr>
            <w:pStyle w:val="Zpat0"/>
          </w:pPr>
          <w:r w:rsidRPr="008E400F">
            <w:t>VÝZVA K PODÁNÍ NABÍDKY</w:t>
          </w:r>
        </w:p>
        <w:p w14:paraId="5AEB6426" w14:textId="77777777" w:rsidR="00715FEA" w:rsidRDefault="00715FEA" w:rsidP="008E400F">
          <w:pPr>
            <w:pStyle w:val="Zpat0"/>
          </w:pPr>
          <w:r w:rsidRPr="008E400F">
            <w:t>Zhotovení stavby – podlimitní</w:t>
          </w:r>
        </w:p>
      </w:tc>
    </w:tr>
  </w:tbl>
  <w:p w14:paraId="79A5290D" w14:textId="77777777" w:rsidR="00715FEA" w:rsidRPr="00B8518B" w:rsidRDefault="00715FEA" w:rsidP="00B8518B">
    <w:pPr>
      <w:pStyle w:val="Zpat"/>
      <w:rPr>
        <w:sz w:val="2"/>
        <w:szCs w:val="2"/>
      </w:rPr>
    </w:pPr>
  </w:p>
  <w:p w14:paraId="5024BFB9" w14:textId="77777777" w:rsidR="00715FEA" w:rsidRDefault="00715FE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6B8D2" w14:textId="77777777" w:rsidR="00FB51D6" w:rsidRDefault="00FB51D6" w:rsidP="00962258">
      <w:pPr>
        <w:spacing w:after="0" w:line="240" w:lineRule="auto"/>
      </w:pPr>
      <w:r>
        <w:separator/>
      </w:r>
    </w:p>
    <w:p w14:paraId="048D2FAD" w14:textId="77777777" w:rsidR="00FB51D6" w:rsidRDefault="00FB51D6"/>
  </w:footnote>
  <w:footnote w:type="continuationSeparator" w:id="0">
    <w:p w14:paraId="14BE99B2" w14:textId="77777777" w:rsidR="00FB51D6" w:rsidRDefault="00FB51D6" w:rsidP="00962258">
      <w:pPr>
        <w:spacing w:after="0" w:line="240" w:lineRule="auto"/>
      </w:pPr>
      <w:r>
        <w:continuationSeparator/>
      </w:r>
    </w:p>
    <w:p w14:paraId="6F1B053F" w14:textId="77777777" w:rsidR="00FB51D6" w:rsidRDefault="00FB51D6"/>
  </w:footnote>
  <w:footnote w:id="1">
    <w:p w14:paraId="7E04FAD0" w14:textId="1D2DE2BA" w:rsidR="00715FEA" w:rsidRPr="0097175D" w:rsidRDefault="00715FEA" w:rsidP="0097175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5FEA" w14:paraId="20256789" w14:textId="77777777" w:rsidTr="00C02D0A">
      <w:trPr>
        <w:trHeight w:hRule="exact" w:val="454"/>
      </w:trPr>
      <w:tc>
        <w:tcPr>
          <w:tcW w:w="1361" w:type="dxa"/>
          <w:tcMar>
            <w:top w:w="57" w:type="dxa"/>
            <w:left w:w="0" w:type="dxa"/>
            <w:right w:w="0" w:type="dxa"/>
          </w:tcMar>
        </w:tcPr>
        <w:p w14:paraId="4427B1B7" w14:textId="77777777" w:rsidR="00715FEA" w:rsidRPr="00B8518B" w:rsidRDefault="00715FEA" w:rsidP="00523EA7">
          <w:pPr>
            <w:pStyle w:val="Zpat"/>
            <w:rPr>
              <w:rStyle w:val="slostrnky"/>
            </w:rPr>
          </w:pPr>
        </w:p>
      </w:tc>
      <w:tc>
        <w:tcPr>
          <w:tcW w:w="3458" w:type="dxa"/>
          <w:shd w:val="clear" w:color="auto" w:fill="auto"/>
          <w:tcMar>
            <w:top w:w="57" w:type="dxa"/>
            <w:left w:w="0" w:type="dxa"/>
            <w:right w:w="0" w:type="dxa"/>
          </w:tcMar>
        </w:tcPr>
        <w:p w14:paraId="41D9877B" w14:textId="77777777" w:rsidR="00715FEA" w:rsidRDefault="00715FEA" w:rsidP="00523EA7">
          <w:pPr>
            <w:pStyle w:val="Zpat"/>
          </w:pPr>
        </w:p>
      </w:tc>
      <w:tc>
        <w:tcPr>
          <w:tcW w:w="5698" w:type="dxa"/>
          <w:shd w:val="clear" w:color="auto" w:fill="auto"/>
          <w:tcMar>
            <w:top w:w="57" w:type="dxa"/>
            <w:left w:w="0" w:type="dxa"/>
            <w:right w:w="0" w:type="dxa"/>
          </w:tcMar>
        </w:tcPr>
        <w:p w14:paraId="512F56E5" w14:textId="77777777" w:rsidR="00715FEA" w:rsidRPr="00D6163D" w:rsidRDefault="00715FEA" w:rsidP="00D6163D">
          <w:pPr>
            <w:pStyle w:val="Druhdokumentu"/>
          </w:pPr>
        </w:p>
      </w:tc>
    </w:tr>
  </w:tbl>
  <w:p w14:paraId="5601AC2A" w14:textId="77777777" w:rsidR="00715FEA" w:rsidRPr="00D6163D" w:rsidRDefault="00715FEA">
    <w:pPr>
      <w:pStyle w:val="Zhlav"/>
      <w:rPr>
        <w:sz w:val="8"/>
        <w:szCs w:val="8"/>
      </w:rPr>
    </w:pPr>
  </w:p>
  <w:p w14:paraId="1936A658" w14:textId="77777777" w:rsidR="00715FEA" w:rsidRDefault="00715FE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5FEA" w14:paraId="35197CA3" w14:textId="77777777" w:rsidTr="00B22106">
      <w:trPr>
        <w:trHeight w:hRule="exact" w:val="936"/>
      </w:trPr>
      <w:tc>
        <w:tcPr>
          <w:tcW w:w="1361" w:type="dxa"/>
          <w:tcMar>
            <w:left w:w="0" w:type="dxa"/>
            <w:right w:w="0" w:type="dxa"/>
          </w:tcMar>
        </w:tcPr>
        <w:p w14:paraId="0E277446" w14:textId="77777777" w:rsidR="00715FEA" w:rsidRPr="00B8518B" w:rsidRDefault="00715FEA" w:rsidP="00FC6389">
          <w:pPr>
            <w:pStyle w:val="Zpat"/>
            <w:rPr>
              <w:rStyle w:val="slostrnky"/>
            </w:rPr>
          </w:pPr>
        </w:p>
      </w:tc>
      <w:tc>
        <w:tcPr>
          <w:tcW w:w="3458" w:type="dxa"/>
          <w:shd w:val="clear" w:color="auto" w:fill="auto"/>
          <w:tcMar>
            <w:left w:w="0" w:type="dxa"/>
            <w:right w:w="0" w:type="dxa"/>
          </w:tcMar>
        </w:tcPr>
        <w:p w14:paraId="1AA469BD" w14:textId="77777777" w:rsidR="00715FEA" w:rsidRDefault="00715FEA" w:rsidP="00FC6389">
          <w:pPr>
            <w:pStyle w:val="Zpat"/>
          </w:pPr>
        </w:p>
      </w:tc>
      <w:tc>
        <w:tcPr>
          <w:tcW w:w="5756" w:type="dxa"/>
          <w:shd w:val="clear" w:color="auto" w:fill="auto"/>
          <w:tcMar>
            <w:left w:w="0" w:type="dxa"/>
            <w:right w:w="0" w:type="dxa"/>
          </w:tcMar>
        </w:tcPr>
        <w:p w14:paraId="30793600" w14:textId="77777777" w:rsidR="00715FEA" w:rsidRPr="00D6163D" w:rsidRDefault="00715FEA" w:rsidP="00FC6389">
          <w:pPr>
            <w:pStyle w:val="Druhdokumentu"/>
          </w:pPr>
        </w:p>
      </w:tc>
    </w:tr>
    <w:tr w:rsidR="00715FEA" w14:paraId="6FEC7DD7" w14:textId="77777777" w:rsidTr="00B22106">
      <w:trPr>
        <w:trHeight w:hRule="exact" w:val="936"/>
      </w:trPr>
      <w:tc>
        <w:tcPr>
          <w:tcW w:w="1361" w:type="dxa"/>
          <w:tcMar>
            <w:left w:w="0" w:type="dxa"/>
            <w:right w:w="0" w:type="dxa"/>
          </w:tcMar>
        </w:tcPr>
        <w:p w14:paraId="2DCF3C80" w14:textId="77777777" w:rsidR="00715FEA" w:rsidRPr="00B8518B" w:rsidRDefault="00715FEA" w:rsidP="00FC6389">
          <w:pPr>
            <w:pStyle w:val="Zpat"/>
            <w:rPr>
              <w:rStyle w:val="slostrnky"/>
            </w:rPr>
          </w:pPr>
        </w:p>
      </w:tc>
      <w:tc>
        <w:tcPr>
          <w:tcW w:w="3458" w:type="dxa"/>
          <w:shd w:val="clear" w:color="auto" w:fill="auto"/>
          <w:tcMar>
            <w:left w:w="0" w:type="dxa"/>
            <w:right w:w="0" w:type="dxa"/>
          </w:tcMar>
        </w:tcPr>
        <w:p w14:paraId="0250D8B0" w14:textId="77777777" w:rsidR="00715FEA" w:rsidRDefault="00715FEA" w:rsidP="00FC6389">
          <w:pPr>
            <w:pStyle w:val="Zpat"/>
          </w:pPr>
        </w:p>
      </w:tc>
      <w:tc>
        <w:tcPr>
          <w:tcW w:w="5756" w:type="dxa"/>
          <w:shd w:val="clear" w:color="auto" w:fill="auto"/>
          <w:tcMar>
            <w:left w:w="0" w:type="dxa"/>
            <w:right w:w="0" w:type="dxa"/>
          </w:tcMar>
        </w:tcPr>
        <w:p w14:paraId="729597C6" w14:textId="77777777" w:rsidR="00715FEA" w:rsidRPr="00D6163D" w:rsidRDefault="00715FEA" w:rsidP="00FC6389">
          <w:pPr>
            <w:pStyle w:val="Druhdokumentu"/>
          </w:pPr>
        </w:p>
      </w:tc>
    </w:tr>
  </w:tbl>
  <w:p w14:paraId="5EA49C10" w14:textId="77777777" w:rsidR="00715FEA" w:rsidRPr="00D6163D" w:rsidRDefault="00715FEA" w:rsidP="00FC6389">
    <w:pPr>
      <w:pStyle w:val="Zhlav"/>
      <w:rPr>
        <w:sz w:val="8"/>
        <w:szCs w:val="8"/>
      </w:rPr>
    </w:pPr>
    <w:r>
      <w:rPr>
        <w:noProof/>
        <w:lang w:eastAsia="cs-CZ"/>
      </w:rPr>
      <w:drawing>
        <wp:anchor distT="0" distB="0" distL="114300" distR="114300" simplePos="0" relativeHeight="251670528" behindDoc="0" locked="1" layoutInCell="1" allowOverlap="1" wp14:anchorId="0E5435A5" wp14:editId="4F9ABB0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C03EE7F" w14:textId="77777777" w:rsidR="00715FEA" w:rsidRPr="00460660" w:rsidRDefault="00715FE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55120B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4" w15:restartNumberingAfterBreak="0">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5"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7"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49D2144"/>
    <w:multiLevelType w:val="multilevel"/>
    <w:tmpl w:val="7BAE24C6"/>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2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4"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36"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2"/>
  </w:num>
  <w:num w:numId="3">
    <w:abstractNumId w:val="2"/>
  </w:num>
  <w:num w:numId="4">
    <w:abstractNumId w:val="1"/>
  </w:num>
  <w:num w:numId="5">
    <w:abstractNumId w:val="17"/>
  </w:num>
  <w:num w:numId="6">
    <w:abstractNumId w:val="23"/>
  </w:num>
  <w:num w:numId="7">
    <w:abstractNumId w:val="8"/>
  </w:num>
  <w:num w:numId="8">
    <w:abstractNumId w:val="29"/>
  </w:num>
  <w:num w:numId="9">
    <w:abstractNumId w:val="34"/>
  </w:num>
  <w:num w:numId="10">
    <w:abstractNumId w:val="32"/>
  </w:num>
  <w:num w:numId="11">
    <w:abstractNumId w:val="24"/>
  </w:num>
  <w:num w:numId="12">
    <w:abstractNumId w:val="5"/>
  </w:num>
  <w:num w:numId="13">
    <w:abstractNumId w:val="27"/>
  </w:num>
  <w:num w:numId="14">
    <w:abstractNumId w:val="19"/>
  </w:num>
  <w:num w:numId="15">
    <w:abstractNumId w:val="33"/>
  </w:num>
  <w:num w:numId="1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9"/>
  </w:num>
  <w:num w:numId="19">
    <w:abstractNumId w:val="26"/>
  </w:num>
  <w:num w:numId="20">
    <w:abstractNumId w:val="35"/>
  </w:num>
  <w:num w:numId="21">
    <w:abstractNumId w:val="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20"/>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0"/>
  </w:num>
  <w:num w:numId="32">
    <w:abstractNumId w:val="11"/>
  </w:num>
  <w:num w:numId="33">
    <w:abstractNumId w:val="13"/>
  </w:num>
  <w:num w:numId="34">
    <w:abstractNumId w:val="16"/>
  </w:num>
  <w:num w:numId="35">
    <w:abstractNumId w:val="22"/>
  </w:num>
  <w:num w:numId="36">
    <w:abstractNumId w:val="31"/>
  </w:num>
  <w:num w:numId="37">
    <w:abstractNumId w:val="18"/>
  </w:num>
  <w:num w:numId="38">
    <w:abstractNumId w:val="21"/>
  </w:num>
  <w:num w:numId="39">
    <w:abstractNumId w:val="15"/>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3"/>
  </w:num>
  <w:num w:numId="44">
    <w:abstractNumId w:val="10"/>
  </w:num>
  <w:num w:numId="4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7A"/>
    <w:rsid w:val="000002B7"/>
    <w:rsid w:val="0001286C"/>
    <w:rsid w:val="00012EC4"/>
    <w:rsid w:val="00017F3C"/>
    <w:rsid w:val="00034321"/>
    <w:rsid w:val="00041EC8"/>
    <w:rsid w:val="00053214"/>
    <w:rsid w:val="00054FC6"/>
    <w:rsid w:val="0006465A"/>
    <w:rsid w:val="0006588D"/>
    <w:rsid w:val="00067A5E"/>
    <w:rsid w:val="000719BB"/>
    <w:rsid w:val="00072A65"/>
    <w:rsid w:val="00072C1E"/>
    <w:rsid w:val="000B408F"/>
    <w:rsid w:val="000B4EB8"/>
    <w:rsid w:val="000C41F2"/>
    <w:rsid w:val="000D1394"/>
    <w:rsid w:val="000D22C4"/>
    <w:rsid w:val="000D27D1"/>
    <w:rsid w:val="000E1A7F"/>
    <w:rsid w:val="000E5BED"/>
    <w:rsid w:val="000F15F1"/>
    <w:rsid w:val="0010744C"/>
    <w:rsid w:val="00112864"/>
    <w:rsid w:val="00114472"/>
    <w:rsid w:val="00114988"/>
    <w:rsid w:val="00114DE9"/>
    <w:rsid w:val="00115069"/>
    <w:rsid w:val="001150F2"/>
    <w:rsid w:val="00130E12"/>
    <w:rsid w:val="00146BCB"/>
    <w:rsid w:val="0015027B"/>
    <w:rsid w:val="001656A2"/>
    <w:rsid w:val="00170EC5"/>
    <w:rsid w:val="001747C1"/>
    <w:rsid w:val="00175696"/>
    <w:rsid w:val="00177D6B"/>
    <w:rsid w:val="00191F90"/>
    <w:rsid w:val="00197AEF"/>
    <w:rsid w:val="001A2D5F"/>
    <w:rsid w:val="001A3B3C"/>
    <w:rsid w:val="001A4FB4"/>
    <w:rsid w:val="001B4180"/>
    <w:rsid w:val="001B4E74"/>
    <w:rsid w:val="001B7668"/>
    <w:rsid w:val="001C608B"/>
    <w:rsid w:val="001C645F"/>
    <w:rsid w:val="001D7DA1"/>
    <w:rsid w:val="001E678E"/>
    <w:rsid w:val="002038C9"/>
    <w:rsid w:val="00204A31"/>
    <w:rsid w:val="002071BB"/>
    <w:rsid w:val="00207DF5"/>
    <w:rsid w:val="00233120"/>
    <w:rsid w:val="00240B81"/>
    <w:rsid w:val="0024360F"/>
    <w:rsid w:val="00247D01"/>
    <w:rsid w:val="0025030F"/>
    <w:rsid w:val="00261A5B"/>
    <w:rsid w:val="00262420"/>
    <w:rsid w:val="00262E5B"/>
    <w:rsid w:val="00276AFE"/>
    <w:rsid w:val="002A3B57"/>
    <w:rsid w:val="002B2AB6"/>
    <w:rsid w:val="002B6B58"/>
    <w:rsid w:val="002C31BF"/>
    <w:rsid w:val="002D08AF"/>
    <w:rsid w:val="002D0EE3"/>
    <w:rsid w:val="002D2102"/>
    <w:rsid w:val="002D7FD6"/>
    <w:rsid w:val="002E0CD7"/>
    <w:rsid w:val="002E0CFB"/>
    <w:rsid w:val="002E5C7B"/>
    <w:rsid w:val="002F2893"/>
    <w:rsid w:val="002F4333"/>
    <w:rsid w:val="00304DAF"/>
    <w:rsid w:val="00305F83"/>
    <w:rsid w:val="00307036"/>
    <w:rsid w:val="00307207"/>
    <w:rsid w:val="003130A4"/>
    <w:rsid w:val="003229ED"/>
    <w:rsid w:val="003254A3"/>
    <w:rsid w:val="00327EEF"/>
    <w:rsid w:val="0033239F"/>
    <w:rsid w:val="00333D3E"/>
    <w:rsid w:val="00334918"/>
    <w:rsid w:val="003418A3"/>
    <w:rsid w:val="0034274B"/>
    <w:rsid w:val="0034479A"/>
    <w:rsid w:val="0034719F"/>
    <w:rsid w:val="00350A35"/>
    <w:rsid w:val="003571D8"/>
    <w:rsid w:val="00357BC6"/>
    <w:rsid w:val="00361422"/>
    <w:rsid w:val="0037545D"/>
    <w:rsid w:val="00386FF1"/>
    <w:rsid w:val="00392EB6"/>
    <w:rsid w:val="003956C6"/>
    <w:rsid w:val="003C33F2"/>
    <w:rsid w:val="003C6679"/>
    <w:rsid w:val="003C7255"/>
    <w:rsid w:val="003D036F"/>
    <w:rsid w:val="003D20EB"/>
    <w:rsid w:val="003D756E"/>
    <w:rsid w:val="003E420D"/>
    <w:rsid w:val="003E4C13"/>
    <w:rsid w:val="003F054B"/>
    <w:rsid w:val="003F3C44"/>
    <w:rsid w:val="004078F3"/>
    <w:rsid w:val="00427794"/>
    <w:rsid w:val="00450F07"/>
    <w:rsid w:val="00453CD3"/>
    <w:rsid w:val="00455013"/>
    <w:rsid w:val="00460660"/>
    <w:rsid w:val="00464BA9"/>
    <w:rsid w:val="004735AB"/>
    <w:rsid w:val="00483969"/>
    <w:rsid w:val="00486107"/>
    <w:rsid w:val="00491827"/>
    <w:rsid w:val="004C4399"/>
    <w:rsid w:val="004C787C"/>
    <w:rsid w:val="004E7A1F"/>
    <w:rsid w:val="004E7ED0"/>
    <w:rsid w:val="004F4B9B"/>
    <w:rsid w:val="0050666E"/>
    <w:rsid w:val="00511AB9"/>
    <w:rsid w:val="0051212A"/>
    <w:rsid w:val="00523BB5"/>
    <w:rsid w:val="00523EA7"/>
    <w:rsid w:val="0052436D"/>
    <w:rsid w:val="0052690B"/>
    <w:rsid w:val="00531CB9"/>
    <w:rsid w:val="005406EB"/>
    <w:rsid w:val="005415EA"/>
    <w:rsid w:val="00553375"/>
    <w:rsid w:val="00555884"/>
    <w:rsid w:val="005736B7"/>
    <w:rsid w:val="00575E5A"/>
    <w:rsid w:val="00580245"/>
    <w:rsid w:val="0058742A"/>
    <w:rsid w:val="00591A70"/>
    <w:rsid w:val="00595907"/>
    <w:rsid w:val="005A1F44"/>
    <w:rsid w:val="005C089F"/>
    <w:rsid w:val="005D3C39"/>
    <w:rsid w:val="005D594E"/>
    <w:rsid w:val="005E40E2"/>
    <w:rsid w:val="00601A8C"/>
    <w:rsid w:val="0060319B"/>
    <w:rsid w:val="0061068E"/>
    <w:rsid w:val="006115D3"/>
    <w:rsid w:val="00613965"/>
    <w:rsid w:val="00655976"/>
    <w:rsid w:val="0065610E"/>
    <w:rsid w:val="00660AD3"/>
    <w:rsid w:val="00666609"/>
    <w:rsid w:val="006776B6"/>
    <w:rsid w:val="0069136C"/>
    <w:rsid w:val="00693150"/>
    <w:rsid w:val="00694ED8"/>
    <w:rsid w:val="006A019B"/>
    <w:rsid w:val="006A5570"/>
    <w:rsid w:val="006A6824"/>
    <w:rsid w:val="006A689C"/>
    <w:rsid w:val="006B3D79"/>
    <w:rsid w:val="006B6FE4"/>
    <w:rsid w:val="006C16E1"/>
    <w:rsid w:val="006C2343"/>
    <w:rsid w:val="006C31D3"/>
    <w:rsid w:val="006C442A"/>
    <w:rsid w:val="006E0578"/>
    <w:rsid w:val="006E314D"/>
    <w:rsid w:val="006E6DC4"/>
    <w:rsid w:val="006F0E1E"/>
    <w:rsid w:val="006F39CF"/>
    <w:rsid w:val="00710723"/>
    <w:rsid w:val="00715FEA"/>
    <w:rsid w:val="00720802"/>
    <w:rsid w:val="00723ED1"/>
    <w:rsid w:val="00740AF5"/>
    <w:rsid w:val="00743525"/>
    <w:rsid w:val="00745555"/>
    <w:rsid w:val="00745C6F"/>
    <w:rsid w:val="00745F94"/>
    <w:rsid w:val="00751562"/>
    <w:rsid w:val="007541A2"/>
    <w:rsid w:val="00754F60"/>
    <w:rsid w:val="00755818"/>
    <w:rsid w:val="00757964"/>
    <w:rsid w:val="0076286B"/>
    <w:rsid w:val="00766846"/>
    <w:rsid w:val="0076790E"/>
    <w:rsid w:val="0077486D"/>
    <w:rsid w:val="0077673A"/>
    <w:rsid w:val="007846E1"/>
    <w:rsid w:val="007847D6"/>
    <w:rsid w:val="007A5172"/>
    <w:rsid w:val="007A6063"/>
    <w:rsid w:val="007A67A0"/>
    <w:rsid w:val="007B4B06"/>
    <w:rsid w:val="007B570C"/>
    <w:rsid w:val="007C5F77"/>
    <w:rsid w:val="007E4A6E"/>
    <w:rsid w:val="007F56A7"/>
    <w:rsid w:val="00800851"/>
    <w:rsid w:val="0080171C"/>
    <w:rsid w:val="00807DD0"/>
    <w:rsid w:val="00810E5C"/>
    <w:rsid w:val="00816930"/>
    <w:rsid w:val="00821A06"/>
    <w:rsid w:val="00821D01"/>
    <w:rsid w:val="00822512"/>
    <w:rsid w:val="00826B7B"/>
    <w:rsid w:val="0083197D"/>
    <w:rsid w:val="00834146"/>
    <w:rsid w:val="00846789"/>
    <w:rsid w:val="008622EA"/>
    <w:rsid w:val="00872E13"/>
    <w:rsid w:val="00885284"/>
    <w:rsid w:val="00887F36"/>
    <w:rsid w:val="00890A4F"/>
    <w:rsid w:val="008A3568"/>
    <w:rsid w:val="008B630D"/>
    <w:rsid w:val="008C24A8"/>
    <w:rsid w:val="008C50F3"/>
    <w:rsid w:val="008C51A4"/>
    <w:rsid w:val="008C7EFE"/>
    <w:rsid w:val="008D03B9"/>
    <w:rsid w:val="008D30C7"/>
    <w:rsid w:val="008E400F"/>
    <w:rsid w:val="008F18D6"/>
    <w:rsid w:val="008F2C9B"/>
    <w:rsid w:val="008F797B"/>
    <w:rsid w:val="00904780"/>
    <w:rsid w:val="0090635B"/>
    <w:rsid w:val="00914F81"/>
    <w:rsid w:val="00922385"/>
    <w:rsid w:val="009223DF"/>
    <w:rsid w:val="00923406"/>
    <w:rsid w:val="00925260"/>
    <w:rsid w:val="00936091"/>
    <w:rsid w:val="00940D8A"/>
    <w:rsid w:val="00950944"/>
    <w:rsid w:val="00952FC8"/>
    <w:rsid w:val="0095375B"/>
    <w:rsid w:val="00953965"/>
    <w:rsid w:val="00962258"/>
    <w:rsid w:val="0096358B"/>
    <w:rsid w:val="009661B0"/>
    <w:rsid w:val="009678B7"/>
    <w:rsid w:val="0097175D"/>
    <w:rsid w:val="0097239D"/>
    <w:rsid w:val="00982380"/>
    <w:rsid w:val="00992D9C"/>
    <w:rsid w:val="00996CB8"/>
    <w:rsid w:val="009A404E"/>
    <w:rsid w:val="009B1416"/>
    <w:rsid w:val="009B2E97"/>
    <w:rsid w:val="009B50A7"/>
    <w:rsid w:val="009B5146"/>
    <w:rsid w:val="009C418E"/>
    <w:rsid w:val="009C442C"/>
    <w:rsid w:val="009C46D3"/>
    <w:rsid w:val="009D2FC5"/>
    <w:rsid w:val="009D5992"/>
    <w:rsid w:val="009E07F4"/>
    <w:rsid w:val="009E7FE9"/>
    <w:rsid w:val="009F309B"/>
    <w:rsid w:val="009F392E"/>
    <w:rsid w:val="009F53C5"/>
    <w:rsid w:val="009F5DD6"/>
    <w:rsid w:val="00A04D7F"/>
    <w:rsid w:val="00A0740E"/>
    <w:rsid w:val="00A23AEA"/>
    <w:rsid w:val="00A252B9"/>
    <w:rsid w:val="00A4050F"/>
    <w:rsid w:val="00A46FB2"/>
    <w:rsid w:val="00A50641"/>
    <w:rsid w:val="00A530BF"/>
    <w:rsid w:val="00A6177B"/>
    <w:rsid w:val="00A62E74"/>
    <w:rsid w:val="00A66136"/>
    <w:rsid w:val="00A71189"/>
    <w:rsid w:val="00A7364A"/>
    <w:rsid w:val="00A74DCC"/>
    <w:rsid w:val="00A753ED"/>
    <w:rsid w:val="00A77512"/>
    <w:rsid w:val="00A94B13"/>
    <w:rsid w:val="00A94C2F"/>
    <w:rsid w:val="00AA4CBB"/>
    <w:rsid w:val="00AA65FA"/>
    <w:rsid w:val="00AA7351"/>
    <w:rsid w:val="00AC662A"/>
    <w:rsid w:val="00AD056F"/>
    <w:rsid w:val="00AD0C7B"/>
    <w:rsid w:val="00AD2D0E"/>
    <w:rsid w:val="00AD38D0"/>
    <w:rsid w:val="00AD5F1A"/>
    <w:rsid w:val="00AD6731"/>
    <w:rsid w:val="00B008D5"/>
    <w:rsid w:val="00B00CFD"/>
    <w:rsid w:val="00B02F73"/>
    <w:rsid w:val="00B0619F"/>
    <w:rsid w:val="00B101FD"/>
    <w:rsid w:val="00B13A26"/>
    <w:rsid w:val="00B14B7A"/>
    <w:rsid w:val="00B15502"/>
    <w:rsid w:val="00B15D0D"/>
    <w:rsid w:val="00B22106"/>
    <w:rsid w:val="00B225E9"/>
    <w:rsid w:val="00B2491E"/>
    <w:rsid w:val="00B24B87"/>
    <w:rsid w:val="00B42E98"/>
    <w:rsid w:val="00B50AB2"/>
    <w:rsid w:val="00B5431A"/>
    <w:rsid w:val="00B66E2B"/>
    <w:rsid w:val="00B75EE1"/>
    <w:rsid w:val="00B77481"/>
    <w:rsid w:val="00B8518B"/>
    <w:rsid w:val="00B97054"/>
    <w:rsid w:val="00B97CC3"/>
    <w:rsid w:val="00BA30F1"/>
    <w:rsid w:val="00BC06C4"/>
    <w:rsid w:val="00BC49BA"/>
    <w:rsid w:val="00BC5B73"/>
    <w:rsid w:val="00BD7E91"/>
    <w:rsid w:val="00BD7F0D"/>
    <w:rsid w:val="00BF0960"/>
    <w:rsid w:val="00C00605"/>
    <w:rsid w:val="00C01DB2"/>
    <w:rsid w:val="00C02D0A"/>
    <w:rsid w:val="00C03A6E"/>
    <w:rsid w:val="00C056CE"/>
    <w:rsid w:val="00C1033A"/>
    <w:rsid w:val="00C13860"/>
    <w:rsid w:val="00C226C0"/>
    <w:rsid w:val="00C233EE"/>
    <w:rsid w:val="00C24A6A"/>
    <w:rsid w:val="00C42FE6"/>
    <w:rsid w:val="00C44F6A"/>
    <w:rsid w:val="00C6198E"/>
    <w:rsid w:val="00C708EA"/>
    <w:rsid w:val="00C70A55"/>
    <w:rsid w:val="00C71821"/>
    <w:rsid w:val="00C778A5"/>
    <w:rsid w:val="00C82E8C"/>
    <w:rsid w:val="00C95162"/>
    <w:rsid w:val="00CA7E4E"/>
    <w:rsid w:val="00CB6A37"/>
    <w:rsid w:val="00CB7684"/>
    <w:rsid w:val="00CC7C8F"/>
    <w:rsid w:val="00CD1FC4"/>
    <w:rsid w:val="00CF2816"/>
    <w:rsid w:val="00CF6374"/>
    <w:rsid w:val="00CF757D"/>
    <w:rsid w:val="00D034A0"/>
    <w:rsid w:val="00D0732C"/>
    <w:rsid w:val="00D21061"/>
    <w:rsid w:val="00D322B7"/>
    <w:rsid w:val="00D4108E"/>
    <w:rsid w:val="00D42732"/>
    <w:rsid w:val="00D44885"/>
    <w:rsid w:val="00D45640"/>
    <w:rsid w:val="00D6163D"/>
    <w:rsid w:val="00D62EAD"/>
    <w:rsid w:val="00D724BC"/>
    <w:rsid w:val="00D7751F"/>
    <w:rsid w:val="00D82815"/>
    <w:rsid w:val="00D831A3"/>
    <w:rsid w:val="00D90C8B"/>
    <w:rsid w:val="00D9158A"/>
    <w:rsid w:val="00D97BE3"/>
    <w:rsid w:val="00DA27EA"/>
    <w:rsid w:val="00DA3711"/>
    <w:rsid w:val="00DB0FF5"/>
    <w:rsid w:val="00DC5A2E"/>
    <w:rsid w:val="00DD2118"/>
    <w:rsid w:val="00DD46F3"/>
    <w:rsid w:val="00DE51A5"/>
    <w:rsid w:val="00DE56F2"/>
    <w:rsid w:val="00DF116D"/>
    <w:rsid w:val="00DF4DDD"/>
    <w:rsid w:val="00DF78E5"/>
    <w:rsid w:val="00DF7C78"/>
    <w:rsid w:val="00E014A7"/>
    <w:rsid w:val="00E01E88"/>
    <w:rsid w:val="00E04A7B"/>
    <w:rsid w:val="00E0678B"/>
    <w:rsid w:val="00E156DA"/>
    <w:rsid w:val="00E16FF7"/>
    <w:rsid w:val="00E1732F"/>
    <w:rsid w:val="00E21BEF"/>
    <w:rsid w:val="00E26D68"/>
    <w:rsid w:val="00E44045"/>
    <w:rsid w:val="00E51B3B"/>
    <w:rsid w:val="00E618C4"/>
    <w:rsid w:val="00E66798"/>
    <w:rsid w:val="00E7218A"/>
    <w:rsid w:val="00E84C3A"/>
    <w:rsid w:val="00E878EE"/>
    <w:rsid w:val="00E92AD8"/>
    <w:rsid w:val="00EA6EC7"/>
    <w:rsid w:val="00EB104F"/>
    <w:rsid w:val="00EB46E5"/>
    <w:rsid w:val="00ED0703"/>
    <w:rsid w:val="00ED14BD"/>
    <w:rsid w:val="00EF1373"/>
    <w:rsid w:val="00F010A6"/>
    <w:rsid w:val="00F016C7"/>
    <w:rsid w:val="00F12DEC"/>
    <w:rsid w:val="00F1715C"/>
    <w:rsid w:val="00F20CA7"/>
    <w:rsid w:val="00F310F8"/>
    <w:rsid w:val="00F35939"/>
    <w:rsid w:val="00F45607"/>
    <w:rsid w:val="00F4722B"/>
    <w:rsid w:val="00F54432"/>
    <w:rsid w:val="00F659EB"/>
    <w:rsid w:val="00F705D1"/>
    <w:rsid w:val="00F86BA6"/>
    <w:rsid w:val="00F8788B"/>
    <w:rsid w:val="00FB51D6"/>
    <w:rsid w:val="00FB5DE8"/>
    <w:rsid w:val="00FB6342"/>
    <w:rsid w:val="00FC0A30"/>
    <w:rsid w:val="00FC6389"/>
    <w:rsid w:val="00FC7C25"/>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C2543C"/>
  <w14:defaultImageDpi w14:val="32767"/>
  <w15:docId w15:val="{0B6DB4F3-D236-4C31-B2EC-98BBF514D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mailto:Mrtka@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dcr.cz/cs/Drazni_doprava/Seznam_pravnickych_osob/"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VTP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28190-8861-464F-96EA-013365EAC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70FB106-C6F1-4780-A9A6-F70B9B396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Template>
  <TotalTime>1886</TotalTime>
  <Pages>27</Pages>
  <Words>11734</Words>
  <Characters>69233</Characters>
  <Application>Microsoft Office Word</Application>
  <DocSecurity>0</DocSecurity>
  <Lines>576</Lines>
  <Paragraphs>161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Maršíková Iva</cp:lastModifiedBy>
  <cp:revision>56</cp:revision>
  <cp:lastPrinted>2020-05-14T10:52:00Z</cp:lastPrinted>
  <dcterms:created xsi:type="dcterms:W3CDTF">2019-12-11T07:24:00Z</dcterms:created>
  <dcterms:modified xsi:type="dcterms:W3CDTF">2020-05-14T10:52:00Z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